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15C" w:rsidRPr="00D04CF8" w:rsidRDefault="00D916AB" w:rsidP="00826808">
      <w:pPr>
        <w:pStyle w:val="Title"/>
        <w:rPr>
          <w:sz w:val="96"/>
          <w:szCs w:val="96"/>
        </w:rPr>
      </w:pPr>
      <w:r w:rsidRPr="00D04CF8">
        <w:rPr>
          <w:sz w:val="96"/>
          <w:szCs w:val="96"/>
        </w:rPr>
        <w:t>STRATEGIC REVIEW</w:t>
      </w:r>
    </w:p>
    <w:p w:rsidR="00C4373C" w:rsidRPr="00826808" w:rsidRDefault="00677D89" w:rsidP="00441DEB">
      <w:pPr>
        <w:pStyle w:val="CoverOutcomeSubtitle"/>
        <w:rPr>
          <w:i w:val="0"/>
          <w:sz w:val="48"/>
          <w:szCs w:val="48"/>
        </w:rPr>
      </w:pPr>
      <w:r>
        <w:rPr>
          <w:i w:val="0"/>
          <w:noProof/>
          <w:sz w:val="48"/>
          <w:szCs w:val="48"/>
          <w:lang w:val="en-AU"/>
        </w:rPr>
        <w:pict>
          <v:shapetype id="_x0000_t202" coordsize="21600,21600" o:spt="202" path="m,l,21600r21600,l21600,xe">
            <v:stroke joinstyle="miter"/>
            <v:path gradientshapeok="t" o:connecttype="rect"/>
          </v:shapetype>
          <v:shape id="_x0000_s1028" type="#_x0000_t202" style="position:absolute;left:0;text-align:left;margin-left:-127.1pt;margin-top:91.45pt;width:93.2pt;height:121.4pt;z-index:251659264" filled="f" stroked="f">
            <v:textbox>
              <w:txbxContent>
                <w:p w:rsidR="00DA0DC0" w:rsidRPr="009A3809" w:rsidRDefault="00DA0DC0">
                  <w:pPr>
                    <w:rPr>
                      <w:rFonts w:asciiTheme="majorHAnsi" w:hAnsiTheme="majorHAnsi"/>
                      <w:color w:val="DC6A00"/>
                      <w:sz w:val="32"/>
                      <w:szCs w:val="32"/>
                    </w:rPr>
                  </w:pPr>
                  <w:r w:rsidRPr="009A3809">
                    <w:rPr>
                      <w:rFonts w:asciiTheme="majorHAnsi" w:hAnsiTheme="majorHAnsi"/>
                      <w:color w:val="DC6A00"/>
                      <w:sz w:val="32"/>
                      <w:szCs w:val="32"/>
                    </w:rPr>
                    <w:t>Sample Company Pty Ltd</w:t>
                  </w:r>
                </w:p>
              </w:txbxContent>
            </v:textbox>
          </v:shape>
        </w:pict>
      </w:r>
      <w:r w:rsidR="006E391F" w:rsidRPr="00826808">
        <w:rPr>
          <w:i w:val="0"/>
          <w:sz w:val="48"/>
          <w:szCs w:val="48"/>
        </w:rPr>
        <w:t xml:space="preserve">June </w:t>
      </w:r>
    </w:p>
    <w:p w:rsidR="00C4373C" w:rsidRPr="00826808" w:rsidRDefault="00C4373C" w:rsidP="00826808">
      <w:pPr>
        <w:pStyle w:val="CoverOutcomeSubtitle"/>
        <w:numPr>
          <w:ilvl w:val="0"/>
          <w:numId w:val="0"/>
        </w:numPr>
        <w:rPr>
          <w:i w:val="0"/>
          <w:sz w:val="48"/>
          <w:szCs w:val="48"/>
        </w:rPr>
      </w:pPr>
    </w:p>
    <w:p w:rsidR="00826808" w:rsidRPr="00826808" w:rsidRDefault="00826808" w:rsidP="00826808">
      <w:pPr>
        <w:pStyle w:val="CoverOutcomeSubtitle"/>
        <w:numPr>
          <w:ilvl w:val="0"/>
          <w:numId w:val="0"/>
        </w:numPr>
        <w:rPr>
          <w:i w:val="0"/>
          <w:sz w:val="48"/>
          <w:szCs w:val="48"/>
        </w:rPr>
      </w:pPr>
    </w:p>
    <w:p w:rsidR="00826808" w:rsidRPr="00826808" w:rsidRDefault="00826808" w:rsidP="00826808">
      <w:pPr>
        <w:pStyle w:val="CoverOutcomeSubtitle"/>
        <w:numPr>
          <w:ilvl w:val="0"/>
          <w:numId w:val="0"/>
        </w:numPr>
        <w:rPr>
          <w:i w:val="0"/>
          <w:sz w:val="48"/>
          <w:szCs w:val="48"/>
        </w:rPr>
      </w:pPr>
    </w:p>
    <w:p w:rsidR="00C4373C" w:rsidRPr="00826808" w:rsidRDefault="00C4373C" w:rsidP="00826808">
      <w:pPr>
        <w:pStyle w:val="DanielsandCoNormal"/>
        <w:framePr w:wrap="around"/>
        <w:rPr>
          <w:i/>
        </w:rPr>
      </w:pPr>
    </w:p>
    <w:p w:rsidR="00C4373C" w:rsidRDefault="00C4373C" w:rsidP="00441DEB">
      <w:pPr>
        <w:pStyle w:val="CoverOutcomeSubtitle"/>
        <w:rPr>
          <w:sz w:val="48"/>
          <w:szCs w:val="48"/>
        </w:rPr>
      </w:pPr>
    </w:p>
    <w:p w:rsidR="00C4373C" w:rsidRDefault="00C4373C" w:rsidP="00441DEB">
      <w:pPr>
        <w:pStyle w:val="CoverOutcomeSubtitle"/>
        <w:rPr>
          <w:sz w:val="48"/>
          <w:szCs w:val="48"/>
        </w:rPr>
      </w:pPr>
    </w:p>
    <w:p w:rsidR="00C4373C" w:rsidRDefault="00C4373C" w:rsidP="00441DEB">
      <w:pPr>
        <w:pStyle w:val="CoverOutcomeSubtitle"/>
        <w:rPr>
          <w:sz w:val="48"/>
          <w:szCs w:val="48"/>
        </w:rPr>
      </w:pPr>
      <w:r>
        <w:rPr>
          <w:noProof/>
          <w:sz w:val="48"/>
          <w:szCs w:val="48"/>
          <w:lang w:val="en-AU"/>
        </w:rPr>
        <w:drawing>
          <wp:inline distT="0" distB="0" distL="0" distR="0">
            <wp:extent cx="4595751" cy="1261579"/>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Daniels &amp; Co Orange on White Horiz Narrow.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609807" cy="1265437"/>
                    </a:xfrm>
                    <a:prstGeom prst="rect">
                      <a:avLst/>
                    </a:prstGeom>
                  </pic:spPr>
                </pic:pic>
              </a:graphicData>
            </a:graphic>
          </wp:inline>
        </w:drawing>
      </w:r>
      <w:bookmarkStart w:id="0" w:name="_GoBack"/>
      <w:bookmarkEnd w:id="0"/>
    </w:p>
    <w:p w:rsidR="00FE15B4" w:rsidRPr="00A00CE9" w:rsidRDefault="00FE15B4" w:rsidP="00FE15B4">
      <w:pPr>
        <w:pStyle w:val="TOCtitle"/>
        <w:rPr>
          <w:i w:val="0"/>
        </w:rPr>
      </w:pPr>
      <w:r w:rsidRPr="0081213E">
        <w:lastRenderedPageBreak/>
        <w:t>C</w:t>
      </w:r>
      <w:r w:rsidRPr="00A00CE9">
        <w:rPr>
          <w:i w:val="0"/>
        </w:rPr>
        <w:t>ontents</w:t>
      </w:r>
    </w:p>
    <w:p w:rsidR="006E391F" w:rsidRPr="00A00CE9" w:rsidRDefault="00677D89">
      <w:pPr>
        <w:pStyle w:val="TOC2"/>
        <w:rPr>
          <w:i w:val="0"/>
          <w:noProof/>
          <w:sz w:val="22"/>
          <w:szCs w:val="22"/>
        </w:rPr>
      </w:pPr>
      <w:r w:rsidRPr="00677D89">
        <w:rPr>
          <w:i w:val="0"/>
          <w:sz w:val="22"/>
          <w:szCs w:val="22"/>
        </w:rPr>
        <w:fldChar w:fldCharType="begin"/>
      </w:r>
      <w:r w:rsidR="00FE15B4" w:rsidRPr="00A00CE9">
        <w:rPr>
          <w:i w:val="0"/>
          <w:sz w:val="22"/>
          <w:szCs w:val="22"/>
        </w:rPr>
        <w:instrText xml:space="preserve"> TOC \t "Heading 1,1,Heading 2,2,Heading 3,3,Heading 4,4,</w:instrText>
      </w:r>
      <w:r w:rsidR="00D40CEA" w:rsidRPr="00A00CE9">
        <w:rPr>
          <w:i w:val="0"/>
          <w:sz w:val="22"/>
          <w:szCs w:val="22"/>
        </w:rPr>
        <w:instrText>Heading 6,6,</w:instrText>
      </w:r>
      <w:r w:rsidR="00FE15B4" w:rsidRPr="00A00CE9">
        <w:rPr>
          <w:i w:val="0"/>
          <w:sz w:val="22"/>
          <w:szCs w:val="22"/>
        </w:rPr>
        <w:instrText xml:space="preserve">Preface title,5" \n 5-5 \*Charformat </w:instrText>
      </w:r>
      <w:r w:rsidRPr="00677D89">
        <w:rPr>
          <w:i w:val="0"/>
          <w:sz w:val="22"/>
          <w:szCs w:val="22"/>
        </w:rPr>
        <w:fldChar w:fldCharType="separate"/>
      </w:r>
      <w:r w:rsidR="006E391F" w:rsidRPr="00A00CE9">
        <w:rPr>
          <w:i w:val="0"/>
          <w:noProof/>
          <w:sz w:val="22"/>
          <w:szCs w:val="22"/>
        </w:rPr>
        <w:t>1</w:t>
      </w:r>
      <w:r w:rsidR="006E391F" w:rsidRPr="00A00CE9">
        <w:rPr>
          <w:i w:val="0"/>
          <w:noProof/>
          <w:sz w:val="22"/>
          <w:szCs w:val="22"/>
        </w:rPr>
        <w:tab/>
        <w:t>Now, where, how</w:t>
      </w:r>
      <w:r w:rsidR="006E391F" w:rsidRPr="00A00CE9">
        <w:rPr>
          <w:i w:val="0"/>
          <w:noProof/>
          <w:sz w:val="22"/>
          <w:szCs w:val="22"/>
        </w:rPr>
        <w:tab/>
      </w:r>
      <w:r w:rsidRPr="00A00CE9">
        <w:rPr>
          <w:i w:val="0"/>
          <w:noProof/>
          <w:sz w:val="22"/>
          <w:szCs w:val="22"/>
        </w:rPr>
        <w:fldChar w:fldCharType="begin"/>
      </w:r>
      <w:r w:rsidR="006E391F" w:rsidRPr="00A00CE9">
        <w:rPr>
          <w:i w:val="0"/>
          <w:noProof/>
          <w:sz w:val="22"/>
          <w:szCs w:val="22"/>
        </w:rPr>
        <w:instrText xml:space="preserve"> PAGEREF _Toc277325430 \h </w:instrText>
      </w:r>
      <w:r w:rsidRPr="00A00CE9">
        <w:rPr>
          <w:i w:val="0"/>
          <w:noProof/>
          <w:sz w:val="22"/>
          <w:szCs w:val="22"/>
        </w:rPr>
      </w:r>
      <w:r w:rsidRPr="00A00CE9">
        <w:rPr>
          <w:i w:val="0"/>
          <w:noProof/>
          <w:sz w:val="22"/>
          <w:szCs w:val="22"/>
        </w:rPr>
        <w:fldChar w:fldCharType="separate"/>
      </w:r>
      <w:r w:rsidR="006D53AE" w:rsidRPr="00A00CE9">
        <w:rPr>
          <w:i w:val="0"/>
          <w:noProof/>
          <w:sz w:val="22"/>
          <w:szCs w:val="22"/>
        </w:rPr>
        <w:t>1</w:t>
      </w:r>
      <w:r w:rsidRPr="00A00CE9">
        <w:rPr>
          <w:i w:val="0"/>
          <w:noProof/>
          <w:sz w:val="22"/>
          <w:szCs w:val="22"/>
        </w:rPr>
        <w:fldChar w:fldCharType="end"/>
      </w:r>
    </w:p>
    <w:p w:rsidR="006E391F" w:rsidRPr="00A00CE9" w:rsidRDefault="006E391F">
      <w:pPr>
        <w:pStyle w:val="TOC2"/>
        <w:rPr>
          <w:i w:val="0"/>
          <w:noProof/>
          <w:sz w:val="22"/>
          <w:szCs w:val="22"/>
        </w:rPr>
      </w:pPr>
      <w:r w:rsidRPr="00A00CE9">
        <w:rPr>
          <w:i w:val="0"/>
          <w:noProof/>
          <w:sz w:val="22"/>
          <w:szCs w:val="22"/>
        </w:rPr>
        <w:t>2</w:t>
      </w:r>
      <w:r w:rsidRPr="00A00CE9">
        <w:rPr>
          <w:i w:val="0"/>
          <w:noProof/>
          <w:sz w:val="22"/>
          <w:szCs w:val="22"/>
        </w:rPr>
        <w:tab/>
        <w:t>Workshop toolkit</w:t>
      </w:r>
      <w:r w:rsidRPr="00A00CE9">
        <w:rPr>
          <w:i w:val="0"/>
          <w:noProof/>
          <w:sz w:val="22"/>
          <w:szCs w:val="22"/>
        </w:rPr>
        <w:tab/>
      </w:r>
      <w:r w:rsidR="004C5DDD" w:rsidRPr="00A00CE9">
        <w:rPr>
          <w:i w:val="0"/>
          <w:noProof/>
          <w:sz w:val="22"/>
          <w:szCs w:val="22"/>
        </w:rPr>
        <w:t>2</w:t>
      </w:r>
    </w:p>
    <w:p w:rsidR="006E391F" w:rsidRPr="00A00CE9" w:rsidRDefault="006E391F">
      <w:pPr>
        <w:pStyle w:val="TOC6"/>
        <w:rPr>
          <w:i w:val="0"/>
          <w:noProof/>
          <w:sz w:val="22"/>
          <w:szCs w:val="22"/>
        </w:rPr>
      </w:pPr>
      <w:r w:rsidRPr="00A00CE9">
        <w:rPr>
          <w:i w:val="0"/>
          <w:noProof/>
          <w:sz w:val="22"/>
          <w:szCs w:val="22"/>
        </w:rPr>
        <w:t>2.1</w:t>
      </w:r>
      <w:r w:rsidRPr="00A00CE9">
        <w:rPr>
          <w:i w:val="0"/>
          <w:noProof/>
          <w:sz w:val="22"/>
          <w:szCs w:val="22"/>
        </w:rPr>
        <w:tab/>
        <w:t>Simple strategic focusing principles</w:t>
      </w:r>
      <w:r w:rsidRPr="00A00CE9">
        <w:rPr>
          <w:i w:val="0"/>
          <w:noProof/>
          <w:sz w:val="22"/>
          <w:szCs w:val="22"/>
        </w:rPr>
        <w:tab/>
      </w:r>
      <w:r w:rsidR="004C5DDD" w:rsidRPr="00A00CE9">
        <w:rPr>
          <w:i w:val="0"/>
          <w:noProof/>
          <w:sz w:val="22"/>
          <w:szCs w:val="22"/>
        </w:rPr>
        <w:t>3</w:t>
      </w:r>
    </w:p>
    <w:p w:rsidR="006E391F" w:rsidRPr="00A00CE9" w:rsidRDefault="006E391F">
      <w:pPr>
        <w:pStyle w:val="TOC6"/>
        <w:rPr>
          <w:i w:val="0"/>
          <w:noProof/>
          <w:sz w:val="22"/>
          <w:szCs w:val="22"/>
        </w:rPr>
      </w:pPr>
      <w:r w:rsidRPr="00A00CE9">
        <w:rPr>
          <w:i w:val="0"/>
          <w:noProof/>
          <w:sz w:val="22"/>
          <w:szCs w:val="22"/>
        </w:rPr>
        <w:t>2.2</w:t>
      </w:r>
      <w:r w:rsidRPr="00A00CE9">
        <w:rPr>
          <w:i w:val="0"/>
          <w:noProof/>
          <w:sz w:val="22"/>
          <w:szCs w:val="22"/>
        </w:rPr>
        <w:tab/>
        <w:t>Business segmentation</w:t>
      </w:r>
      <w:r w:rsidRPr="00A00CE9">
        <w:rPr>
          <w:i w:val="0"/>
          <w:noProof/>
          <w:sz w:val="22"/>
          <w:szCs w:val="22"/>
        </w:rPr>
        <w:tab/>
      </w:r>
      <w:r w:rsidR="004C5DDD" w:rsidRPr="00A00CE9">
        <w:rPr>
          <w:i w:val="0"/>
          <w:noProof/>
          <w:sz w:val="22"/>
          <w:szCs w:val="22"/>
        </w:rPr>
        <w:t>4</w:t>
      </w:r>
    </w:p>
    <w:p w:rsidR="006E391F" w:rsidRPr="00A00CE9" w:rsidRDefault="006E391F">
      <w:pPr>
        <w:pStyle w:val="TOC6"/>
        <w:rPr>
          <w:i w:val="0"/>
          <w:noProof/>
          <w:sz w:val="22"/>
          <w:szCs w:val="22"/>
        </w:rPr>
      </w:pPr>
      <w:r w:rsidRPr="00A00CE9">
        <w:rPr>
          <w:i w:val="0"/>
          <w:noProof/>
          <w:sz w:val="22"/>
          <w:szCs w:val="22"/>
        </w:rPr>
        <w:t>2.3</w:t>
      </w:r>
      <w:r w:rsidRPr="00A00CE9">
        <w:rPr>
          <w:i w:val="0"/>
          <w:noProof/>
          <w:sz w:val="22"/>
          <w:szCs w:val="22"/>
        </w:rPr>
        <w:tab/>
        <w:t>Pest analysis</w:t>
      </w:r>
      <w:r w:rsidRPr="00A00CE9">
        <w:rPr>
          <w:i w:val="0"/>
          <w:noProof/>
          <w:sz w:val="22"/>
          <w:szCs w:val="22"/>
        </w:rPr>
        <w:tab/>
      </w:r>
      <w:r w:rsidR="004C5DDD" w:rsidRPr="00A00CE9">
        <w:rPr>
          <w:i w:val="0"/>
          <w:noProof/>
          <w:sz w:val="22"/>
          <w:szCs w:val="22"/>
        </w:rPr>
        <w:t>5</w:t>
      </w:r>
    </w:p>
    <w:p w:rsidR="006E391F" w:rsidRPr="00A00CE9" w:rsidRDefault="006E391F">
      <w:pPr>
        <w:pStyle w:val="TOC6"/>
        <w:rPr>
          <w:i w:val="0"/>
          <w:noProof/>
          <w:sz w:val="22"/>
          <w:szCs w:val="22"/>
        </w:rPr>
      </w:pPr>
      <w:r w:rsidRPr="00A00CE9">
        <w:rPr>
          <w:i w:val="0"/>
          <w:noProof/>
          <w:sz w:val="22"/>
          <w:szCs w:val="22"/>
        </w:rPr>
        <w:t>2.4</w:t>
      </w:r>
      <w:r w:rsidRPr="00A00CE9">
        <w:rPr>
          <w:i w:val="0"/>
          <w:noProof/>
          <w:sz w:val="22"/>
          <w:szCs w:val="22"/>
        </w:rPr>
        <w:tab/>
        <w:t>Key influences</w:t>
      </w:r>
      <w:r w:rsidRPr="00A00CE9">
        <w:rPr>
          <w:i w:val="0"/>
          <w:noProof/>
          <w:sz w:val="22"/>
          <w:szCs w:val="22"/>
        </w:rPr>
        <w:tab/>
      </w:r>
      <w:r w:rsidR="004C5DDD" w:rsidRPr="00A00CE9">
        <w:rPr>
          <w:i w:val="0"/>
          <w:noProof/>
          <w:sz w:val="22"/>
          <w:szCs w:val="22"/>
        </w:rPr>
        <w:t>6</w:t>
      </w:r>
    </w:p>
    <w:p w:rsidR="006E391F" w:rsidRPr="00A00CE9" w:rsidRDefault="006E391F">
      <w:pPr>
        <w:pStyle w:val="TOC6"/>
        <w:rPr>
          <w:i w:val="0"/>
          <w:noProof/>
          <w:sz w:val="22"/>
          <w:szCs w:val="22"/>
        </w:rPr>
      </w:pPr>
      <w:r w:rsidRPr="00A00CE9">
        <w:rPr>
          <w:i w:val="0"/>
          <w:noProof/>
          <w:sz w:val="22"/>
          <w:szCs w:val="22"/>
        </w:rPr>
        <w:t>2.5</w:t>
      </w:r>
      <w:r w:rsidRPr="00A00CE9">
        <w:rPr>
          <w:i w:val="0"/>
          <w:noProof/>
          <w:sz w:val="22"/>
          <w:szCs w:val="22"/>
        </w:rPr>
        <w:tab/>
        <w:t>Business attractiveness analysis</w:t>
      </w:r>
      <w:r w:rsidRPr="00A00CE9">
        <w:rPr>
          <w:i w:val="0"/>
          <w:noProof/>
          <w:sz w:val="22"/>
          <w:szCs w:val="22"/>
        </w:rPr>
        <w:tab/>
      </w:r>
      <w:r w:rsidR="004C5DDD" w:rsidRPr="00A00CE9">
        <w:rPr>
          <w:i w:val="0"/>
          <w:noProof/>
          <w:sz w:val="22"/>
          <w:szCs w:val="22"/>
        </w:rPr>
        <w:t>7</w:t>
      </w:r>
    </w:p>
    <w:p w:rsidR="006E391F" w:rsidRPr="00A00CE9" w:rsidRDefault="006E391F">
      <w:pPr>
        <w:pStyle w:val="TOC6"/>
        <w:rPr>
          <w:i w:val="0"/>
          <w:noProof/>
          <w:sz w:val="22"/>
          <w:szCs w:val="22"/>
        </w:rPr>
      </w:pPr>
      <w:r w:rsidRPr="00A00CE9">
        <w:rPr>
          <w:i w:val="0"/>
          <w:noProof/>
          <w:sz w:val="22"/>
          <w:szCs w:val="22"/>
        </w:rPr>
        <w:t>2.6</w:t>
      </w:r>
      <w:r w:rsidRPr="00A00CE9">
        <w:rPr>
          <w:i w:val="0"/>
          <w:noProof/>
          <w:sz w:val="22"/>
          <w:szCs w:val="22"/>
        </w:rPr>
        <w:tab/>
        <w:t>Competitor analysis/Competitive strategy</w:t>
      </w:r>
      <w:r w:rsidRPr="00A00CE9">
        <w:rPr>
          <w:i w:val="0"/>
          <w:noProof/>
          <w:sz w:val="22"/>
          <w:szCs w:val="22"/>
        </w:rPr>
        <w:tab/>
      </w:r>
      <w:r w:rsidR="004C5DDD" w:rsidRPr="00A00CE9">
        <w:rPr>
          <w:i w:val="0"/>
          <w:noProof/>
          <w:sz w:val="22"/>
          <w:szCs w:val="22"/>
        </w:rPr>
        <w:t>8</w:t>
      </w:r>
    </w:p>
    <w:p w:rsidR="006E391F" w:rsidRPr="00A00CE9" w:rsidRDefault="006E391F">
      <w:pPr>
        <w:pStyle w:val="TOC6"/>
        <w:rPr>
          <w:i w:val="0"/>
          <w:noProof/>
          <w:sz w:val="22"/>
          <w:szCs w:val="22"/>
        </w:rPr>
      </w:pPr>
      <w:r w:rsidRPr="00A00CE9">
        <w:rPr>
          <w:i w:val="0"/>
          <w:noProof/>
          <w:sz w:val="22"/>
          <w:szCs w:val="22"/>
        </w:rPr>
        <w:t>2.7</w:t>
      </w:r>
      <w:r w:rsidRPr="00A00CE9">
        <w:rPr>
          <w:i w:val="0"/>
          <w:noProof/>
          <w:sz w:val="22"/>
          <w:szCs w:val="22"/>
        </w:rPr>
        <w:tab/>
        <w:t>Understanding business growth and diversification</w:t>
      </w:r>
      <w:r w:rsidRPr="00A00CE9">
        <w:rPr>
          <w:i w:val="0"/>
          <w:noProof/>
          <w:sz w:val="22"/>
          <w:szCs w:val="22"/>
        </w:rPr>
        <w:tab/>
      </w:r>
      <w:r w:rsidR="004C5DDD" w:rsidRPr="00A00CE9">
        <w:rPr>
          <w:i w:val="0"/>
          <w:noProof/>
          <w:sz w:val="22"/>
          <w:szCs w:val="22"/>
        </w:rPr>
        <w:t>9</w:t>
      </w:r>
    </w:p>
    <w:p w:rsidR="006E391F" w:rsidRPr="00A00CE9" w:rsidRDefault="006E391F">
      <w:pPr>
        <w:pStyle w:val="TOC6"/>
        <w:rPr>
          <w:i w:val="0"/>
          <w:noProof/>
          <w:sz w:val="22"/>
          <w:szCs w:val="22"/>
        </w:rPr>
      </w:pPr>
      <w:r w:rsidRPr="00A00CE9">
        <w:rPr>
          <w:i w:val="0"/>
          <w:noProof/>
          <w:sz w:val="22"/>
          <w:szCs w:val="22"/>
        </w:rPr>
        <w:t>2.8</w:t>
      </w:r>
      <w:r w:rsidRPr="00A00CE9">
        <w:rPr>
          <w:i w:val="0"/>
          <w:noProof/>
          <w:sz w:val="22"/>
          <w:szCs w:val="22"/>
        </w:rPr>
        <w:tab/>
        <w:t>Strategic SWOT for strategy development</w:t>
      </w:r>
      <w:r w:rsidRPr="00A00CE9">
        <w:rPr>
          <w:i w:val="0"/>
          <w:noProof/>
          <w:sz w:val="22"/>
          <w:szCs w:val="22"/>
        </w:rPr>
        <w:tab/>
      </w:r>
      <w:r w:rsidR="004C5DDD" w:rsidRPr="00A00CE9">
        <w:rPr>
          <w:i w:val="0"/>
          <w:noProof/>
          <w:sz w:val="22"/>
          <w:szCs w:val="22"/>
        </w:rPr>
        <w:t>10</w:t>
      </w:r>
    </w:p>
    <w:p w:rsidR="006E391F" w:rsidRPr="00A00CE9" w:rsidRDefault="006E391F">
      <w:pPr>
        <w:pStyle w:val="TOC6"/>
        <w:rPr>
          <w:i w:val="0"/>
          <w:noProof/>
          <w:sz w:val="22"/>
          <w:szCs w:val="22"/>
        </w:rPr>
      </w:pPr>
      <w:r w:rsidRPr="00A00CE9">
        <w:rPr>
          <w:i w:val="0"/>
          <w:noProof/>
          <w:sz w:val="22"/>
          <w:szCs w:val="22"/>
        </w:rPr>
        <w:t>2.9</w:t>
      </w:r>
      <w:r w:rsidRPr="00A00CE9">
        <w:rPr>
          <w:i w:val="0"/>
          <w:noProof/>
          <w:sz w:val="22"/>
          <w:szCs w:val="22"/>
        </w:rPr>
        <w:tab/>
        <w:t>Objectives, KPIs and critical things</w:t>
      </w:r>
      <w:r w:rsidRPr="00A00CE9">
        <w:rPr>
          <w:i w:val="0"/>
          <w:noProof/>
          <w:sz w:val="22"/>
          <w:szCs w:val="22"/>
        </w:rPr>
        <w:tab/>
      </w:r>
      <w:r w:rsidR="004C5DDD" w:rsidRPr="00A00CE9">
        <w:rPr>
          <w:i w:val="0"/>
          <w:noProof/>
          <w:sz w:val="22"/>
          <w:szCs w:val="22"/>
        </w:rPr>
        <w:t>11</w:t>
      </w:r>
    </w:p>
    <w:p w:rsidR="006E391F" w:rsidRPr="00A00CE9" w:rsidRDefault="006E391F">
      <w:pPr>
        <w:pStyle w:val="TOC6"/>
        <w:rPr>
          <w:i w:val="0"/>
          <w:noProof/>
          <w:sz w:val="22"/>
          <w:szCs w:val="22"/>
        </w:rPr>
      </w:pPr>
      <w:r w:rsidRPr="00A00CE9">
        <w:rPr>
          <w:i w:val="0"/>
          <w:noProof/>
          <w:sz w:val="22"/>
          <w:szCs w:val="22"/>
        </w:rPr>
        <w:t>2.10</w:t>
      </w:r>
      <w:r w:rsidRPr="00A00CE9">
        <w:rPr>
          <w:i w:val="0"/>
          <w:noProof/>
          <w:sz w:val="22"/>
          <w:szCs w:val="22"/>
        </w:rPr>
        <w:tab/>
        <w:t>Impact/Ease: Establishing the priorities</w:t>
      </w:r>
      <w:r w:rsidRPr="00A00CE9">
        <w:rPr>
          <w:i w:val="0"/>
          <w:noProof/>
          <w:sz w:val="22"/>
          <w:szCs w:val="22"/>
        </w:rPr>
        <w:tab/>
      </w:r>
      <w:r w:rsidR="004C5DDD" w:rsidRPr="00A00CE9">
        <w:rPr>
          <w:i w:val="0"/>
          <w:noProof/>
          <w:sz w:val="22"/>
          <w:szCs w:val="22"/>
        </w:rPr>
        <w:t>12</w:t>
      </w:r>
    </w:p>
    <w:p w:rsidR="006E391F" w:rsidRPr="00A00CE9" w:rsidRDefault="006E391F">
      <w:pPr>
        <w:pStyle w:val="TOC6"/>
        <w:rPr>
          <w:i w:val="0"/>
          <w:noProof/>
          <w:sz w:val="22"/>
          <w:szCs w:val="22"/>
        </w:rPr>
      </w:pPr>
      <w:r w:rsidRPr="00A00CE9">
        <w:rPr>
          <w:i w:val="0"/>
          <w:noProof/>
          <w:sz w:val="22"/>
          <w:szCs w:val="22"/>
        </w:rPr>
        <w:t>2.11</w:t>
      </w:r>
      <w:r w:rsidRPr="00A00CE9">
        <w:rPr>
          <w:i w:val="0"/>
          <w:noProof/>
          <w:sz w:val="22"/>
          <w:szCs w:val="22"/>
        </w:rPr>
        <w:tab/>
        <w:t>Impact/Ease matrix – Graphing the priorities</w:t>
      </w:r>
      <w:r w:rsidRPr="00A00CE9">
        <w:rPr>
          <w:i w:val="0"/>
          <w:noProof/>
          <w:sz w:val="22"/>
          <w:szCs w:val="22"/>
        </w:rPr>
        <w:tab/>
      </w:r>
      <w:r w:rsidR="00677D89" w:rsidRPr="00A00CE9">
        <w:rPr>
          <w:i w:val="0"/>
          <w:noProof/>
          <w:sz w:val="22"/>
          <w:szCs w:val="22"/>
        </w:rPr>
        <w:fldChar w:fldCharType="begin"/>
      </w:r>
      <w:r w:rsidRPr="00A00CE9">
        <w:rPr>
          <w:i w:val="0"/>
          <w:noProof/>
          <w:sz w:val="22"/>
          <w:szCs w:val="22"/>
        </w:rPr>
        <w:instrText xml:space="preserve"> PAGEREF _Toc277325442 \h </w:instrText>
      </w:r>
      <w:r w:rsidR="00677D89" w:rsidRPr="00A00CE9">
        <w:rPr>
          <w:i w:val="0"/>
          <w:noProof/>
          <w:sz w:val="22"/>
          <w:szCs w:val="22"/>
        </w:rPr>
      </w:r>
      <w:r w:rsidR="00677D89" w:rsidRPr="00A00CE9">
        <w:rPr>
          <w:i w:val="0"/>
          <w:noProof/>
          <w:sz w:val="22"/>
          <w:szCs w:val="22"/>
        </w:rPr>
        <w:fldChar w:fldCharType="separate"/>
      </w:r>
      <w:r w:rsidR="006D53AE" w:rsidRPr="00A00CE9">
        <w:rPr>
          <w:i w:val="0"/>
          <w:noProof/>
          <w:sz w:val="22"/>
          <w:szCs w:val="22"/>
        </w:rPr>
        <w:t>1</w:t>
      </w:r>
      <w:r w:rsidR="00677D89" w:rsidRPr="00A00CE9">
        <w:rPr>
          <w:i w:val="0"/>
          <w:noProof/>
          <w:sz w:val="22"/>
          <w:szCs w:val="22"/>
        </w:rPr>
        <w:fldChar w:fldCharType="end"/>
      </w:r>
      <w:r w:rsidR="004C5DDD" w:rsidRPr="00A00CE9">
        <w:rPr>
          <w:i w:val="0"/>
          <w:noProof/>
          <w:sz w:val="22"/>
          <w:szCs w:val="22"/>
        </w:rPr>
        <w:t>3</w:t>
      </w:r>
    </w:p>
    <w:p w:rsidR="006E391F" w:rsidRPr="00A00CE9" w:rsidRDefault="006E391F">
      <w:pPr>
        <w:pStyle w:val="TOC6"/>
        <w:rPr>
          <w:i w:val="0"/>
          <w:noProof/>
          <w:sz w:val="22"/>
          <w:szCs w:val="22"/>
        </w:rPr>
      </w:pPr>
      <w:r w:rsidRPr="00A00CE9">
        <w:rPr>
          <w:i w:val="0"/>
          <w:noProof/>
          <w:sz w:val="22"/>
          <w:szCs w:val="22"/>
        </w:rPr>
        <w:t>2.12</w:t>
      </w:r>
      <w:r w:rsidRPr="00A00CE9">
        <w:rPr>
          <w:i w:val="0"/>
          <w:noProof/>
          <w:sz w:val="22"/>
          <w:szCs w:val="22"/>
        </w:rPr>
        <w:tab/>
        <w:t>Action planning</w:t>
      </w:r>
      <w:r w:rsidRPr="00A00CE9">
        <w:rPr>
          <w:i w:val="0"/>
          <w:noProof/>
          <w:sz w:val="22"/>
          <w:szCs w:val="22"/>
        </w:rPr>
        <w:tab/>
      </w:r>
      <w:r w:rsidR="004C5DDD" w:rsidRPr="00A00CE9">
        <w:rPr>
          <w:i w:val="0"/>
          <w:noProof/>
          <w:sz w:val="22"/>
          <w:szCs w:val="22"/>
        </w:rPr>
        <w:t>14</w:t>
      </w:r>
    </w:p>
    <w:p w:rsidR="006E391F" w:rsidRPr="00A00CE9" w:rsidRDefault="006E391F" w:rsidP="00BC1001">
      <w:pPr>
        <w:pStyle w:val="TOC6"/>
        <w:ind w:left="0" w:firstLine="0"/>
        <w:rPr>
          <w:i w:val="0"/>
          <w:noProof/>
          <w:sz w:val="22"/>
          <w:szCs w:val="22"/>
        </w:rPr>
      </w:pPr>
    </w:p>
    <w:p w:rsidR="00FE15B4" w:rsidRPr="00851528" w:rsidRDefault="00677D89" w:rsidP="00FE15B4">
      <w:pPr>
        <w:pStyle w:val="PwCNormal"/>
        <w:numPr>
          <w:ilvl w:val="0"/>
          <w:numId w:val="0"/>
        </w:numPr>
        <w:rPr>
          <w:sz w:val="22"/>
          <w:szCs w:val="22"/>
        </w:rPr>
      </w:pPr>
      <w:r w:rsidRPr="00A00CE9">
        <w:rPr>
          <w:rFonts w:ascii="Arial" w:hAnsi="Arial"/>
          <w:i w:val="0"/>
          <w:color w:val="464D53" w:themeColor="text2"/>
          <w:sz w:val="22"/>
          <w:szCs w:val="22"/>
        </w:rPr>
        <w:fldChar w:fldCharType="end"/>
      </w:r>
    </w:p>
    <w:p w:rsidR="00FE15B4" w:rsidRPr="00851528" w:rsidRDefault="00FE15B4" w:rsidP="00C4373C">
      <w:pPr>
        <w:pStyle w:val="DanielsandCoNormal"/>
        <w:framePr w:wrap="around"/>
        <w:rPr>
          <w:sz w:val="22"/>
          <w:szCs w:val="22"/>
        </w:rPr>
        <w:sectPr w:rsidR="00FE15B4" w:rsidRPr="00851528" w:rsidSect="00FF1D91">
          <w:headerReference w:type="even" r:id="rId9"/>
          <w:headerReference w:type="default" r:id="rId10"/>
          <w:footerReference w:type="even" r:id="rId11"/>
          <w:footerReference w:type="default" r:id="rId12"/>
          <w:headerReference w:type="first" r:id="rId13"/>
          <w:footerReference w:type="first" r:id="rId14"/>
          <w:type w:val="oddPage"/>
          <w:pgSz w:w="16840" w:h="11907" w:orient="landscape" w:code="9"/>
          <w:pgMar w:top="1134" w:right="567" w:bottom="992" w:left="3317" w:header="567" w:footer="567" w:gutter="227"/>
          <w:pgBorders w:offsetFrom="page">
            <w:top w:val="single" w:sz="6" w:space="24" w:color="464D53" w:themeColor="text2"/>
            <w:left w:val="single" w:sz="6" w:space="24" w:color="464D53" w:themeColor="text2"/>
          </w:pgBorders>
          <w:pgNumType w:fmt="lowerRoman"/>
          <w:cols w:space="227"/>
          <w:titlePg/>
          <w:docGrid w:linePitch="360"/>
        </w:sectPr>
      </w:pPr>
    </w:p>
    <w:p w:rsidR="00D033FE" w:rsidRPr="007E2222" w:rsidRDefault="00D04CF8" w:rsidP="00E12750">
      <w:pPr>
        <w:pStyle w:val="Heading2"/>
        <w:rPr>
          <w:sz w:val="32"/>
          <w:szCs w:val="32"/>
        </w:rPr>
      </w:pPr>
      <w:bookmarkStart w:id="1" w:name="_Toc277325430"/>
      <w:r w:rsidRPr="007E2222">
        <w:rPr>
          <w:sz w:val="32"/>
          <w:szCs w:val="32"/>
        </w:rPr>
        <w:lastRenderedPageBreak/>
        <w:t xml:space="preserve">1         </w:t>
      </w:r>
      <w:r w:rsidR="007D39E2" w:rsidRPr="007E2222">
        <w:rPr>
          <w:sz w:val="32"/>
          <w:szCs w:val="32"/>
        </w:rPr>
        <w:t>Now, where, how</w:t>
      </w:r>
      <w:bookmarkEnd w:id="1"/>
    </w:p>
    <w:tbl>
      <w:tblPr>
        <w:tblStyle w:val="Newtable2"/>
        <w:tblW w:w="13008" w:type="dxa"/>
        <w:tblLayout w:type="fixed"/>
        <w:tblLook w:val="04A0"/>
      </w:tblPr>
      <w:tblGrid>
        <w:gridCol w:w="1064"/>
        <w:gridCol w:w="1065"/>
        <w:gridCol w:w="568"/>
        <w:gridCol w:w="1066"/>
        <w:gridCol w:w="662"/>
        <w:gridCol w:w="404"/>
        <w:gridCol w:w="807"/>
        <w:gridCol w:w="236"/>
        <w:gridCol w:w="331"/>
        <w:gridCol w:w="139"/>
        <w:gridCol w:w="73"/>
        <w:gridCol w:w="47"/>
        <w:gridCol w:w="308"/>
        <w:gridCol w:w="425"/>
        <w:gridCol w:w="333"/>
        <w:gridCol w:w="236"/>
        <w:gridCol w:w="331"/>
        <w:gridCol w:w="92"/>
        <w:gridCol w:w="236"/>
        <w:gridCol w:w="738"/>
        <w:gridCol w:w="1066"/>
        <w:gridCol w:w="228"/>
        <w:gridCol w:w="15"/>
        <w:gridCol w:w="324"/>
        <w:gridCol w:w="521"/>
        <w:gridCol w:w="550"/>
        <w:gridCol w:w="295"/>
        <w:gridCol w:w="848"/>
      </w:tblGrid>
      <w:tr w:rsidR="002930AC" w:rsidTr="00516B90">
        <w:tc>
          <w:tcPr>
            <w:tcW w:w="4425" w:type="dxa"/>
            <w:gridSpan w:val="5"/>
            <w:vMerge w:val="restart"/>
            <w:shd w:val="clear" w:color="auto" w:fill="FCE4D2" w:themeFill="accent5" w:themeFillTint="33"/>
          </w:tcPr>
          <w:p w:rsidR="002930AC" w:rsidRPr="00D04CF8" w:rsidRDefault="002930AC" w:rsidP="002930AC">
            <w:pPr>
              <w:pStyle w:val="KeySentenceheading8pt"/>
              <w:rPr>
                <w:color w:val="F37B20" w:themeColor="accent5"/>
              </w:rPr>
            </w:pPr>
            <w:r w:rsidRPr="00D04CF8">
              <w:rPr>
                <w:color w:val="F37B20" w:themeColor="accent5"/>
              </w:rPr>
              <w:t>Our current situation:</w:t>
            </w:r>
          </w:p>
          <w:p w:rsidR="002930AC" w:rsidRDefault="002930AC" w:rsidP="002930AC">
            <w:pPr>
              <w:pStyle w:val="TableBullet1Small"/>
            </w:pPr>
          </w:p>
        </w:tc>
        <w:tc>
          <w:tcPr>
            <w:tcW w:w="1211" w:type="dxa"/>
            <w:gridSpan w:val="2"/>
            <w:vMerge w:val="restart"/>
            <w:tcBorders>
              <w:left w:val="nil"/>
            </w:tcBorders>
            <w:shd w:val="clear" w:color="auto" w:fill="auto"/>
          </w:tcPr>
          <w:p w:rsidR="002930AC" w:rsidRDefault="002930AC" w:rsidP="00071B25">
            <w:pPr>
              <w:pStyle w:val="KeySentenceheading8pt"/>
              <w:jc w:val="center"/>
            </w:pPr>
          </w:p>
          <w:p w:rsidR="002930AC" w:rsidRDefault="002930AC" w:rsidP="00071B25">
            <w:pPr>
              <w:pStyle w:val="KeySentenceheading8pt"/>
              <w:jc w:val="center"/>
            </w:pPr>
          </w:p>
          <w:p w:rsidR="002930AC" w:rsidRPr="002930AC" w:rsidRDefault="002930AC" w:rsidP="00071B25">
            <w:pPr>
              <w:pStyle w:val="KeySentenceheading8pt"/>
              <w:jc w:val="center"/>
              <w:rPr>
                <w:color w:val="auto"/>
                <w:sz w:val="20"/>
                <w:szCs w:val="20"/>
              </w:rPr>
            </w:pPr>
            <w:r w:rsidRPr="002930AC">
              <w:rPr>
                <w:color w:val="auto"/>
                <w:sz w:val="20"/>
                <w:szCs w:val="20"/>
              </w:rPr>
              <w:t>Now</w:t>
            </w:r>
          </w:p>
        </w:tc>
        <w:tc>
          <w:tcPr>
            <w:tcW w:w="1559" w:type="dxa"/>
            <w:gridSpan w:val="7"/>
            <w:shd w:val="clear" w:color="auto" w:fill="auto"/>
          </w:tcPr>
          <w:p w:rsidR="002930AC" w:rsidRDefault="002930AC" w:rsidP="007625B3">
            <w:pPr>
              <w:pStyle w:val="TableTextNormal"/>
            </w:pPr>
          </w:p>
        </w:tc>
        <w:tc>
          <w:tcPr>
            <w:tcW w:w="992" w:type="dxa"/>
            <w:gridSpan w:val="4"/>
            <w:vMerge w:val="restart"/>
            <w:shd w:val="clear" w:color="auto" w:fill="auto"/>
          </w:tcPr>
          <w:p w:rsidR="002930AC" w:rsidRDefault="002930AC" w:rsidP="0012160A">
            <w:pPr>
              <w:pStyle w:val="KeySentenceheading8pt"/>
              <w:jc w:val="center"/>
            </w:pPr>
          </w:p>
          <w:p w:rsidR="002930AC" w:rsidRDefault="002930AC" w:rsidP="0012160A">
            <w:pPr>
              <w:pStyle w:val="KeySentenceheading8pt"/>
              <w:jc w:val="center"/>
            </w:pPr>
          </w:p>
          <w:p w:rsidR="002930AC" w:rsidRPr="002930AC" w:rsidRDefault="002930AC" w:rsidP="0012160A">
            <w:pPr>
              <w:pStyle w:val="KeySentenceheading8pt"/>
              <w:jc w:val="center"/>
              <w:rPr>
                <w:color w:val="auto"/>
                <w:sz w:val="20"/>
                <w:szCs w:val="20"/>
              </w:rPr>
            </w:pPr>
            <w:r w:rsidRPr="002930AC">
              <w:rPr>
                <w:color w:val="auto"/>
                <w:sz w:val="20"/>
                <w:szCs w:val="20"/>
              </w:rPr>
              <w:t>Where</w:t>
            </w:r>
          </w:p>
        </w:tc>
        <w:tc>
          <w:tcPr>
            <w:tcW w:w="4821" w:type="dxa"/>
            <w:gridSpan w:val="10"/>
            <w:vMerge w:val="restart"/>
            <w:shd w:val="clear" w:color="auto" w:fill="FCE4D2" w:themeFill="accent5" w:themeFillTint="33"/>
          </w:tcPr>
          <w:p w:rsidR="002930AC" w:rsidRPr="00D04CF8" w:rsidRDefault="002930AC" w:rsidP="003761F8">
            <w:pPr>
              <w:pStyle w:val="KeySentenceheading8pt"/>
              <w:rPr>
                <w:color w:val="F37B20" w:themeColor="accent5"/>
              </w:rPr>
            </w:pPr>
            <w:r w:rsidRPr="00D04CF8">
              <w:rPr>
                <w:color w:val="F37B20" w:themeColor="accent5"/>
              </w:rPr>
              <w:t>Our vision comprises the following key objectives:</w:t>
            </w:r>
          </w:p>
          <w:p w:rsidR="002930AC" w:rsidRPr="00D04CF8" w:rsidRDefault="002930AC" w:rsidP="003761F8">
            <w:pPr>
              <w:pStyle w:val="TableBullet1Small"/>
              <w:rPr>
                <w:color w:val="F37B20" w:themeColor="accent5"/>
              </w:rPr>
            </w:pPr>
          </w:p>
          <w:p w:rsidR="002930AC" w:rsidRPr="00D04CF8" w:rsidRDefault="007F204D" w:rsidP="003761F8">
            <w:pPr>
              <w:pStyle w:val="KeySentenceheading8pt"/>
              <w:rPr>
                <w:color w:val="F37B20" w:themeColor="accent5"/>
              </w:rPr>
            </w:pPr>
            <w:r>
              <w:rPr>
                <w:color w:val="F37B20" w:themeColor="accent5"/>
              </w:rPr>
              <w:t>The critical things to D</w:t>
            </w:r>
            <w:r w:rsidR="002930AC" w:rsidRPr="00D04CF8">
              <w:rPr>
                <w:color w:val="F37B20" w:themeColor="accent5"/>
              </w:rPr>
              <w:t>ecember 2009 are</w:t>
            </w:r>
          </w:p>
          <w:p w:rsidR="002930AC" w:rsidRPr="00D04CF8" w:rsidRDefault="002930AC" w:rsidP="003761F8">
            <w:pPr>
              <w:pStyle w:val="TableBullet1Small"/>
              <w:rPr>
                <w:color w:val="F37B20" w:themeColor="accent5"/>
              </w:rPr>
            </w:pPr>
          </w:p>
          <w:p w:rsidR="002930AC" w:rsidRPr="007625B3" w:rsidRDefault="002930AC" w:rsidP="003761F8">
            <w:pPr>
              <w:pStyle w:val="KeySentenceheading8pt"/>
            </w:pPr>
            <w:r w:rsidRPr="00D04CF8">
              <w:rPr>
                <w:color w:val="F37B20" w:themeColor="accent5"/>
              </w:rPr>
              <w:t>Key performance targets</w:t>
            </w:r>
          </w:p>
        </w:tc>
      </w:tr>
      <w:tr w:rsidR="002930AC" w:rsidTr="00516B90">
        <w:trPr>
          <w:trHeight w:val="953"/>
        </w:trPr>
        <w:tc>
          <w:tcPr>
            <w:tcW w:w="4425" w:type="dxa"/>
            <w:gridSpan w:val="5"/>
            <w:vMerge/>
            <w:tcBorders>
              <w:top w:val="single" w:sz="4" w:space="0" w:color="F37B20"/>
            </w:tcBorders>
            <w:shd w:val="clear" w:color="auto" w:fill="FCE4D2" w:themeFill="accent5" w:themeFillTint="33"/>
          </w:tcPr>
          <w:p w:rsidR="002930AC" w:rsidRDefault="002930AC" w:rsidP="007625B3">
            <w:pPr>
              <w:pStyle w:val="KeySentenceheading"/>
            </w:pPr>
          </w:p>
        </w:tc>
        <w:tc>
          <w:tcPr>
            <w:tcW w:w="1211" w:type="dxa"/>
            <w:gridSpan w:val="2"/>
            <w:vMerge/>
            <w:tcBorders>
              <w:left w:val="nil"/>
            </w:tcBorders>
            <w:shd w:val="clear" w:color="auto" w:fill="auto"/>
          </w:tcPr>
          <w:p w:rsidR="002930AC" w:rsidRDefault="002930AC" w:rsidP="007625B3">
            <w:pPr>
              <w:pStyle w:val="KeySentenceheading"/>
            </w:pPr>
          </w:p>
        </w:tc>
        <w:tc>
          <w:tcPr>
            <w:tcW w:w="1559" w:type="dxa"/>
            <w:gridSpan w:val="7"/>
            <w:shd w:val="clear" w:color="auto" w:fill="FCE4D2" w:themeFill="accent5" w:themeFillTint="33"/>
          </w:tcPr>
          <w:p w:rsidR="002930AC" w:rsidRPr="00D04CF8" w:rsidRDefault="002930AC" w:rsidP="00B2698D">
            <w:pPr>
              <w:pStyle w:val="KeySentenceheading8pt"/>
              <w:jc w:val="center"/>
              <w:rPr>
                <w:color w:val="F37B20" w:themeColor="accent5"/>
              </w:rPr>
            </w:pPr>
            <w:r w:rsidRPr="00D04CF8">
              <w:rPr>
                <w:color w:val="F37B20" w:themeColor="accent5"/>
              </w:rPr>
              <w:t>Name</w:t>
            </w:r>
          </w:p>
          <w:p w:rsidR="002930AC" w:rsidRDefault="002930AC" w:rsidP="002930AC">
            <w:pPr>
              <w:pStyle w:val="TableTextSmall"/>
              <w:jc w:val="center"/>
            </w:pPr>
            <w:r>
              <w:t>Strategic Plan</w:t>
            </w:r>
            <w:r>
              <w:br/>
              <w:t>2010-2013</w:t>
            </w:r>
          </w:p>
        </w:tc>
        <w:tc>
          <w:tcPr>
            <w:tcW w:w="992" w:type="dxa"/>
            <w:gridSpan w:val="4"/>
            <w:vMerge/>
            <w:tcBorders>
              <w:left w:val="nil"/>
            </w:tcBorders>
            <w:shd w:val="clear" w:color="auto" w:fill="auto"/>
          </w:tcPr>
          <w:p w:rsidR="002930AC" w:rsidRDefault="002930AC" w:rsidP="007625B3">
            <w:pPr>
              <w:pStyle w:val="KeySentenceheading"/>
            </w:pPr>
          </w:p>
        </w:tc>
        <w:tc>
          <w:tcPr>
            <w:tcW w:w="4821" w:type="dxa"/>
            <w:gridSpan w:val="10"/>
            <w:vMerge/>
            <w:shd w:val="clear" w:color="auto" w:fill="FCE4D2" w:themeFill="accent5" w:themeFillTint="33"/>
          </w:tcPr>
          <w:p w:rsidR="002930AC" w:rsidRDefault="002930AC" w:rsidP="007625B3">
            <w:pPr>
              <w:pStyle w:val="KeySentenceheading"/>
            </w:pPr>
          </w:p>
        </w:tc>
      </w:tr>
      <w:tr w:rsidR="002930AC" w:rsidTr="00516B90">
        <w:trPr>
          <w:trHeight w:val="628"/>
        </w:trPr>
        <w:tc>
          <w:tcPr>
            <w:tcW w:w="4425" w:type="dxa"/>
            <w:gridSpan w:val="5"/>
            <w:vMerge/>
            <w:tcBorders>
              <w:top w:val="single" w:sz="4" w:space="0" w:color="F37B20"/>
            </w:tcBorders>
            <w:shd w:val="clear" w:color="auto" w:fill="FCE4D2" w:themeFill="accent5" w:themeFillTint="33"/>
          </w:tcPr>
          <w:p w:rsidR="002930AC" w:rsidRDefault="002930AC" w:rsidP="007625B3">
            <w:pPr>
              <w:pStyle w:val="KeySentenceheading"/>
            </w:pPr>
          </w:p>
        </w:tc>
        <w:tc>
          <w:tcPr>
            <w:tcW w:w="1211" w:type="dxa"/>
            <w:gridSpan w:val="2"/>
            <w:vMerge/>
            <w:tcBorders>
              <w:left w:val="nil"/>
              <w:bottom w:val="nil"/>
            </w:tcBorders>
            <w:shd w:val="clear" w:color="auto" w:fill="auto"/>
          </w:tcPr>
          <w:p w:rsidR="002930AC" w:rsidRDefault="002930AC" w:rsidP="007625B3">
            <w:pPr>
              <w:pStyle w:val="KeySentenceheading"/>
            </w:pPr>
          </w:p>
        </w:tc>
        <w:tc>
          <w:tcPr>
            <w:tcW w:w="779" w:type="dxa"/>
            <w:gridSpan w:val="4"/>
            <w:vMerge w:val="restart"/>
            <w:tcBorders>
              <w:bottom w:val="nil"/>
              <w:right w:val="single" w:sz="4" w:space="0" w:color="464D53" w:themeColor="text2"/>
            </w:tcBorders>
            <w:shd w:val="clear" w:color="auto" w:fill="auto"/>
          </w:tcPr>
          <w:p w:rsidR="002930AC" w:rsidRDefault="002930AC" w:rsidP="00B2698D">
            <w:pPr>
              <w:pStyle w:val="TableTextSmall"/>
            </w:pPr>
          </w:p>
        </w:tc>
        <w:tc>
          <w:tcPr>
            <w:tcW w:w="780" w:type="dxa"/>
            <w:gridSpan w:val="3"/>
            <w:vMerge w:val="restart"/>
            <w:tcBorders>
              <w:left w:val="single" w:sz="4" w:space="0" w:color="464D53" w:themeColor="text2"/>
              <w:bottom w:val="nil"/>
            </w:tcBorders>
            <w:shd w:val="clear" w:color="auto" w:fill="auto"/>
          </w:tcPr>
          <w:p w:rsidR="002930AC" w:rsidRDefault="002930AC" w:rsidP="00B2698D">
            <w:pPr>
              <w:pStyle w:val="TableTextSmall"/>
            </w:pPr>
          </w:p>
        </w:tc>
        <w:tc>
          <w:tcPr>
            <w:tcW w:w="992" w:type="dxa"/>
            <w:gridSpan w:val="4"/>
            <w:vMerge/>
            <w:tcBorders>
              <w:bottom w:val="nil"/>
            </w:tcBorders>
            <w:shd w:val="clear" w:color="auto" w:fill="auto"/>
          </w:tcPr>
          <w:p w:rsidR="002930AC" w:rsidRDefault="002930AC" w:rsidP="00B2698D">
            <w:pPr>
              <w:pStyle w:val="TableTextSmall"/>
            </w:pPr>
          </w:p>
        </w:tc>
        <w:tc>
          <w:tcPr>
            <w:tcW w:w="4821" w:type="dxa"/>
            <w:gridSpan w:val="10"/>
            <w:vMerge/>
            <w:tcBorders>
              <w:bottom w:val="nil"/>
            </w:tcBorders>
            <w:shd w:val="clear" w:color="auto" w:fill="FCE4D2" w:themeFill="accent5" w:themeFillTint="33"/>
          </w:tcPr>
          <w:p w:rsidR="002930AC" w:rsidRDefault="002930AC" w:rsidP="007625B3">
            <w:pPr>
              <w:pStyle w:val="KeySentenceheading"/>
            </w:pPr>
          </w:p>
        </w:tc>
      </w:tr>
      <w:tr w:rsidR="006D53AE" w:rsidTr="00516B90">
        <w:trPr>
          <w:trHeight w:val="58"/>
        </w:trPr>
        <w:tc>
          <w:tcPr>
            <w:tcW w:w="4425" w:type="dxa"/>
            <w:gridSpan w:val="5"/>
            <w:shd w:val="clear" w:color="auto" w:fill="auto"/>
          </w:tcPr>
          <w:p w:rsidR="006D53AE" w:rsidRDefault="006D53AE" w:rsidP="004B49DB">
            <w:pPr>
              <w:pStyle w:val="TableTextSmall"/>
            </w:pPr>
          </w:p>
        </w:tc>
        <w:tc>
          <w:tcPr>
            <w:tcW w:w="1211" w:type="dxa"/>
            <w:gridSpan w:val="2"/>
            <w:shd w:val="clear" w:color="auto" w:fill="auto"/>
          </w:tcPr>
          <w:p w:rsidR="006D53AE" w:rsidRDefault="006D53AE" w:rsidP="004B49DB">
            <w:pPr>
              <w:pStyle w:val="TableTextSmall"/>
            </w:pPr>
          </w:p>
        </w:tc>
        <w:tc>
          <w:tcPr>
            <w:tcW w:w="779" w:type="dxa"/>
            <w:gridSpan w:val="4"/>
            <w:vMerge/>
            <w:tcBorders>
              <w:right w:val="single" w:sz="4" w:space="0" w:color="464D53" w:themeColor="text2"/>
            </w:tcBorders>
            <w:shd w:val="clear" w:color="auto" w:fill="auto"/>
          </w:tcPr>
          <w:p w:rsidR="006D53AE" w:rsidRDefault="006D53AE" w:rsidP="0012160A">
            <w:pPr>
              <w:pStyle w:val="TableTextSmall"/>
            </w:pPr>
          </w:p>
        </w:tc>
        <w:tc>
          <w:tcPr>
            <w:tcW w:w="780" w:type="dxa"/>
            <w:gridSpan w:val="3"/>
            <w:vMerge/>
            <w:tcBorders>
              <w:left w:val="single" w:sz="4" w:space="0" w:color="464D53" w:themeColor="text2"/>
            </w:tcBorders>
            <w:shd w:val="clear" w:color="auto" w:fill="auto"/>
          </w:tcPr>
          <w:p w:rsidR="006D53AE" w:rsidRDefault="006D53AE" w:rsidP="0012160A">
            <w:pPr>
              <w:pStyle w:val="TableTextSmall"/>
            </w:pPr>
          </w:p>
        </w:tc>
        <w:tc>
          <w:tcPr>
            <w:tcW w:w="992" w:type="dxa"/>
            <w:gridSpan w:val="4"/>
            <w:shd w:val="clear" w:color="auto" w:fill="auto"/>
          </w:tcPr>
          <w:p w:rsidR="006D53AE" w:rsidRDefault="006D53AE" w:rsidP="0012160A">
            <w:pPr>
              <w:pStyle w:val="TableTextSmall"/>
            </w:pPr>
          </w:p>
        </w:tc>
        <w:tc>
          <w:tcPr>
            <w:tcW w:w="236" w:type="dxa"/>
            <w:shd w:val="clear" w:color="auto" w:fill="FCE4D2" w:themeFill="accent5" w:themeFillTint="33"/>
          </w:tcPr>
          <w:p w:rsidR="006D53AE" w:rsidRPr="003761F8" w:rsidRDefault="006D53AE" w:rsidP="0012160A">
            <w:pPr>
              <w:pStyle w:val="TableTextSmall"/>
              <w:rPr>
                <w:rStyle w:val="Base"/>
              </w:rPr>
            </w:pPr>
          </w:p>
        </w:tc>
        <w:tc>
          <w:tcPr>
            <w:tcW w:w="2047" w:type="dxa"/>
            <w:gridSpan w:val="4"/>
            <w:tcBorders>
              <w:bottom w:val="single" w:sz="4" w:space="0" w:color="464D53" w:themeColor="text2"/>
            </w:tcBorders>
            <w:shd w:val="clear" w:color="auto" w:fill="FCE4D2" w:themeFill="accent5" w:themeFillTint="33"/>
          </w:tcPr>
          <w:p w:rsidR="006D53AE" w:rsidRPr="003761F8" w:rsidRDefault="006D53AE" w:rsidP="0012160A">
            <w:pPr>
              <w:pStyle w:val="TableTextSmall"/>
              <w:rPr>
                <w:rStyle w:val="Base"/>
              </w:rPr>
            </w:pPr>
          </w:p>
        </w:tc>
        <w:tc>
          <w:tcPr>
            <w:tcW w:w="845" w:type="dxa"/>
            <w:gridSpan w:val="2"/>
            <w:tcBorders>
              <w:bottom w:val="single" w:sz="4" w:space="0" w:color="464D53" w:themeColor="text2"/>
            </w:tcBorders>
            <w:shd w:val="clear" w:color="auto" w:fill="FCE4D2" w:themeFill="accent5" w:themeFillTint="33"/>
            <w:vAlign w:val="bottom"/>
          </w:tcPr>
          <w:p w:rsidR="006D53AE" w:rsidRPr="003761F8" w:rsidRDefault="006D53AE" w:rsidP="002930AC">
            <w:pPr>
              <w:pStyle w:val="TableTextSmall"/>
              <w:rPr>
                <w:rStyle w:val="Base"/>
              </w:rPr>
            </w:pPr>
            <w:r w:rsidRPr="003761F8">
              <w:rPr>
                <w:rStyle w:val="Base"/>
              </w:rPr>
              <w:t>6/</w:t>
            </w:r>
            <w:r>
              <w:rPr>
                <w:rStyle w:val="Base"/>
              </w:rPr>
              <w:t>2010</w:t>
            </w:r>
          </w:p>
        </w:tc>
        <w:tc>
          <w:tcPr>
            <w:tcW w:w="845" w:type="dxa"/>
            <w:gridSpan w:val="2"/>
            <w:tcBorders>
              <w:bottom w:val="single" w:sz="4" w:space="0" w:color="464D53" w:themeColor="text2"/>
            </w:tcBorders>
            <w:shd w:val="clear" w:color="auto" w:fill="FCE4D2" w:themeFill="accent5" w:themeFillTint="33"/>
            <w:vAlign w:val="bottom"/>
          </w:tcPr>
          <w:p w:rsidR="006D53AE" w:rsidRPr="003761F8" w:rsidRDefault="006D53AE" w:rsidP="002930AC">
            <w:pPr>
              <w:pStyle w:val="TableTextSmall"/>
              <w:rPr>
                <w:rStyle w:val="Base"/>
              </w:rPr>
            </w:pPr>
            <w:r w:rsidRPr="003761F8">
              <w:rPr>
                <w:rStyle w:val="Base"/>
              </w:rPr>
              <w:t>6/</w:t>
            </w:r>
            <w:r>
              <w:rPr>
                <w:rStyle w:val="Base"/>
              </w:rPr>
              <w:t>2011</w:t>
            </w:r>
          </w:p>
        </w:tc>
        <w:tc>
          <w:tcPr>
            <w:tcW w:w="848" w:type="dxa"/>
            <w:tcBorders>
              <w:bottom w:val="single" w:sz="4" w:space="0" w:color="464D53" w:themeColor="text2"/>
            </w:tcBorders>
            <w:shd w:val="clear" w:color="auto" w:fill="FCE4D2" w:themeFill="accent5" w:themeFillTint="33"/>
            <w:vAlign w:val="bottom"/>
          </w:tcPr>
          <w:p w:rsidR="006D53AE" w:rsidRPr="003761F8" w:rsidRDefault="006D53AE" w:rsidP="002930AC">
            <w:pPr>
              <w:pStyle w:val="TableTextSmall"/>
              <w:rPr>
                <w:rStyle w:val="Base"/>
              </w:rPr>
            </w:pPr>
            <w:r w:rsidRPr="003761F8">
              <w:rPr>
                <w:rStyle w:val="Base"/>
              </w:rPr>
              <w:t>6/</w:t>
            </w:r>
            <w:r>
              <w:rPr>
                <w:rStyle w:val="Base"/>
              </w:rPr>
              <w:t>2012</w:t>
            </w:r>
          </w:p>
        </w:tc>
      </w:tr>
      <w:tr w:rsidR="006D53AE" w:rsidTr="00516B90">
        <w:tc>
          <w:tcPr>
            <w:tcW w:w="4425" w:type="dxa"/>
            <w:gridSpan w:val="5"/>
            <w:shd w:val="clear" w:color="auto" w:fill="auto"/>
          </w:tcPr>
          <w:p w:rsidR="006D53AE" w:rsidRDefault="006D53AE" w:rsidP="004B49DB">
            <w:pPr>
              <w:pStyle w:val="TableTextSmall"/>
            </w:pPr>
          </w:p>
        </w:tc>
        <w:tc>
          <w:tcPr>
            <w:tcW w:w="1211" w:type="dxa"/>
            <w:gridSpan w:val="2"/>
            <w:shd w:val="clear" w:color="auto" w:fill="auto"/>
          </w:tcPr>
          <w:p w:rsidR="006D53AE" w:rsidRDefault="006D53AE" w:rsidP="004B49DB">
            <w:pPr>
              <w:pStyle w:val="TableTextSmall"/>
            </w:pPr>
          </w:p>
        </w:tc>
        <w:tc>
          <w:tcPr>
            <w:tcW w:w="779" w:type="dxa"/>
            <w:gridSpan w:val="4"/>
            <w:vMerge/>
            <w:tcBorders>
              <w:right w:val="single" w:sz="4" w:space="0" w:color="464D53" w:themeColor="text2"/>
            </w:tcBorders>
            <w:shd w:val="clear" w:color="auto" w:fill="auto"/>
          </w:tcPr>
          <w:p w:rsidR="006D53AE" w:rsidRDefault="006D53AE" w:rsidP="0012160A">
            <w:pPr>
              <w:pStyle w:val="TableTextSmall"/>
            </w:pPr>
          </w:p>
        </w:tc>
        <w:tc>
          <w:tcPr>
            <w:tcW w:w="780" w:type="dxa"/>
            <w:gridSpan w:val="3"/>
            <w:vMerge/>
            <w:tcBorders>
              <w:left w:val="single" w:sz="4" w:space="0" w:color="464D53" w:themeColor="text2"/>
            </w:tcBorders>
            <w:shd w:val="clear" w:color="auto" w:fill="auto"/>
          </w:tcPr>
          <w:p w:rsidR="006D53AE" w:rsidRDefault="006D53AE" w:rsidP="0012160A">
            <w:pPr>
              <w:pStyle w:val="TableTextSmall"/>
            </w:pPr>
          </w:p>
        </w:tc>
        <w:tc>
          <w:tcPr>
            <w:tcW w:w="992" w:type="dxa"/>
            <w:gridSpan w:val="4"/>
            <w:shd w:val="clear" w:color="auto" w:fill="auto"/>
          </w:tcPr>
          <w:p w:rsidR="006D53AE" w:rsidRDefault="006D53AE" w:rsidP="0012160A">
            <w:pPr>
              <w:pStyle w:val="TableTextSmall"/>
            </w:pPr>
          </w:p>
        </w:tc>
        <w:tc>
          <w:tcPr>
            <w:tcW w:w="236" w:type="dxa"/>
            <w:shd w:val="clear" w:color="auto" w:fill="FCE4D2" w:themeFill="accent5" w:themeFillTint="33"/>
            <w:vAlign w:val="center"/>
          </w:tcPr>
          <w:p w:rsidR="006D53AE" w:rsidRPr="003761F8" w:rsidRDefault="006D53AE" w:rsidP="0012160A">
            <w:pPr>
              <w:pStyle w:val="TableTextSmall"/>
              <w:rPr>
                <w:rStyle w:val="Base"/>
              </w:rPr>
            </w:pPr>
          </w:p>
        </w:tc>
        <w:tc>
          <w:tcPr>
            <w:tcW w:w="2047" w:type="dxa"/>
            <w:gridSpan w:val="4"/>
            <w:tcBorders>
              <w:top w:val="single" w:sz="4" w:space="0" w:color="464D53" w:themeColor="text2"/>
              <w:bottom w:val="single" w:sz="4" w:space="0" w:color="464D53" w:themeColor="text2"/>
            </w:tcBorders>
            <w:shd w:val="clear" w:color="auto" w:fill="FCE4D2" w:themeFill="accent5" w:themeFillTint="33"/>
            <w:vAlign w:val="center"/>
          </w:tcPr>
          <w:p w:rsidR="006D53AE" w:rsidRPr="003761F8" w:rsidRDefault="006D53AE" w:rsidP="0012160A">
            <w:pPr>
              <w:pStyle w:val="TableTextSmall"/>
              <w:rPr>
                <w:rStyle w:val="Base"/>
              </w:rPr>
            </w:pPr>
            <w:r w:rsidRPr="003761F8">
              <w:rPr>
                <w:rStyle w:val="Base"/>
              </w:rPr>
              <w:t>Free cash flow trend</w:t>
            </w:r>
          </w:p>
        </w:tc>
        <w:tc>
          <w:tcPr>
            <w:tcW w:w="845" w:type="dxa"/>
            <w:gridSpan w:val="2"/>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5" w:type="dxa"/>
            <w:gridSpan w:val="2"/>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8" w:type="dxa"/>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r>
      <w:tr w:rsidR="006D53AE" w:rsidTr="00516B90">
        <w:trPr>
          <w:trHeight w:val="515"/>
        </w:trPr>
        <w:tc>
          <w:tcPr>
            <w:tcW w:w="4425" w:type="dxa"/>
            <w:gridSpan w:val="5"/>
            <w:shd w:val="clear" w:color="auto" w:fill="auto"/>
          </w:tcPr>
          <w:p w:rsidR="006D53AE" w:rsidRDefault="006D53AE" w:rsidP="004B49DB">
            <w:pPr>
              <w:pStyle w:val="TableTextSmall"/>
            </w:pPr>
          </w:p>
        </w:tc>
        <w:tc>
          <w:tcPr>
            <w:tcW w:w="1211" w:type="dxa"/>
            <w:gridSpan w:val="2"/>
            <w:shd w:val="clear" w:color="auto" w:fill="auto"/>
          </w:tcPr>
          <w:p w:rsidR="006D53AE" w:rsidRDefault="006D53AE" w:rsidP="004B49DB">
            <w:pPr>
              <w:pStyle w:val="TableTextSmall"/>
            </w:pPr>
          </w:p>
        </w:tc>
        <w:tc>
          <w:tcPr>
            <w:tcW w:w="779" w:type="dxa"/>
            <w:gridSpan w:val="4"/>
            <w:vMerge/>
            <w:tcBorders>
              <w:right w:val="single" w:sz="4" w:space="0" w:color="464D53" w:themeColor="text2"/>
            </w:tcBorders>
            <w:shd w:val="clear" w:color="auto" w:fill="auto"/>
          </w:tcPr>
          <w:p w:rsidR="006D53AE" w:rsidRDefault="006D53AE" w:rsidP="00D96BB1">
            <w:pPr>
              <w:pStyle w:val="TableTextSmall"/>
            </w:pPr>
          </w:p>
        </w:tc>
        <w:tc>
          <w:tcPr>
            <w:tcW w:w="780" w:type="dxa"/>
            <w:gridSpan w:val="3"/>
            <w:vMerge/>
            <w:tcBorders>
              <w:left w:val="single" w:sz="4" w:space="0" w:color="464D53" w:themeColor="text2"/>
            </w:tcBorders>
            <w:shd w:val="clear" w:color="auto" w:fill="auto"/>
          </w:tcPr>
          <w:p w:rsidR="006D53AE" w:rsidRDefault="006D53AE" w:rsidP="00D96BB1">
            <w:pPr>
              <w:pStyle w:val="TableTextSmall"/>
            </w:pPr>
          </w:p>
        </w:tc>
        <w:tc>
          <w:tcPr>
            <w:tcW w:w="992" w:type="dxa"/>
            <w:gridSpan w:val="4"/>
            <w:shd w:val="clear" w:color="auto" w:fill="auto"/>
          </w:tcPr>
          <w:p w:rsidR="006D53AE" w:rsidRDefault="006D53AE" w:rsidP="0012160A">
            <w:pPr>
              <w:pStyle w:val="TableTextSmall"/>
            </w:pPr>
          </w:p>
        </w:tc>
        <w:tc>
          <w:tcPr>
            <w:tcW w:w="236" w:type="dxa"/>
            <w:shd w:val="clear" w:color="auto" w:fill="FCE4D2" w:themeFill="accent5" w:themeFillTint="33"/>
            <w:vAlign w:val="center"/>
          </w:tcPr>
          <w:p w:rsidR="006D53AE" w:rsidRPr="003761F8" w:rsidRDefault="006D53AE" w:rsidP="0012160A">
            <w:pPr>
              <w:pStyle w:val="TableTextSmall"/>
              <w:rPr>
                <w:rStyle w:val="Base"/>
              </w:rPr>
            </w:pPr>
          </w:p>
        </w:tc>
        <w:tc>
          <w:tcPr>
            <w:tcW w:w="2047" w:type="dxa"/>
            <w:gridSpan w:val="4"/>
            <w:tcBorders>
              <w:top w:val="single" w:sz="4" w:space="0" w:color="464D53" w:themeColor="text2"/>
              <w:bottom w:val="single" w:sz="4" w:space="0" w:color="464D53" w:themeColor="text2"/>
            </w:tcBorders>
            <w:shd w:val="clear" w:color="auto" w:fill="FCE4D2" w:themeFill="accent5" w:themeFillTint="33"/>
            <w:vAlign w:val="center"/>
          </w:tcPr>
          <w:p w:rsidR="006D53AE" w:rsidRPr="003761F8" w:rsidRDefault="006D53AE" w:rsidP="0012160A">
            <w:pPr>
              <w:pStyle w:val="TableTextSmall"/>
              <w:rPr>
                <w:rStyle w:val="Base"/>
              </w:rPr>
            </w:pPr>
            <w:r w:rsidRPr="003761F8">
              <w:rPr>
                <w:rStyle w:val="Base"/>
              </w:rPr>
              <w:t>Net profit per customer</w:t>
            </w:r>
          </w:p>
        </w:tc>
        <w:tc>
          <w:tcPr>
            <w:tcW w:w="845" w:type="dxa"/>
            <w:gridSpan w:val="2"/>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5" w:type="dxa"/>
            <w:gridSpan w:val="2"/>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8" w:type="dxa"/>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r>
      <w:tr w:rsidR="006D53AE" w:rsidTr="00516B90">
        <w:tc>
          <w:tcPr>
            <w:tcW w:w="4425" w:type="dxa"/>
            <w:gridSpan w:val="5"/>
            <w:shd w:val="clear" w:color="auto" w:fill="auto"/>
          </w:tcPr>
          <w:p w:rsidR="006D53AE" w:rsidRDefault="006D53AE" w:rsidP="0012160A">
            <w:pPr>
              <w:pStyle w:val="TableTextSmall"/>
            </w:pPr>
          </w:p>
        </w:tc>
        <w:tc>
          <w:tcPr>
            <w:tcW w:w="1211" w:type="dxa"/>
            <w:gridSpan w:val="2"/>
            <w:shd w:val="clear" w:color="auto" w:fill="auto"/>
          </w:tcPr>
          <w:p w:rsidR="006D53AE" w:rsidRDefault="006D53AE" w:rsidP="0012160A">
            <w:pPr>
              <w:pStyle w:val="TableTextSmall"/>
            </w:pPr>
          </w:p>
        </w:tc>
        <w:tc>
          <w:tcPr>
            <w:tcW w:w="779" w:type="dxa"/>
            <w:gridSpan w:val="4"/>
            <w:vMerge/>
            <w:tcBorders>
              <w:right w:val="single" w:sz="4" w:space="0" w:color="464D53" w:themeColor="text2"/>
            </w:tcBorders>
            <w:shd w:val="clear" w:color="auto" w:fill="auto"/>
          </w:tcPr>
          <w:p w:rsidR="006D53AE" w:rsidRDefault="006D53AE" w:rsidP="0012160A">
            <w:pPr>
              <w:pStyle w:val="TableTextSmall"/>
            </w:pPr>
          </w:p>
        </w:tc>
        <w:tc>
          <w:tcPr>
            <w:tcW w:w="780" w:type="dxa"/>
            <w:gridSpan w:val="3"/>
            <w:vMerge/>
            <w:tcBorders>
              <w:left w:val="single" w:sz="4" w:space="0" w:color="464D53" w:themeColor="text2"/>
            </w:tcBorders>
            <w:shd w:val="clear" w:color="auto" w:fill="auto"/>
          </w:tcPr>
          <w:p w:rsidR="006D53AE" w:rsidRDefault="006D53AE" w:rsidP="0012160A">
            <w:pPr>
              <w:pStyle w:val="TableTextSmall"/>
            </w:pPr>
          </w:p>
        </w:tc>
        <w:tc>
          <w:tcPr>
            <w:tcW w:w="992" w:type="dxa"/>
            <w:gridSpan w:val="4"/>
            <w:shd w:val="clear" w:color="auto" w:fill="auto"/>
          </w:tcPr>
          <w:p w:rsidR="006D53AE" w:rsidRDefault="006D53AE" w:rsidP="0012160A">
            <w:pPr>
              <w:pStyle w:val="TableTextSmall"/>
            </w:pPr>
          </w:p>
        </w:tc>
        <w:tc>
          <w:tcPr>
            <w:tcW w:w="236" w:type="dxa"/>
            <w:shd w:val="clear" w:color="auto" w:fill="FCE4D2" w:themeFill="accent5" w:themeFillTint="33"/>
            <w:vAlign w:val="center"/>
          </w:tcPr>
          <w:p w:rsidR="006D53AE" w:rsidRPr="003761F8" w:rsidRDefault="006D53AE" w:rsidP="0012160A">
            <w:pPr>
              <w:pStyle w:val="TableTextSmall"/>
              <w:rPr>
                <w:rStyle w:val="Base"/>
              </w:rPr>
            </w:pPr>
          </w:p>
        </w:tc>
        <w:tc>
          <w:tcPr>
            <w:tcW w:w="2047" w:type="dxa"/>
            <w:gridSpan w:val="4"/>
            <w:tcBorders>
              <w:top w:val="single" w:sz="4" w:space="0" w:color="464D53" w:themeColor="text2"/>
              <w:bottom w:val="single" w:sz="4" w:space="0" w:color="464D53" w:themeColor="text2"/>
            </w:tcBorders>
            <w:shd w:val="clear" w:color="auto" w:fill="FCE4D2" w:themeFill="accent5" w:themeFillTint="33"/>
            <w:vAlign w:val="center"/>
          </w:tcPr>
          <w:p w:rsidR="006D53AE" w:rsidRPr="003761F8" w:rsidRDefault="006D53AE" w:rsidP="0012160A">
            <w:pPr>
              <w:pStyle w:val="TableTextSmall"/>
              <w:rPr>
                <w:rStyle w:val="Base"/>
              </w:rPr>
            </w:pPr>
            <w:r w:rsidRPr="003761F8">
              <w:rPr>
                <w:rStyle w:val="Base"/>
              </w:rPr>
              <w:t>W/Cap</w:t>
            </w:r>
          </w:p>
        </w:tc>
        <w:tc>
          <w:tcPr>
            <w:tcW w:w="845" w:type="dxa"/>
            <w:gridSpan w:val="2"/>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5" w:type="dxa"/>
            <w:gridSpan w:val="2"/>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8" w:type="dxa"/>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r>
      <w:tr w:rsidR="006D53AE" w:rsidTr="00516B90">
        <w:tc>
          <w:tcPr>
            <w:tcW w:w="4425" w:type="dxa"/>
            <w:gridSpan w:val="5"/>
            <w:shd w:val="clear" w:color="auto" w:fill="auto"/>
          </w:tcPr>
          <w:p w:rsidR="006D53AE" w:rsidRDefault="006D53AE" w:rsidP="0012160A">
            <w:pPr>
              <w:pStyle w:val="TableTextSmall"/>
            </w:pPr>
          </w:p>
        </w:tc>
        <w:tc>
          <w:tcPr>
            <w:tcW w:w="1211" w:type="dxa"/>
            <w:gridSpan w:val="2"/>
            <w:shd w:val="clear" w:color="auto" w:fill="auto"/>
          </w:tcPr>
          <w:p w:rsidR="006D53AE" w:rsidRDefault="006D53AE" w:rsidP="0012160A">
            <w:pPr>
              <w:pStyle w:val="TableTextSmall"/>
            </w:pPr>
          </w:p>
        </w:tc>
        <w:tc>
          <w:tcPr>
            <w:tcW w:w="779" w:type="dxa"/>
            <w:gridSpan w:val="4"/>
            <w:vMerge/>
            <w:tcBorders>
              <w:right w:val="single" w:sz="4" w:space="0" w:color="464D53" w:themeColor="text2"/>
            </w:tcBorders>
            <w:shd w:val="clear" w:color="auto" w:fill="auto"/>
          </w:tcPr>
          <w:p w:rsidR="006D53AE" w:rsidRDefault="006D53AE" w:rsidP="0012160A">
            <w:pPr>
              <w:pStyle w:val="TableTextSmall"/>
            </w:pPr>
          </w:p>
        </w:tc>
        <w:tc>
          <w:tcPr>
            <w:tcW w:w="780" w:type="dxa"/>
            <w:gridSpan w:val="3"/>
            <w:vMerge/>
            <w:tcBorders>
              <w:left w:val="single" w:sz="4" w:space="0" w:color="464D53" w:themeColor="text2"/>
            </w:tcBorders>
            <w:shd w:val="clear" w:color="auto" w:fill="auto"/>
          </w:tcPr>
          <w:p w:rsidR="006D53AE" w:rsidRDefault="006D53AE" w:rsidP="0012160A">
            <w:pPr>
              <w:pStyle w:val="TableTextSmall"/>
            </w:pPr>
          </w:p>
        </w:tc>
        <w:tc>
          <w:tcPr>
            <w:tcW w:w="992" w:type="dxa"/>
            <w:gridSpan w:val="4"/>
            <w:shd w:val="clear" w:color="auto" w:fill="auto"/>
          </w:tcPr>
          <w:p w:rsidR="006D53AE" w:rsidRDefault="006D53AE" w:rsidP="0012160A">
            <w:pPr>
              <w:pStyle w:val="TableTextSmall"/>
            </w:pPr>
          </w:p>
        </w:tc>
        <w:tc>
          <w:tcPr>
            <w:tcW w:w="236" w:type="dxa"/>
            <w:shd w:val="clear" w:color="auto" w:fill="FCE4D2" w:themeFill="accent5" w:themeFillTint="33"/>
            <w:vAlign w:val="center"/>
          </w:tcPr>
          <w:p w:rsidR="006D53AE" w:rsidRPr="003761F8" w:rsidRDefault="006D53AE" w:rsidP="0012160A">
            <w:pPr>
              <w:pStyle w:val="TableTextSmall"/>
              <w:rPr>
                <w:rStyle w:val="Base"/>
              </w:rPr>
            </w:pPr>
          </w:p>
        </w:tc>
        <w:tc>
          <w:tcPr>
            <w:tcW w:w="2047" w:type="dxa"/>
            <w:gridSpan w:val="4"/>
            <w:tcBorders>
              <w:top w:val="single" w:sz="4" w:space="0" w:color="464D53" w:themeColor="text2"/>
              <w:bottom w:val="single" w:sz="4" w:space="0" w:color="464D53" w:themeColor="text2"/>
            </w:tcBorders>
            <w:shd w:val="clear" w:color="auto" w:fill="FCE4D2" w:themeFill="accent5" w:themeFillTint="33"/>
            <w:vAlign w:val="center"/>
          </w:tcPr>
          <w:p w:rsidR="006D53AE" w:rsidRPr="003761F8" w:rsidRDefault="006D53AE" w:rsidP="0012160A">
            <w:pPr>
              <w:pStyle w:val="TableTextSmall"/>
              <w:rPr>
                <w:rStyle w:val="Base"/>
              </w:rPr>
            </w:pPr>
            <w:r w:rsidRPr="003761F8">
              <w:rPr>
                <w:rStyle w:val="Base"/>
              </w:rPr>
              <w:t>Revenue</w:t>
            </w:r>
          </w:p>
        </w:tc>
        <w:tc>
          <w:tcPr>
            <w:tcW w:w="845" w:type="dxa"/>
            <w:gridSpan w:val="2"/>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5" w:type="dxa"/>
            <w:gridSpan w:val="2"/>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8" w:type="dxa"/>
            <w:tcBorders>
              <w:top w:val="single" w:sz="4" w:space="0" w:color="464D53" w:themeColor="text2"/>
              <w:bottom w:val="single" w:sz="4" w:space="0" w:color="464D53" w:themeColor="text2"/>
            </w:tcBorders>
            <w:shd w:val="clear" w:color="auto" w:fill="FCE4D2" w:themeFill="accent5" w:themeFillTint="33"/>
            <w:vAlign w:val="center"/>
          </w:tcPr>
          <w:p w:rsidR="006D53AE" w:rsidRDefault="006D53AE" w:rsidP="0012160A">
            <w:pPr>
              <w:pStyle w:val="TableTextSmall"/>
            </w:pPr>
          </w:p>
        </w:tc>
      </w:tr>
      <w:tr w:rsidR="006D53AE" w:rsidTr="00516B90">
        <w:trPr>
          <w:trHeight w:val="112"/>
        </w:trPr>
        <w:tc>
          <w:tcPr>
            <w:tcW w:w="4425" w:type="dxa"/>
            <w:gridSpan w:val="5"/>
            <w:shd w:val="clear" w:color="auto" w:fill="auto"/>
          </w:tcPr>
          <w:p w:rsidR="006D53AE" w:rsidRDefault="006D53AE" w:rsidP="0012160A">
            <w:pPr>
              <w:pStyle w:val="TableTextSmall"/>
            </w:pPr>
          </w:p>
        </w:tc>
        <w:tc>
          <w:tcPr>
            <w:tcW w:w="1211" w:type="dxa"/>
            <w:gridSpan w:val="2"/>
            <w:shd w:val="clear" w:color="auto" w:fill="auto"/>
          </w:tcPr>
          <w:p w:rsidR="006D53AE" w:rsidRDefault="006D53AE" w:rsidP="0012160A">
            <w:pPr>
              <w:pStyle w:val="TableTextSmall"/>
            </w:pPr>
          </w:p>
        </w:tc>
        <w:tc>
          <w:tcPr>
            <w:tcW w:w="1559" w:type="dxa"/>
            <w:gridSpan w:val="7"/>
            <w:shd w:val="clear" w:color="auto" w:fill="auto"/>
          </w:tcPr>
          <w:p w:rsidR="006D53AE" w:rsidRPr="002930AC" w:rsidRDefault="006D53AE" w:rsidP="00D96BB1">
            <w:pPr>
              <w:pStyle w:val="KeySentenceheading8pt"/>
              <w:jc w:val="center"/>
              <w:rPr>
                <w:color w:val="auto"/>
                <w:sz w:val="20"/>
                <w:szCs w:val="20"/>
              </w:rPr>
            </w:pPr>
            <w:r w:rsidRPr="002930AC">
              <w:rPr>
                <w:color w:val="auto"/>
              </w:rPr>
              <w:t xml:space="preserve"> </w:t>
            </w:r>
            <w:r w:rsidRPr="002930AC">
              <w:rPr>
                <w:color w:val="auto"/>
                <w:sz w:val="20"/>
                <w:szCs w:val="20"/>
              </w:rPr>
              <w:t>How</w:t>
            </w:r>
          </w:p>
        </w:tc>
        <w:tc>
          <w:tcPr>
            <w:tcW w:w="992" w:type="dxa"/>
            <w:gridSpan w:val="4"/>
            <w:shd w:val="clear" w:color="auto" w:fill="auto"/>
          </w:tcPr>
          <w:p w:rsidR="006D53AE" w:rsidRDefault="006D53AE" w:rsidP="0012160A">
            <w:pPr>
              <w:pStyle w:val="TableTextSmall"/>
            </w:pPr>
          </w:p>
        </w:tc>
        <w:tc>
          <w:tcPr>
            <w:tcW w:w="236" w:type="dxa"/>
            <w:shd w:val="clear" w:color="auto" w:fill="FCE4D2" w:themeFill="accent5" w:themeFillTint="33"/>
            <w:vAlign w:val="center"/>
          </w:tcPr>
          <w:p w:rsidR="006D53AE" w:rsidRPr="003761F8" w:rsidRDefault="006D53AE" w:rsidP="0012160A">
            <w:pPr>
              <w:pStyle w:val="TableTextSmall"/>
              <w:rPr>
                <w:rStyle w:val="Base"/>
              </w:rPr>
            </w:pPr>
          </w:p>
        </w:tc>
        <w:tc>
          <w:tcPr>
            <w:tcW w:w="2047" w:type="dxa"/>
            <w:gridSpan w:val="4"/>
            <w:tcBorders>
              <w:top w:val="single" w:sz="4" w:space="0" w:color="464D53" w:themeColor="text2"/>
            </w:tcBorders>
            <w:shd w:val="clear" w:color="auto" w:fill="FCE4D2" w:themeFill="accent5" w:themeFillTint="33"/>
            <w:vAlign w:val="center"/>
          </w:tcPr>
          <w:p w:rsidR="006D53AE" w:rsidRPr="003761F8" w:rsidRDefault="006D53AE" w:rsidP="0012160A">
            <w:pPr>
              <w:pStyle w:val="TableTextSmall"/>
              <w:rPr>
                <w:rStyle w:val="Base"/>
              </w:rPr>
            </w:pPr>
            <w:r w:rsidRPr="003761F8">
              <w:rPr>
                <w:rStyle w:val="Base"/>
              </w:rPr>
              <w:t>Number of sales</w:t>
            </w:r>
          </w:p>
        </w:tc>
        <w:tc>
          <w:tcPr>
            <w:tcW w:w="845" w:type="dxa"/>
            <w:gridSpan w:val="2"/>
            <w:tcBorders>
              <w:top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5" w:type="dxa"/>
            <w:gridSpan w:val="2"/>
            <w:tcBorders>
              <w:top w:val="single" w:sz="4" w:space="0" w:color="464D53" w:themeColor="text2"/>
            </w:tcBorders>
            <w:shd w:val="clear" w:color="auto" w:fill="FCE4D2" w:themeFill="accent5" w:themeFillTint="33"/>
            <w:vAlign w:val="center"/>
          </w:tcPr>
          <w:p w:rsidR="006D53AE" w:rsidRDefault="006D53AE" w:rsidP="0012160A">
            <w:pPr>
              <w:pStyle w:val="TableTextSmall"/>
            </w:pPr>
          </w:p>
        </w:tc>
        <w:tc>
          <w:tcPr>
            <w:tcW w:w="848" w:type="dxa"/>
            <w:tcBorders>
              <w:top w:val="single" w:sz="4" w:space="0" w:color="464D53" w:themeColor="text2"/>
            </w:tcBorders>
            <w:shd w:val="clear" w:color="auto" w:fill="FCE4D2" w:themeFill="accent5" w:themeFillTint="33"/>
            <w:vAlign w:val="center"/>
          </w:tcPr>
          <w:p w:rsidR="006D53AE" w:rsidRDefault="006D53AE" w:rsidP="0012160A">
            <w:pPr>
              <w:pStyle w:val="TableTextSmall"/>
            </w:pPr>
          </w:p>
        </w:tc>
      </w:tr>
      <w:tr w:rsidR="006D53AE" w:rsidTr="00516B90">
        <w:tc>
          <w:tcPr>
            <w:tcW w:w="4425" w:type="dxa"/>
            <w:gridSpan w:val="5"/>
            <w:shd w:val="clear" w:color="auto" w:fill="auto"/>
          </w:tcPr>
          <w:p w:rsidR="006D53AE" w:rsidRDefault="006D53AE" w:rsidP="0012160A">
            <w:pPr>
              <w:pStyle w:val="TableTextSmall"/>
            </w:pPr>
          </w:p>
        </w:tc>
        <w:tc>
          <w:tcPr>
            <w:tcW w:w="1211" w:type="dxa"/>
            <w:gridSpan w:val="2"/>
            <w:shd w:val="clear" w:color="auto" w:fill="auto"/>
          </w:tcPr>
          <w:p w:rsidR="006D53AE" w:rsidRDefault="006D53AE" w:rsidP="0012160A">
            <w:pPr>
              <w:pStyle w:val="TableTextSmall"/>
            </w:pPr>
          </w:p>
        </w:tc>
        <w:tc>
          <w:tcPr>
            <w:tcW w:w="779" w:type="dxa"/>
            <w:gridSpan w:val="4"/>
            <w:vMerge w:val="restart"/>
            <w:tcBorders>
              <w:right w:val="single" w:sz="6" w:space="0" w:color="464D53" w:themeColor="text2"/>
            </w:tcBorders>
            <w:shd w:val="clear" w:color="auto" w:fill="auto"/>
          </w:tcPr>
          <w:p w:rsidR="006D53AE" w:rsidRDefault="006D53AE" w:rsidP="0012160A">
            <w:pPr>
              <w:pStyle w:val="TableTextSmall"/>
            </w:pPr>
          </w:p>
        </w:tc>
        <w:tc>
          <w:tcPr>
            <w:tcW w:w="780" w:type="dxa"/>
            <w:gridSpan w:val="3"/>
            <w:vMerge w:val="restart"/>
            <w:tcBorders>
              <w:left w:val="single" w:sz="6" w:space="0" w:color="464D53" w:themeColor="text2"/>
            </w:tcBorders>
            <w:shd w:val="clear" w:color="auto" w:fill="auto"/>
          </w:tcPr>
          <w:p w:rsidR="006D53AE" w:rsidRDefault="006D53AE" w:rsidP="0012160A">
            <w:pPr>
              <w:pStyle w:val="TableTextSmall"/>
            </w:pPr>
          </w:p>
        </w:tc>
        <w:tc>
          <w:tcPr>
            <w:tcW w:w="992" w:type="dxa"/>
            <w:gridSpan w:val="4"/>
            <w:shd w:val="clear" w:color="auto" w:fill="auto"/>
          </w:tcPr>
          <w:p w:rsidR="006D53AE" w:rsidRDefault="006D53AE" w:rsidP="0012160A">
            <w:pPr>
              <w:pStyle w:val="TableTextSmall"/>
            </w:pPr>
          </w:p>
        </w:tc>
        <w:tc>
          <w:tcPr>
            <w:tcW w:w="236" w:type="dxa"/>
            <w:shd w:val="clear" w:color="auto" w:fill="FCE4D2" w:themeFill="accent5" w:themeFillTint="33"/>
            <w:vAlign w:val="center"/>
          </w:tcPr>
          <w:p w:rsidR="006D53AE" w:rsidRPr="003761F8" w:rsidRDefault="006D53AE" w:rsidP="0012160A">
            <w:pPr>
              <w:pStyle w:val="TableTextSmall"/>
              <w:rPr>
                <w:rStyle w:val="Base"/>
              </w:rPr>
            </w:pPr>
          </w:p>
        </w:tc>
        <w:tc>
          <w:tcPr>
            <w:tcW w:w="2047" w:type="dxa"/>
            <w:gridSpan w:val="4"/>
            <w:shd w:val="clear" w:color="auto" w:fill="FCE4D2" w:themeFill="accent5" w:themeFillTint="33"/>
            <w:vAlign w:val="center"/>
          </w:tcPr>
          <w:p w:rsidR="006D53AE" w:rsidRPr="003761F8" w:rsidRDefault="006D53AE" w:rsidP="0012160A">
            <w:pPr>
              <w:pStyle w:val="TableTextSmall"/>
              <w:rPr>
                <w:rStyle w:val="Base"/>
              </w:rPr>
            </w:pPr>
          </w:p>
        </w:tc>
        <w:tc>
          <w:tcPr>
            <w:tcW w:w="845" w:type="dxa"/>
            <w:gridSpan w:val="2"/>
            <w:shd w:val="clear" w:color="auto" w:fill="FCE4D2" w:themeFill="accent5" w:themeFillTint="33"/>
            <w:vAlign w:val="center"/>
          </w:tcPr>
          <w:p w:rsidR="006D53AE" w:rsidRPr="003761F8" w:rsidRDefault="006D53AE" w:rsidP="0012160A">
            <w:pPr>
              <w:pStyle w:val="TableTextSmall"/>
            </w:pPr>
          </w:p>
        </w:tc>
        <w:tc>
          <w:tcPr>
            <w:tcW w:w="845" w:type="dxa"/>
            <w:gridSpan w:val="2"/>
            <w:shd w:val="clear" w:color="auto" w:fill="FCE4D2" w:themeFill="accent5" w:themeFillTint="33"/>
            <w:vAlign w:val="center"/>
          </w:tcPr>
          <w:p w:rsidR="006D53AE" w:rsidRPr="003761F8" w:rsidRDefault="006D53AE" w:rsidP="0012160A">
            <w:pPr>
              <w:pStyle w:val="TableTextSmall"/>
            </w:pPr>
          </w:p>
        </w:tc>
        <w:tc>
          <w:tcPr>
            <w:tcW w:w="848" w:type="dxa"/>
            <w:shd w:val="clear" w:color="auto" w:fill="FCE4D2" w:themeFill="accent5" w:themeFillTint="33"/>
            <w:vAlign w:val="center"/>
          </w:tcPr>
          <w:p w:rsidR="006D53AE" w:rsidRDefault="006D53AE" w:rsidP="0012160A">
            <w:pPr>
              <w:pStyle w:val="TableTextSmall"/>
            </w:pPr>
          </w:p>
        </w:tc>
      </w:tr>
      <w:tr w:rsidR="006D53AE" w:rsidTr="00516B90">
        <w:tc>
          <w:tcPr>
            <w:tcW w:w="4425" w:type="dxa"/>
            <w:gridSpan w:val="5"/>
            <w:shd w:val="clear" w:color="auto" w:fill="auto"/>
          </w:tcPr>
          <w:p w:rsidR="006D53AE" w:rsidRDefault="006D53AE" w:rsidP="0012160A">
            <w:pPr>
              <w:pStyle w:val="TableTextSmall"/>
            </w:pPr>
          </w:p>
        </w:tc>
        <w:tc>
          <w:tcPr>
            <w:tcW w:w="1211" w:type="dxa"/>
            <w:gridSpan w:val="2"/>
            <w:shd w:val="clear" w:color="auto" w:fill="auto"/>
          </w:tcPr>
          <w:p w:rsidR="006D53AE" w:rsidRDefault="006D53AE" w:rsidP="0012160A">
            <w:pPr>
              <w:pStyle w:val="TableTextSmall"/>
            </w:pPr>
          </w:p>
        </w:tc>
        <w:tc>
          <w:tcPr>
            <w:tcW w:w="779" w:type="dxa"/>
            <w:gridSpan w:val="4"/>
            <w:vMerge/>
            <w:tcBorders>
              <w:right w:val="single" w:sz="6" w:space="0" w:color="464D53" w:themeColor="text2"/>
            </w:tcBorders>
            <w:shd w:val="clear" w:color="auto" w:fill="auto"/>
          </w:tcPr>
          <w:p w:rsidR="006D53AE" w:rsidRDefault="006D53AE" w:rsidP="0012160A">
            <w:pPr>
              <w:pStyle w:val="TableTextSmall"/>
            </w:pPr>
          </w:p>
        </w:tc>
        <w:tc>
          <w:tcPr>
            <w:tcW w:w="780" w:type="dxa"/>
            <w:gridSpan w:val="3"/>
            <w:vMerge/>
            <w:tcBorders>
              <w:left w:val="single" w:sz="6" w:space="0" w:color="464D53" w:themeColor="text2"/>
            </w:tcBorders>
            <w:shd w:val="clear" w:color="auto" w:fill="auto"/>
          </w:tcPr>
          <w:p w:rsidR="006D53AE" w:rsidRDefault="006D53AE" w:rsidP="0012160A">
            <w:pPr>
              <w:pStyle w:val="TableTextSmall"/>
            </w:pPr>
          </w:p>
        </w:tc>
        <w:tc>
          <w:tcPr>
            <w:tcW w:w="992" w:type="dxa"/>
            <w:gridSpan w:val="4"/>
            <w:shd w:val="clear" w:color="auto" w:fill="auto"/>
          </w:tcPr>
          <w:p w:rsidR="006D53AE" w:rsidRDefault="006D53AE" w:rsidP="0012160A">
            <w:pPr>
              <w:pStyle w:val="TableTextSmall"/>
            </w:pPr>
          </w:p>
        </w:tc>
        <w:tc>
          <w:tcPr>
            <w:tcW w:w="236" w:type="dxa"/>
            <w:shd w:val="clear" w:color="auto" w:fill="auto"/>
            <w:vAlign w:val="center"/>
          </w:tcPr>
          <w:p w:rsidR="006D53AE" w:rsidRPr="003761F8" w:rsidRDefault="006D53AE" w:rsidP="0012160A">
            <w:pPr>
              <w:pStyle w:val="TableTextSmall"/>
              <w:rPr>
                <w:rStyle w:val="Base"/>
              </w:rPr>
            </w:pPr>
          </w:p>
        </w:tc>
        <w:tc>
          <w:tcPr>
            <w:tcW w:w="2047" w:type="dxa"/>
            <w:gridSpan w:val="4"/>
            <w:shd w:val="clear" w:color="auto" w:fill="auto"/>
            <w:vAlign w:val="center"/>
          </w:tcPr>
          <w:p w:rsidR="006D53AE" w:rsidRPr="003761F8" w:rsidRDefault="006D53AE" w:rsidP="0012160A">
            <w:pPr>
              <w:pStyle w:val="TableTextSmall"/>
              <w:rPr>
                <w:rStyle w:val="Base"/>
              </w:rPr>
            </w:pPr>
          </w:p>
        </w:tc>
        <w:tc>
          <w:tcPr>
            <w:tcW w:w="845" w:type="dxa"/>
            <w:gridSpan w:val="2"/>
            <w:shd w:val="clear" w:color="auto" w:fill="auto"/>
            <w:vAlign w:val="center"/>
          </w:tcPr>
          <w:p w:rsidR="006D53AE" w:rsidRPr="003761F8" w:rsidRDefault="006D53AE" w:rsidP="0012160A">
            <w:pPr>
              <w:pStyle w:val="TableTextSmall"/>
            </w:pPr>
          </w:p>
        </w:tc>
        <w:tc>
          <w:tcPr>
            <w:tcW w:w="845" w:type="dxa"/>
            <w:gridSpan w:val="2"/>
            <w:shd w:val="clear" w:color="auto" w:fill="auto"/>
            <w:vAlign w:val="center"/>
          </w:tcPr>
          <w:p w:rsidR="006D53AE" w:rsidRPr="003761F8" w:rsidRDefault="006D53AE" w:rsidP="0012160A">
            <w:pPr>
              <w:pStyle w:val="TableTextSmall"/>
            </w:pPr>
          </w:p>
        </w:tc>
        <w:tc>
          <w:tcPr>
            <w:tcW w:w="848" w:type="dxa"/>
            <w:shd w:val="clear" w:color="auto" w:fill="auto"/>
            <w:vAlign w:val="center"/>
          </w:tcPr>
          <w:p w:rsidR="006D53AE" w:rsidRDefault="006D53AE" w:rsidP="0012160A">
            <w:pPr>
              <w:pStyle w:val="TableTextSmall"/>
            </w:pPr>
          </w:p>
        </w:tc>
      </w:tr>
      <w:tr w:rsidR="002930AC" w:rsidTr="00516B90">
        <w:trPr>
          <w:trHeight w:val="66"/>
        </w:trPr>
        <w:tc>
          <w:tcPr>
            <w:tcW w:w="2129" w:type="dxa"/>
            <w:gridSpan w:val="2"/>
            <w:vMerge w:val="restart"/>
            <w:shd w:val="clear" w:color="auto" w:fill="auto"/>
          </w:tcPr>
          <w:p w:rsidR="002930AC" w:rsidRPr="00516B90" w:rsidRDefault="002930AC" w:rsidP="000F346D">
            <w:pPr>
              <w:pStyle w:val="TableTextSmall"/>
              <w:rPr>
                <w:color w:val="F37B20" w:themeColor="accent5"/>
              </w:rPr>
            </w:pPr>
          </w:p>
        </w:tc>
        <w:tc>
          <w:tcPr>
            <w:tcW w:w="3507" w:type="dxa"/>
            <w:gridSpan w:val="5"/>
            <w:vMerge w:val="restart"/>
            <w:shd w:val="clear" w:color="auto" w:fill="A6A6A6" w:themeFill="background1" w:themeFillShade="A6"/>
            <w:vAlign w:val="center"/>
          </w:tcPr>
          <w:p w:rsidR="002930AC" w:rsidRPr="00516B90" w:rsidRDefault="002930AC" w:rsidP="00621641">
            <w:pPr>
              <w:pStyle w:val="KeySentenceheading8pt"/>
              <w:jc w:val="center"/>
              <w:rPr>
                <w:color w:val="404040" w:themeColor="text1" w:themeTint="BF"/>
              </w:rPr>
            </w:pPr>
            <w:r w:rsidRPr="00516B90">
              <w:rPr>
                <w:color w:val="404040" w:themeColor="text1" w:themeTint="BF"/>
              </w:rPr>
              <w:t>Strategies</w:t>
            </w:r>
          </w:p>
        </w:tc>
        <w:tc>
          <w:tcPr>
            <w:tcW w:w="236" w:type="dxa"/>
            <w:tcBorders>
              <w:left w:val="nil"/>
            </w:tcBorders>
            <w:shd w:val="clear" w:color="auto" w:fill="auto"/>
          </w:tcPr>
          <w:p w:rsidR="002930AC" w:rsidRPr="00D04CF8" w:rsidRDefault="002930AC" w:rsidP="00D96BB1">
            <w:pPr>
              <w:pStyle w:val="KeySentenceheading8pt"/>
              <w:jc w:val="center"/>
              <w:rPr>
                <w:color w:val="F37B20" w:themeColor="accent5"/>
                <w:sz w:val="2"/>
                <w:szCs w:val="2"/>
              </w:rPr>
            </w:pPr>
          </w:p>
        </w:tc>
        <w:tc>
          <w:tcPr>
            <w:tcW w:w="331" w:type="dxa"/>
            <w:tcBorders>
              <w:bottom w:val="single" w:sz="4" w:space="0" w:color="464D53" w:themeColor="text2"/>
            </w:tcBorders>
            <w:shd w:val="clear" w:color="auto" w:fill="auto"/>
          </w:tcPr>
          <w:p w:rsidR="002930AC" w:rsidRPr="00D04CF8" w:rsidRDefault="002930AC" w:rsidP="00D96BB1">
            <w:pPr>
              <w:pStyle w:val="KeySentenceheading8pt"/>
              <w:jc w:val="center"/>
              <w:rPr>
                <w:color w:val="F37B20" w:themeColor="accent5"/>
                <w:sz w:val="2"/>
                <w:szCs w:val="2"/>
              </w:rPr>
            </w:pPr>
          </w:p>
        </w:tc>
        <w:tc>
          <w:tcPr>
            <w:tcW w:w="567" w:type="dxa"/>
            <w:gridSpan w:val="4"/>
            <w:vMerge w:val="restart"/>
            <w:tcBorders>
              <w:left w:val="nil"/>
            </w:tcBorders>
            <w:shd w:val="clear" w:color="auto" w:fill="auto"/>
            <w:tcMar>
              <w:left w:w="0" w:type="dxa"/>
            </w:tcMar>
            <w:vAlign w:val="center"/>
          </w:tcPr>
          <w:p w:rsidR="002930AC" w:rsidRPr="00516B90" w:rsidRDefault="002930AC" w:rsidP="00F64A95">
            <w:pPr>
              <w:pStyle w:val="KeySentenceheading8pt"/>
              <w:jc w:val="center"/>
              <w:rPr>
                <w:color w:val="000000" w:themeColor="text1"/>
              </w:rPr>
            </w:pPr>
            <w:r w:rsidRPr="00516B90">
              <w:rPr>
                <w:color w:val="000000" w:themeColor="text1"/>
              </w:rPr>
              <w:t xml:space="preserve"> &amp;</w:t>
            </w:r>
          </w:p>
        </w:tc>
        <w:tc>
          <w:tcPr>
            <w:tcW w:w="758" w:type="dxa"/>
            <w:gridSpan w:val="2"/>
            <w:tcBorders>
              <w:bottom w:val="single" w:sz="4" w:space="0" w:color="464D53" w:themeColor="text2"/>
            </w:tcBorders>
            <w:shd w:val="clear" w:color="auto" w:fill="auto"/>
          </w:tcPr>
          <w:p w:rsidR="002930AC" w:rsidRPr="00D04CF8" w:rsidRDefault="002930AC" w:rsidP="00D96BB1">
            <w:pPr>
              <w:pStyle w:val="KeySentenceheading8pt"/>
              <w:jc w:val="center"/>
              <w:rPr>
                <w:color w:val="F37B20" w:themeColor="accent5"/>
                <w:sz w:val="2"/>
                <w:szCs w:val="2"/>
              </w:rPr>
            </w:pPr>
          </w:p>
        </w:tc>
        <w:tc>
          <w:tcPr>
            <w:tcW w:w="236" w:type="dxa"/>
            <w:shd w:val="clear" w:color="auto" w:fill="auto"/>
          </w:tcPr>
          <w:p w:rsidR="002930AC" w:rsidRPr="00D04CF8" w:rsidRDefault="002930AC" w:rsidP="00D96BB1">
            <w:pPr>
              <w:pStyle w:val="KeySentenceheading8pt"/>
              <w:jc w:val="center"/>
              <w:rPr>
                <w:color w:val="F37B20" w:themeColor="accent5"/>
                <w:sz w:val="2"/>
                <w:szCs w:val="2"/>
              </w:rPr>
            </w:pPr>
          </w:p>
        </w:tc>
        <w:tc>
          <w:tcPr>
            <w:tcW w:w="2691" w:type="dxa"/>
            <w:gridSpan w:val="6"/>
            <w:vMerge w:val="restart"/>
            <w:shd w:val="clear" w:color="auto" w:fill="A6A6A6" w:themeFill="background1" w:themeFillShade="A6"/>
            <w:vAlign w:val="center"/>
          </w:tcPr>
          <w:p w:rsidR="002930AC" w:rsidRPr="00516B90" w:rsidRDefault="002930AC" w:rsidP="00621641">
            <w:pPr>
              <w:pStyle w:val="KeySentenceheading8pt"/>
              <w:jc w:val="center"/>
              <w:rPr>
                <w:color w:val="404040" w:themeColor="text1" w:themeTint="BF"/>
              </w:rPr>
            </w:pPr>
            <w:r w:rsidRPr="00516B90">
              <w:rPr>
                <w:color w:val="404040" w:themeColor="text1" w:themeTint="BF"/>
              </w:rPr>
              <w:t>Actions</w:t>
            </w:r>
          </w:p>
        </w:tc>
        <w:tc>
          <w:tcPr>
            <w:tcW w:w="2553" w:type="dxa"/>
            <w:gridSpan w:val="6"/>
            <w:vMerge w:val="restart"/>
            <w:tcBorders>
              <w:left w:val="nil"/>
            </w:tcBorders>
            <w:shd w:val="clear" w:color="auto" w:fill="auto"/>
          </w:tcPr>
          <w:p w:rsidR="002930AC" w:rsidRPr="00D04CF8" w:rsidRDefault="002930AC" w:rsidP="000F346D">
            <w:pPr>
              <w:pStyle w:val="TableTextSmall"/>
              <w:rPr>
                <w:color w:val="F37B20" w:themeColor="accent5"/>
              </w:rPr>
            </w:pPr>
          </w:p>
        </w:tc>
      </w:tr>
      <w:tr w:rsidR="002930AC" w:rsidTr="00516B90">
        <w:trPr>
          <w:trHeight w:val="76"/>
        </w:trPr>
        <w:tc>
          <w:tcPr>
            <w:tcW w:w="2129" w:type="dxa"/>
            <w:gridSpan w:val="2"/>
            <w:vMerge/>
            <w:shd w:val="clear" w:color="auto" w:fill="auto"/>
          </w:tcPr>
          <w:p w:rsidR="002930AC" w:rsidRDefault="002930AC" w:rsidP="000F346D">
            <w:pPr>
              <w:pStyle w:val="TableTextSmall"/>
            </w:pPr>
          </w:p>
        </w:tc>
        <w:tc>
          <w:tcPr>
            <w:tcW w:w="3507" w:type="dxa"/>
            <w:gridSpan w:val="5"/>
            <w:vMerge/>
            <w:tcBorders>
              <w:top w:val="single" w:sz="4" w:space="0" w:color="464D53" w:themeColor="text2"/>
            </w:tcBorders>
            <w:shd w:val="clear" w:color="auto" w:fill="A6A6A6" w:themeFill="background1" w:themeFillShade="A6"/>
          </w:tcPr>
          <w:p w:rsidR="002930AC" w:rsidRPr="00D04CF8" w:rsidRDefault="002930AC" w:rsidP="000F346D">
            <w:pPr>
              <w:pStyle w:val="KeySentenceheading8pt"/>
              <w:jc w:val="center"/>
              <w:rPr>
                <w:color w:val="F37B20" w:themeColor="accent5"/>
              </w:rPr>
            </w:pPr>
          </w:p>
        </w:tc>
        <w:tc>
          <w:tcPr>
            <w:tcW w:w="236" w:type="dxa"/>
            <w:tcBorders>
              <w:left w:val="nil"/>
            </w:tcBorders>
            <w:shd w:val="clear" w:color="auto" w:fill="auto"/>
          </w:tcPr>
          <w:p w:rsidR="002930AC" w:rsidRPr="00D04CF8" w:rsidRDefault="002930AC" w:rsidP="00D96BB1">
            <w:pPr>
              <w:pStyle w:val="KeySentenceheading8pt"/>
              <w:jc w:val="center"/>
              <w:rPr>
                <w:color w:val="F37B20" w:themeColor="accent5"/>
                <w:sz w:val="2"/>
                <w:szCs w:val="2"/>
              </w:rPr>
            </w:pPr>
          </w:p>
        </w:tc>
        <w:tc>
          <w:tcPr>
            <w:tcW w:w="331" w:type="dxa"/>
            <w:tcBorders>
              <w:top w:val="single" w:sz="4" w:space="0" w:color="464D53" w:themeColor="text2"/>
            </w:tcBorders>
            <w:shd w:val="clear" w:color="auto" w:fill="auto"/>
          </w:tcPr>
          <w:p w:rsidR="002930AC" w:rsidRPr="00D04CF8" w:rsidRDefault="002930AC" w:rsidP="00D96BB1">
            <w:pPr>
              <w:pStyle w:val="KeySentenceheading8pt"/>
              <w:jc w:val="center"/>
              <w:rPr>
                <w:color w:val="F37B20" w:themeColor="accent5"/>
                <w:sz w:val="2"/>
                <w:szCs w:val="2"/>
              </w:rPr>
            </w:pPr>
          </w:p>
        </w:tc>
        <w:tc>
          <w:tcPr>
            <w:tcW w:w="567" w:type="dxa"/>
            <w:gridSpan w:val="4"/>
            <w:vMerge/>
            <w:tcBorders>
              <w:left w:val="nil"/>
            </w:tcBorders>
            <w:shd w:val="clear" w:color="auto" w:fill="auto"/>
          </w:tcPr>
          <w:p w:rsidR="002930AC" w:rsidRPr="00D04CF8" w:rsidRDefault="002930AC" w:rsidP="00D96BB1">
            <w:pPr>
              <w:pStyle w:val="KeySentenceheading8pt"/>
              <w:jc w:val="center"/>
              <w:rPr>
                <w:color w:val="F37B20" w:themeColor="accent5"/>
              </w:rPr>
            </w:pPr>
          </w:p>
        </w:tc>
        <w:tc>
          <w:tcPr>
            <w:tcW w:w="758" w:type="dxa"/>
            <w:gridSpan w:val="2"/>
            <w:tcBorders>
              <w:top w:val="single" w:sz="4" w:space="0" w:color="464D53" w:themeColor="text2"/>
            </w:tcBorders>
            <w:shd w:val="clear" w:color="auto" w:fill="auto"/>
          </w:tcPr>
          <w:p w:rsidR="002930AC" w:rsidRPr="00D04CF8" w:rsidRDefault="002930AC" w:rsidP="00D96BB1">
            <w:pPr>
              <w:pStyle w:val="KeySentenceheading8pt"/>
              <w:jc w:val="center"/>
              <w:rPr>
                <w:color w:val="F37B20" w:themeColor="accent5"/>
                <w:sz w:val="2"/>
                <w:szCs w:val="2"/>
              </w:rPr>
            </w:pPr>
          </w:p>
        </w:tc>
        <w:tc>
          <w:tcPr>
            <w:tcW w:w="236" w:type="dxa"/>
            <w:shd w:val="clear" w:color="auto" w:fill="auto"/>
          </w:tcPr>
          <w:p w:rsidR="002930AC" w:rsidRPr="00D04CF8" w:rsidRDefault="002930AC" w:rsidP="00D96BB1">
            <w:pPr>
              <w:pStyle w:val="KeySentenceheading8pt"/>
              <w:jc w:val="center"/>
              <w:rPr>
                <w:color w:val="F37B20" w:themeColor="accent5"/>
                <w:sz w:val="2"/>
                <w:szCs w:val="2"/>
              </w:rPr>
            </w:pPr>
          </w:p>
        </w:tc>
        <w:tc>
          <w:tcPr>
            <w:tcW w:w="2691" w:type="dxa"/>
            <w:gridSpan w:val="6"/>
            <w:vMerge/>
            <w:tcBorders>
              <w:top w:val="single" w:sz="4" w:space="0" w:color="F37B20"/>
            </w:tcBorders>
            <w:shd w:val="clear" w:color="auto" w:fill="A6A6A6" w:themeFill="background1" w:themeFillShade="A6"/>
          </w:tcPr>
          <w:p w:rsidR="002930AC" w:rsidRPr="00D04CF8" w:rsidRDefault="002930AC" w:rsidP="000F346D">
            <w:pPr>
              <w:pStyle w:val="KeySentenceheading8pt"/>
              <w:jc w:val="center"/>
              <w:rPr>
                <w:color w:val="F37B20" w:themeColor="accent5"/>
              </w:rPr>
            </w:pPr>
          </w:p>
        </w:tc>
        <w:tc>
          <w:tcPr>
            <w:tcW w:w="2553" w:type="dxa"/>
            <w:gridSpan w:val="6"/>
            <w:vMerge/>
            <w:tcBorders>
              <w:left w:val="nil"/>
            </w:tcBorders>
            <w:shd w:val="clear" w:color="auto" w:fill="auto"/>
          </w:tcPr>
          <w:p w:rsidR="002930AC" w:rsidRPr="00D04CF8" w:rsidRDefault="002930AC" w:rsidP="000F346D">
            <w:pPr>
              <w:pStyle w:val="TableTextSmall"/>
              <w:rPr>
                <w:color w:val="F37B20" w:themeColor="accent5"/>
              </w:rPr>
            </w:pPr>
          </w:p>
        </w:tc>
      </w:tr>
      <w:tr w:rsidR="002930AC" w:rsidTr="00516B90">
        <w:tc>
          <w:tcPr>
            <w:tcW w:w="1064" w:type="dxa"/>
            <w:shd w:val="clear" w:color="auto" w:fill="auto"/>
          </w:tcPr>
          <w:p w:rsidR="002930AC" w:rsidRDefault="002930AC" w:rsidP="000F346D">
            <w:pPr>
              <w:pStyle w:val="TableTextSmall"/>
            </w:pPr>
          </w:p>
        </w:tc>
        <w:tc>
          <w:tcPr>
            <w:tcW w:w="1065" w:type="dxa"/>
            <w:tcBorders>
              <w:bottom w:val="single" w:sz="4" w:space="0" w:color="464D53" w:themeColor="text2"/>
            </w:tcBorders>
            <w:shd w:val="clear" w:color="auto" w:fill="auto"/>
          </w:tcPr>
          <w:p w:rsidR="002930AC" w:rsidRDefault="002930AC" w:rsidP="000F346D">
            <w:pPr>
              <w:pStyle w:val="TableTextSmall"/>
            </w:pPr>
          </w:p>
        </w:tc>
        <w:tc>
          <w:tcPr>
            <w:tcW w:w="568" w:type="dxa"/>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gridSpan w:val="2"/>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807" w:type="dxa"/>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826" w:type="dxa"/>
            <w:gridSpan w:val="5"/>
            <w:tcBorders>
              <w:bottom w:val="single" w:sz="4" w:space="0" w:color="464D53" w:themeColor="text2"/>
              <w:right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gridSpan w:val="3"/>
            <w:tcBorders>
              <w:left w:val="single" w:sz="4" w:space="0" w:color="464D53" w:themeColor="text2"/>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567" w:type="dxa"/>
            <w:gridSpan w:val="2"/>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gridSpan w:val="3"/>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567" w:type="dxa"/>
            <w:gridSpan w:val="3"/>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71" w:type="dxa"/>
            <w:gridSpan w:val="2"/>
            <w:tcBorders>
              <w:bottom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143" w:type="dxa"/>
            <w:gridSpan w:val="2"/>
            <w:shd w:val="clear" w:color="auto" w:fill="auto"/>
          </w:tcPr>
          <w:p w:rsidR="002930AC" w:rsidRPr="00D04CF8" w:rsidRDefault="002930AC" w:rsidP="000F346D">
            <w:pPr>
              <w:pStyle w:val="TableTextSmall"/>
              <w:rPr>
                <w:color w:val="F37B20" w:themeColor="accent5"/>
              </w:rPr>
            </w:pPr>
          </w:p>
        </w:tc>
      </w:tr>
      <w:tr w:rsidR="002930AC" w:rsidTr="00516B90">
        <w:tc>
          <w:tcPr>
            <w:tcW w:w="1064" w:type="dxa"/>
            <w:tcBorders>
              <w:bottom w:val="single" w:sz="4" w:space="0" w:color="F37B20"/>
              <w:right w:val="single" w:sz="4" w:space="0" w:color="464D53" w:themeColor="text2"/>
            </w:tcBorders>
            <w:shd w:val="clear" w:color="auto" w:fill="auto"/>
          </w:tcPr>
          <w:p w:rsidR="002930AC" w:rsidRDefault="002930AC" w:rsidP="000F346D">
            <w:pPr>
              <w:pStyle w:val="TableTextSmall"/>
            </w:pPr>
          </w:p>
        </w:tc>
        <w:tc>
          <w:tcPr>
            <w:tcW w:w="1065" w:type="dxa"/>
            <w:tcBorders>
              <w:top w:val="single" w:sz="4" w:space="0" w:color="464D53" w:themeColor="text2"/>
              <w:left w:val="single" w:sz="4" w:space="0" w:color="464D53" w:themeColor="text2"/>
              <w:bottom w:val="single" w:sz="4" w:space="0" w:color="F37B20"/>
            </w:tcBorders>
            <w:shd w:val="clear" w:color="auto" w:fill="auto"/>
          </w:tcPr>
          <w:p w:rsidR="002930AC" w:rsidRDefault="002930AC" w:rsidP="000F346D">
            <w:pPr>
              <w:pStyle w:val="TableTextSmall"/>
            </w:pPr>
          </w:p>
        </w:tc>
        <w:tc>
          <w:tcPr>
            <w:tcW w:w="568" w:type="dxa"/>
            <w:tcBorders>
              <w:top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tcBorders>
              <w:top w:val="single" w:sz="4" w:space="0" w:color="464D53" w:themeColor="text2"/>
              <w:bottom w:val="single" w:sz="4" w:space="0" w:color="F37B20"/>
              <w:right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gridSpan w:val="2"/>
            <w:tcBorders>
              <w:top w:val="single" w:sz="4" w:space="0" w:color="464D53" w:themeColor="text2"/>
              <w:left w:val="single" w:sz="4" w:space="0" w:color="464D53" w:themeColor="text2"/>
              <w:bottom w:val="single" w:sz="4" w:space="0" w:color="F37B20"/>
            </w:tcBorders>
            <w:shd w:val="clear" w:color="auto" w:fill="auto"/>
          </w:tcPr>
          <w:p w:rsidR="002930AC" w:rsidRPr="00D04CF8" w:rsidRDefault="002930AC" w:rsidP="000F346D">
            <w:pPr>
              <w:pStyle w:val="TableTextSmall"/>
              <w:rPr>
                <w:color w:val="F37B20" w:themeColor="accent5"/>
              </w:rPr>
            </w:pPr>
          </w:p>
        </w:tc>
        <w:tc>
          <w:tcPr>
            <w:tcW w:w="807" w:type="dxa"/>
            <w:tcBorders>
              <w:top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706" w:type="dxa"/>
            <w:gridSpan w:val="3"/>
            <w:tcBorders>
              <w:top w:val="single" w:sz="4" w:space="0" w:color="464D53" w:themeColor="text2"/>
              <w:bottom w:val="single" w:sz="4" w:space="0" w:color="F37B20"/>
              <w:right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186" w:type="dxa"/>
            <w:gridSpan w:val="5"/>
            <w:tcBorders>
              <w:top w:val="single" w:sz="4" w:space="0" w:color="464D53" w:themeColor="text2"/>
              <w:left w:val="single" w:sz="4" w:space="0" w:color="464D53" w:themeColor="text2"/>
              <w:bottom w:val="single" w:sz="4" w:space="0" w:color="F37B20"/>
            </w:tcBorders>
            <w:shd w:val="clear" w:color="auto" w:fill="auto"/>
          </w:tcPr>
          <w:p w:rsidR="002930AC" w:rsidRPr="00D04CF8" w:rsidRDefault="002930AC" w:rsidP="000F346D">
            <w:pPr>
              <w:pStyle w:val="TableTextSmall"/>
              <w:rPr>
                <w:color w:val="F37B20" w:themeColor="accent5"/>
              </w:rPr>
            </w:pPr>
          </w:p>
        </w:tc>
        <w:tc>
          <w:tcPr>
            <w:tcW w:w="567" w:type="dxa"/>
            <w:gridSpan w:val="2"/>
            <w:tcBorders>
              <w:top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gridSpan w:val="3"/>
            <w:tcBorders>
              <w:top w:val="single" w:sz="4" w:space="0" w:color="464D53" w:themeColor="text2"/>
              <w:bottom w:val="single" w:sz="4" w:space="0" w:color="F37B20"/>
              <w:right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66" w:type="dxa"/>
            <w:tcBorders>
              <w:top w:val="single" w:sz="4" w:space="0" w:color="464D53" w:themeColor="text2"/>
              <w:left w:val="single" w:sz="4" w:space="0" w:color="464D53" w:themeColor="text2"/>
              <w:bottom w:val="single" w:sz="4" w:space="0" w:color="F37B20"/>
            </w:tcBorders>
            <w:shd w:val="clear" w:color="auto" w:fill="auto"/>
          </w:tcPr>
          <w:p w:rsidR="002930AC" w:rsidRPr="00D04CF8" w:rsidRDefault="002930AC" w:rsidP="000F346D">
            <w:pPr>
              <w:pStyle w:val="TableTextSmall"/>
              <w:rPr>
                <w:color w:val="F37B20" w:themeColor="accent5"/>
              </w:rPr>
            </w:pPr>
          </w:p>
        </w:tc>
        <w:tc>
          <w:tcPr>
            <w:tcW w:w="567" w:type="dxa"/>
            <w:gridSpan w:val="3"/>
            <w:tcBorders>
              <w:top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071" w:type="dxa"/>
            <w:gridSpan w:val="2"/>
            <w:tcBorders>
              <w:top w:val="single" w:sz="4" w:space="0" w:color="464D53" w:themeColor="text2"/>
              <w:bottom w:val="single" w:sz="4" w:space="0" w:color="F37B20"/>
              <w:right w:val="single" w:sz="4" w:space="0" w:color="464D53" w:themeColor="text2"/>
            </w:tcBorders>
            <w:shd w:val="clear" w:color="auto" w:fill="auto"/>
          </w:tcPr>
          <w:p w:rsidR="002930AC" w:rsidRPr="00D04CF8" w:rsidRDefault="002930AC" w:rsidP="000F346D">
            <w:pPr>
              <w:pStyle w:val="TableTextSmall"/>
              <w:rPr>
                <w:color w:val="F37B20" w:themeColor="accent5"/>
              </w:rPr>
            </w:pPr>
          </w:p>
        </w:tc>
        <w:tc>
          <w:tcPr>
            <w:tcW w:w="1143" w:type="dxa"/>
            <w:gridSpan w:val="2"/>
            <w:tcBorders>
              <w:left w:val="single" w:sz="4" w:space="0" w:color="464D53" w:themeColor="text2"/>
              <w:bottom w:val="single" w:sz="4" w:space="0" w:color="F37B20"/>
            </w:tcBorders>
            <w:shd w:val="clear" w:color="auto" w:fill="auto"/>
          </w:tcPr>
          <w:p w:rsidR="002930AC" w:rsidRPr="00D04CF8" w:rsidRDefault="002930AC" w:rsidP="000F346D">
            <w:pPr>
              <w:pStyle w:val="TableTextSmall"/>
              <w:rPr>
                <w:color w:val="F37B20" w:themeColor="accent5"/>
              </w:rPr>
            </w:pPr>
          </w:p>
        </w:tc>
      </w:tr>
      <w:tr w:rsidR="002930AC" w:rsidTr="00516B90">
        <w:tc>
          <w:tcPr>
            <w:tcW w:w="2129" w:type="dxa"/>
            <w:gridSpan w:val="2"/>
            <w:tcBorders>
              <w:top w:val="single" w:sz="4" w:space="0" w:color="F37B20"/>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r w:rsidRPr="00516B90">
              <w:rPr>
                <w:color w:val="404040" w:themeColor="text1" w:themeTint="BF"/>
              </w:rPr>
              <w:t>Growth</w:t>
            </w:r>
          </w:p>
        </w:tc>
        <w:tc>
          <w:tcPr>
            <w:tcW w:w="568" w:type="dxa"/>
            <w:tcBorders>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p>
        </w:tc>
        <w:tc>
          <w:tcPr>
            <w:tcW w:w="2132" w:type="dxa"/>
            <w:gridSpan w:val="3"/>
            <w:tcBorders>
              <w:top w:val="single" w:sz="4" w:space="0" w:color="F37B20"/>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r w:rsidRPr="00516B90">
              <w:rPr>
                <w:color w:val="404040" w:themeColor="text1" w:themeTint="BF"/>
              </w:rPr>
              <w:t>Customer focus</w:t>
            </w:r>
          </w:p>
        </w:tc>
        <w:tc>
          <w:tcPr>
            <w:tcW w:w="807" w:type="dxa"/>
            <w:tcBorders>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p>
        </w:tc>
        <w:tc>
          <w:tcPr>
            <w:tcW w:w="1892" w:type="dxa"/>
            <w:gridSpan w:val="8"/>
            <w:tcBorders>
              <w:top w:val="single" w:sz="4" w:space="0" w:color="F37B20"/>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r w:rsidRPr="00516B90">
              <w:rPr>
                <w:color w:val="404040" w:themeColor="text1" w:themeTint="BF"/>
              </w:rPr>
              <w:t>Systems &amp; processes</w:t>
            </w:r>
          </w:p>
        </w:tc>
        <w:tc>
          <w:tcPr>
            <w:tcW w:w="567" w:type="dxa"/>
            <w:gridSpan w:val="2"/>
            <w:tcBorders>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p>
        </w:tc>
        <w:tc>
          <w:tcPr>
            <w:tcW w:w="2132" w:type="dxa"/>
            <w:gridSpan w:val="4"/>
            <w:tcBorders>
              <w:top w:val="single" w:sz="4" w:space="0" w:color="F37B20"/>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r w:rsidRPr="00516B90">
              <w:rPr>
                <w:color w:val="404040" w:themeColor="text1" w:themeTint="BF"/>
              </w:rPr>
              <w:t>People &amp; learning</w:t>
            </w:r>
          </w:p>
        </w:tc>
        <w:tc>
          <w:tcPr>
            <w:tcW w:w="567" w:type="dxa"/>
            <w:gridSpan w:val="3"/>
            <w:tcBorders>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p>
        </w:tc>
        <w:tc>
          <w:tcPr>
            <w:tcW w:w="2214" w:type="dxa"/>
            <w:gridSpan w:val="4"/>
            <w:tcBorders>
              <w:top w:val="single" w:sz="4" w:space="0" w:color="F37B20"/>
              <w:left w:val="single" w:sz="4" w:space="0" w:color="F37B20"/>
              <w:right w:val="single" w:sz="4" w:space="0" w:color="F37B20"/>
            </w:tcBorders>
            <w:shd w:val="clear" w:color="auto" w:fill="auto"/>
          </w:tcPr>
          <w:p w:rsidR="002930AC" w:rsidRPr="00516B90" w:rsidRDefault="002930AC" w:rsidP="001A58B3">
            <w:pPr>
              <w:pStyle w:val="KeySentenceheading8pt"/>
              <w:jc w:val="center"/>
              <w:rPr>
                <w:color w:val="404040" w:themeColor="text1" w:themeTint="BF"/>
              </w:rPr>
            </w:pPr>
            <w:r w:rsidRPr="00516B90">
              <w:rPr>
                <w:color w:val="404040" w:themeColor="text1" w:themeTint="BF"/>
              </w:rPr>
              <w:t>Financial</w:t>
            </w:r>
          </w:p>
        </w:tc>
      </w:tr>
      <w:tr w:rsidR="002930AC" w:rsidTr="00516B90">
        <w:tc>
          <w:tcPr>
            <w:tcW w:w="2129" w:type="dxa"/>
            <w:gridSpan w:val="2"/>
            <w:tcBorders>
              <w:left w:val="single" w:sz="4" w:space="0" w:color="F37B20"/>
              <w:bottom w:val="single" w:sz="4" w:space="0" w:color="F37B20"/>
              <w:right w:val="single" w:sz="4" w:space="0" w:color="F37B20"/>
            </w:tcBorders>
            <w:shd w:val="clear" w:color="auto" w:fill="auto"/>
          </w:tcPr>
          <w:p w:rsidR="002930AC" w:rsidRDefault="002930AC" w:rsidP="006E391F">
            <w:pPr>
              <w:pStyle w:val="TableBullet1Small"/>
              <w:numPr>
                <w:ilvl w:val="0"/>
                <w:numId w:val="0"/>
              </w:numPr>
            </w:pPr>
          </w:p>
          <w:p w:rsidR="002930AC" w:rsidRDefault="002930AC" w:rsidP="00B90EC4">
            <w:pPr>
              <w:pStyle w:val="TableBullet1Small"/>
              <w:numPr>
                <w:ilvl w:val="0"/>
                <w:numId w:val="0"/>
              </w:numPr>
              <w:ind w:left="170" w:hanging="170"/>
            </w:pPr>
          </w:p>
          <w:p w:rsidR="002930AC" w:rsidRDefault="002930AC" w:rsidP="00B90EC4">
            <w:pPr>
              <w:pStyle w:val="TableBullet1Small"/>
              <w:numPr>
                <w:ilvl w:val="0"/>
                <w:numId w:val="0"/>
              </w:numPr>
              <w:ind w:left="170" w:hanging="170"/>
            </w:pPr>
          </w:p>
        </w:tc>
        <w:tc>
          <w:tcPr>
            <w:tcW w:w="568" w:type="dxa"/>
            <w:tcBorders>
              <w:left w:val="single" w:sz="4" w:space="0" w:color="F37B20"/>
              <w:right w:val="single" w:sz="4" w:space="0" w:color="F37B20"/>
            </w:tcBorders>
            <w:shd w:val="clear" w:color="auto" w:fill="auto"/>
          </w:tcPr>
          <w:p w:rsidR="002930AC" w:rsidRPr="00D04CF8" w:rsidRDefault="002930AC" w:rsidP="00E01FBA">
            <w:pPr>
              <w:pStyle w:val="TableTextSmall"/>
              <w:rPr>
                <w:color w:val="F37B20" w:themeColor="accent5"/>
              </w:rPr>
            </w:pPr>
          </w:p>
        </w:tc>
        <w:tc>
          <w:tcPr>
            <w:tcW w:w="2132" w:type="dxa"/>
            <w:gridSpan w:val="3"/>
            <w:tcBorders>
              <w:left w:val="single" w:sz="4" w:space="0" w:color="F37B20"/>
              <w:bottom w:val="single" w:sz="4" w:space="0" w:color="F37B20"/>
              <w:right w:val="single" w:sz="4" w:space="0" w:color="F37B20"/>
            </w:tcBorders>
            <w:shd w:val="clear" w:color="auto" w:fill="auto"/>
          </w:tcPr>
          <w:p w:rsidR="002930AC" w:rsidRPr="00D04CF8" w:rsidRDefault="002930AC" w:rsidP="001A58B3">
            <w:pPr>
              <w:pStyle w:val="TableBullet1Small"/>
              <w:rPr>
                <w:color w:val="F37B20" w:themeColor="accent5"/>
              </w:rPr>
            </w:pPr>
          </w:p>
        </w:tc>
        <w:tc>
          <w:tcPr>
            <w:tcW w:w="807" w:type="dxa"/>
            <w:tcBorders>
              <w:left w:val="single" w:sz="4" w:space="0" w:color="F37B20"/>
              <w:right w:val="single" w:sz="4" w:space="0" w:color="F37B20"/>
            </w:tcBorders>
            <w:shd w:val="clear" w:color="auto" w:fill="auto"/>
          </w:tcPr>
          <w:p w:rsidR="002930AC" w:rsidRPr="00D04CF8" w:rsidRDefault="002930AC" w:rsidP="00E01FBA">
            <w:pPr>
              <w:pStyle w:val="TableTextSmall"/>
              <w:rPr>
                <w:color w:val="F37B20" w:themeColor="accent5"/>
              </w:rPr>
            </w:pPr>
          </w:p>
        </w:tc>
        <w:tc>
          <w:tcPr>
            <w:tcW w:w="1892" w:type="dxa"/>
            <w:gridSpan w:val="8"/>
            <w:tcBorders>
              <w:left w:val="single" w:sz="4" w:space="0" w:color="F37B20"/>
              <w:bottom w:val="single" w:sz="4" w:space="0" w:color="F37B20"/>
              <w:right w:val="single" w:sz="4" w:space="0" w:color="F37B20"/>
            </w:tcBorders>
            <w:shd w:val="clear" w:color="auto" w:fill="auto"/>
          </w:tcPr>
          <w:p w:rsidR="002930AC" w:rsidRPr="00D04CF8" w:rsidRDefault="002930AC" w:rsidP="001A58B3">
            <w:pPr>
              <w:pStyle w:val="TableBullet1Small"/>
              <w:rPr>
                <w:color w:val="F37B20" w:themeColor="accent5"/>
              </w:rPr>
            </w:pPr>
          </w:p>
        </w:tc>
        <w:tc>
          <w:tcPr>
            <w:tcW w:w="567" w:type="dxa"/>
            <w:gridSpan w:val="2"/>
            <w:tcBorders>
              <w:left w:val="single" w:sz="4" w:space="0" w:color="F37B20"/>
              <w:right w:val="single" w:sz="4" w:space="0" w:color="F37B20"/>
            </w:tcBorders>
            <w:shd w:val="clear" w:color="auto" w:fill="auto"/>
          </w:tcPr>
          <w:p w:rsidR="002930AC" w:rsidRPr="00D04CF8" w:rsidRDefault="002930AC" w:rsidP="00E01FBA">
            <w:pPr>
              <w:pStyle w:val="TableTextSmall"/>
              <w:rPr>
                <w:color w:val="F37B20" w:themeColor="accent5"/>
              </w:rPr>
            </w:pPr>
          </w:p>
        </w:tc>
        <w:tc>
          <w:tcPr>
            <w:tcW w:w="2132" w:type="dxa"/>
            <w:gridSpan w:val="4"/>
            <w:tcBorders>
              <w:left w:val="single" w:sz="4" w:space="0" w:color="F37B20"/>
              <w:bottom w:val="single" w:sz="4" w:space="0" w:color="F37B20"/>
              <w:right w:val="single" w:sz="4" w:space="0" w:color="F37B20"/>
            </w:tcBorders>
            <w:shd w:val="clear" w:color="auto" w:fill="auto"/>
          </w:tcPr>
          <w:p w:rsidR="002930AC" w:rsidRPr="00D04CF8" w:rsidRDefault="002930AC" w:rsidP="001A58B3">
            <w:pPr>
              <w:pStyle w:val="TableBullet1Small"/>
              <w:rPr>
                <w:color w:val="F37B20" w:themeColor="accent5"/>
              </w:rPr>
            </w:pPr>
          </w:p>
        </w:tc>
        <w:tc>
          <w:tcPr>
            <w:tcW w:w="567" w:type="dxa"/>
            <w:gridSpan w:val="3"/>
            <w:tcBorders>
              <w:left w:val="single" w:sz="4" w:space="0" w:color="F37B20"/>
              <w:right w:val="single" w:sz="4" w:space="0" w:color="F37B20"/>
            </w:tcBorders>
            <w:shd w:val="clear" w:color="auto" w:fill="auto"/>
          </w:tcPr>
          <w:p w:rsidR="002930AC" w:rsidRPr="00D04CF8" w:rsidRDefault="002930AC" w:rsidP="00E01FBA">
            <w:pPr>
              <w:pStyle w:val="TableTextSmall"/>
              <w:rPr>
                <w:color w:val="F37B20" w:themeColor="accent5"/>
              </w:rPr>
            </w:pPr>
          </w:p>
        </w:tc>
        <w:tc>
          <w:tcPr>
            <w:tcW w:w="2214" w:type="dxa"/>
            <w:gridSpan w:val="4"/>
            <w:tcBorders>
              <w:left w:val="single" w:sz="4" w:space="0" w:color="F37B20"/>
              <w:bottom w:val="single" w:sz="4" w:space="0" w:color="F37B20"/>
              <w:right w:val="single" w:sz="4" w:space="0" w:color="F37B20"/>
            </w:tcBorders>
            <w:shd w:val="clear" w:color="auto" w:fill="auto"/>
          </w:tcPr>
          <w:p w:rsidR="002930AC" w:rsidRPr="00D04CF8" w:rsidRDefault="002930AC" w:rsidP="001A58B3">
            <w:pPr>
              <w:pStyle w:val="TableBullet1Small"/>
              <w:rPr>
                <w:color w:val="F37B20" w:themeColor="accent5"/>
              </w:rPr>
            </w:pPr>
          </w:p>
        </w:tc>
      </w:tr>
    </w:tbl>
    <w:p w:rsidR="0074777D" w:rsidRDefault="0074777D" w:rsidP="000F346D">
      <w:pPr>
        <w:pStyle w:val="PwCNormal-Single"/>
      </w:pPr>
    </w:p>
    <w:p w:rsidR="00F404D3" w:rsidRDefault="00F404D3" w:rsidP="00516B90">
      <w:pPr>
        <w:pStyle w:val="KeySentenceheading8pt"/>
        <w:sectPr w:rsidR="00F404D3" w:rsidSect="00FF1D91">
          <w:footerReference w:type="default" r:id="rId15"/>
          <w:footerReference w:type="first" r:id="rId16"/>
          <w:pgSz w:w="16840" w:h="11907" w:orient="landscape" w:code="9"/>
          <w:pgMar w:top="1134" w:right="567" w:bottom="992" w:left="3317" w:header="567" w:footer="567" w:gutter="227"/>
          <w:pgBorders w:offsetFrom="page">
            <w:top w:val="single" w:sz="6" w:space="24" w:color="464D53" w:themeColor="text2"/>
            <w:left w:val="single" w:sz="6" w:space="24" w:color="464D53" w:themeColor="text2"/>
          </w:pgBorders>
          <w:pgNumType w:start="1"/>
          <w:cols w:space="425"/>
          <w:titlePg/>
          <w:docGrid w:linePitch="360"/>
        </w:sectPr>
      </w:pPr>
    </w:p>
    <w:p w:rsidR="0074777D" w:rsidRPr="007E2222" w:rsidRDefault="00516B90" w:rsidP="00F404D3">
      <w:pPr>
        <w:pStyle w:val="Heading2"/>
        <w:rPr>
          <w:sz w:val="32"/>
          <w:szCs w:val="32"/>
        </w:rPr>
      </w:pPr>
      <w:bookmarkStart w:id="2" w:name="_Toc277325431"/>
      <w:r w:rsidRPr="007E2222">
        <w:rPr>
          <w:sz w:val="32"/>
          <w:szCs w:val="32"/>
        </w:rPr>
        <w:lastRenderedPageBreak/>
        <w:t xml:space="preserve">2     </w:t>
      </w:r>
      <w:r w:rsidR="007D39E2" w:rsidRPr="007E2222">
        <w:rPr>
          <w:sz w:val="32"/>
          <w:szCs w:val="32"/>
        </w:rPr>
        <w:t>Workshop toolkit</w:t>
      </w:r>
      <w:bookmarkEnd w:id="2"/>
    </w:p>
    <w:p w:rsidR="00F404D3" w:rsidRPr="007E2222" w:rsidRDefault="00677D89" w:rsidP="00E538C5">
      <w:pPr>
        <w:pStyle w:val="Heading6"/>
        <w:rPr>
          <w:i w:val="0"/>
          <w:sz w:val="28"/>
          <w:szCs w:val="28"/>
        </w:rPr>
      </w:pPr>
      <w:bookmarkStart w:id="3" w:name="_Toc277325432"/>
      <w:r>
        <w:rPr>
          <w:i w:val="0"/>
          <w:noProof/>
          <w:sz w:val="28"/>
          <w:szCs w:val="28"/>
        </w:rPr>
        <w:pict>
          <v:shape id="Text Box 2" o:spid="_x0000_s1030" type="#_x0000_t202" style="position:absolute;margin-left:-6.6pt;margin-top:52.6pt;width:315.05pt;height:158.45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ECDgMKAIAAE4EAAAOAAAAAAAAAAAAAAAAAC4CAABkcnMvZTJvRG9j&#10;LnhtbFBLAQItABQABgAIAAAAIQBIWydy2wAAAAcBAAAPAAAAAAAAAAAAAAAAAIIEAABkcnMvZG93&#10;bnJldi54bWxQSwUGAAAAAAQABADzAAAAigUAAAAA&#10;">
            <v:textbox>
              <w:txbxContent>
                <w:p w:rsidR="0002381C" w:rsidRPr="00516B90" w:rsidRDefault="0002381C" w:rsidP="0002381C">
                  <w:pPr>
                    <w:pStyle w:val="DanielsandCoNormal"/>
                    <w:rPr>
                      <w:b/>
                      <w:color w:val="F37B20" w:themeColor="accent5"/>
                      <w:sz w:val="22"/>
                      <w:szCs w:val="22"/>
                    </w:rPr>
                  </w:pPr>
                  <w:r w:rsidRPr="00516B90">
                    <w:rPr>
                      <w:b/>
                      <w:color w:val="F37B20" w:themeColor="accent5"/>
                      <w:sz w:val="22"/>
                      <w:szCs w:val="22"/>
                    </w:rPr>
                    <w:t>Now-Where-How</w:t>
                  </w:r>
                </w:p>
                <w:p w:rsidR="0002381C" w:rsidRPr="00516B90" w:rsidRDefault="0002381C" w:rsidP="00516B90">
                  <w:pPr>
                    <w:pStyle w:val="DanielsandCoNormal"/>
                    <w:spacing w:line="276" w:lineRule="auto"/>
                    <w:rPr>
                      <w:rFonts w:asciiTheme="minorHAnsi" w:hAnsiTheme="minorHAnsi" w:cstheme="minorHAnsi"/>
                      <w:sz w:val="20"/>
                      <w:szCs w:val="20"/>
                    </w:rPr>
                  </w:pPr>
                  <w:r w:rsidRPr="00516B90">
                    <w:rPr>
                      <w:rFonts w:asciiTheme="minorHAnsi" w:hAnsiTheme="minorHAnsi" w:cstheme="minorHAnsi"/>
                      <w:sz w:val="20"/>
                      <w:szCs w:val="20"/>
                    </w:rPr>
                    <w:t>Now-Where-How is a simple but effective process for problem solving and decision-making. The first step is to understand your current situation (Now), then assume you are very successful and hence identify your end-goals (Where), and only then create strategies (How) to get from Now to Where. A typical mistake many organisations make is to discuss the problem (Now) and then seek to solve it immediately (How). Including the extra step of Where means you have a common view of the future and a means to measure the potential effectiveness of the strategies created.</w:t>
                  </w:r>
                </w:p>
              </w:txbxContent>
            </v:textbox>
            <w10:wrap type="square"/>
          </v:shape>
        </w:pict>
      </w:r>
      <w:r w:rsidR="00516B90" w:rsidRPr="007E2222">
        <w:rPr>
          <w:i w:val="0"/>
          <w:sz w:val="28"/>
          <w:szCs w:val="28"/>
        </w:rPr>
        <w:t xml:space="preserve">2.1   </w:t>
      </w:r>
      <w:r w:rsidR="00E538C5" w:rsidRPr="007E2222">
        <w:rPr>
          <w:i w:val="0"/>
          <w:sz w:val="28"/>
          <w:szCs w:val="28"/>
        </w:rPr>
        <w:t>Simple strategic focusing principles</w:t>
      </w:r>
      <w:bookmarkEnd w:id="3"/>
    </w:p>
    <w:p w:rsidR="00E538C5" w:rsidRDefault="00E538C5" w:rsidP="00E538C5">
      <w:pPr>
        <w:pStyle w:val="PwCNormal"/>
        <w:numPr>
          <w:ilvl w:val="0"/>
          <w:numId w:val="0"/>
        </w:numPr>
        <w:sectPr w:rsidR="00E538C5" w:rsidSect="00FF1D91">
          <w:pgSz w:w="16840" w:h="11907" w:orient="landscape" w:code="9"/>
          <w:pgMar w:top="1134" w:right="567" w:bottom="993" w:left="3317" w:header="567" w:footer="567" w:gutter="227"/>
          <w:pgBorders w:offsetFrom="page">
            <w:top w:val="single" w:sz="6" w:space="24" w:color="464D53" w:themeColor="text2"/>
            <w:left w:val="single" w:sz="6" w:space="24" w:color="464D53" w:themeColor="text2"/>
          </w:pgBorders>
          <w:cols w:space="425"/>
          <w:titlePg/>
          <w:docGrid w:linePitch="360"/>
        </w:sectPr>
      </w:pPr>
    </w:p>
    <w:tbl>
      <w:tblPr>
        <w:tblStyle w:val="NEWtable1"/>
        <w:tblpPr w:leftFromText="180" w:rightFromText="180" w:vertAnchor="text" w:horzAnchor="margin" w:tblpY="4077"/>
        <w:tblW w:w="0" w:type="auto"/>
        <w:tblLook w:val="04A0"/>
      </w:tblPr>
      <w:tblGrid>
        <w:gridCol w:w="6368"/>
      </w:tblGrid>
      <w:tr w:rsidR="00705BD1" w:rsidTr="00516B90">
        <w:tc>
          <w:tcPr>
            <w:tcW w:w="6368" w:type="dxa"/>
          </w:tcPr>
          <w:p w:rsidR="00705BD1" w:rsidRPr="00516B90" w:rsidRDefault="00705BD1" w:rsidP="00516B90">
            <w:pPr>
              <w:pStyle w:val="KeySentenceheading"/>
              <w:rPr>
                <w:i w:val="0"/>
                <w:color w:val="F37B20" w:themeColor="accent5"/>
                <w:sz w:val="22"/>
                <w:szCs w:val="22"/>
              </w:rPr>
            </w:pPr>
            <w:r w:rsidRPr="00516B90">
              <w:rPr>
                <w:i w:val="0"/>
                <w:color w:val="F37B20" w:themeColor="accent5"/>
                <w:sz w:val="22"/>
                <w:szCs w:val="22"/>
              </w:rPr>
              <w:t>80/20 Principle applied to focusing and planning</w:t>
            </w:r>
          </w:p>
          <w:p w:rsidR="00705BD1" w:rsidRPr="00516B90" w:rsidRDefault="00705BD1" w:rsidP="00516B90">
            <w:pPr>
              <w:pStyle w:val="PwCNormal"/>
              <w:spacing w:line="276" w:lineRule="auto"/>
              <w:rPr>
                <w:i w:val="0"/>
              </w:rPr>
            </w:pPr>
            <w:r w:rsidRPr="00516B90">
              <w:rPr>
                <w:i w:val="0"/>
              </w:rPr>
              <w:t>The 80/20 Principle states that 80% of the effect typically comes from 20% of the causes. So our objective in the planning process is to define and prioritise the strategies and actions for at least the 20% of things that will deliver 80% of the progress. And because strategic planning is always subject to the vagaries of the environment and changes in our business, we would like to develop a plan that is sufficiently good, but is done in a short time frame—this means a plan that is relatively simple but which can be updated easily as the need arises in the future.  To achieve these things will be to have used the 80/20 Principle well in our planning.</w:t>
            </w:r>
          </w:p>
        </w:tc>
      </w:tr>
    </w:tbl>
    <w:tbl>
      <w:tblPr>
        <w:tblStyle w:val="Newtable2"/>
        <w:tblW w:w="0" w:type="auto"/>
        <w:tblLook w:val="04A0"/>
      </w:tblPr>
      <w:tblGrid>
        <w:gridCol w:w="6063"/>
      </w:tblGrid>
      <w:tr w:rsidR="0002381C" w:rsidTr="0002381C">
        <w:tc>
          <w:tcPr>
            <w:tcW w:w="5529" w:type="dxa"/>
          </w:tcPr>
          <w:p w:rsidR="00F1721B" w:rsidRPr="00516B90" w:rsidRDefault="00F1721B" w:rsidP="00F1721B">
            <w:pPr>
              <w:pStyle w:val="KeySentenceheading"/>
              <w:rPr>
                <w:color w:val="F37B20" w:themeColor="accent5"/>
              </w:rPr>
            </w:pPr>
            <w:r w:rsidRPr="00516B90">
              <w:rPr>
                <w:color w:val="F37B20" w:themeColor="accent5"/>
              </w:rPr>
              <w:lastRenderedPageBreak/>
              <w:t>Now-Where-How approach</w:t>
            </w:r>
          </w:p>
          <w:p w:rsidR="00F1721B" w:rsidRDefault="00F1721B" w:rsidP="00925055">
            <w:pPr>
              <w:pStyle w:val="TableTextSmall"/>
            </w:pPr>
            <w:r w:rsidRPr="00516B90">
              <w:rPr>
                <w:noProof/>
              </w:rPr>
              <w:drawing>
                <wp:inline distT="0" distB="0" distL="0" distR="0">
                  <wp:extent cx="3712690" cy="3960766"/>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duotone>
                              <a:prstClr val="black"/>
                              <a:schemeClr val="accent5">
                                <a:tint val="45000"/>
                                <a:satMod val="400000"/>
                              </a:schemeClr>
                            </a:duotone>
                          </a:blip>
                          <a:srcRect/>
                          <a:stretch>
                            <a:fillRect/>
                          </a:stretch>
                        </pic:blipFill>
                        <pic:spPr bwMode="auto">
                          <a:xfrm>
                            <a:off x="0" y="0"/>
                            <a:ext cx="3716234" cy="3964547"/>
                          </a:xfrm>
                          <a:prstGeom prst="rect">
                            <a:avLst/>
                          </a:prstGeom>
                          <a:noFill/>
                          <a:ln w="9525">
                            <a:noFill/>
                            <a:miter lim="800000"/>
                            <a:headEnd/>
                            <a:tailEnd/>
                          </a:ln>
                        </pic:spPr>
                      </pic:pic>
                    </a:graphicData>
                  </a:graphic>
                </wp:inline>
              </w:drawing>
            </w:r>
          </w:p>
        </w:tc>
      </w:tr>
    </w:tbl>
    <w:p w:rsidR="00D40CEA" w:rsidRDefault="00D40CEA" w:rsidP="00D40CEA">
      <w:pPr>
        <w:pStyle w:val="PwCNormal"/>
        <w:numPr>
          <w:ilvl w:val="0"/>
          <w:numId w:val="0"/>
        </w:numPr>
      </w:pPr>
    </w:p>
    <w:p w:rsidR="00D40CEA" w:rsidRDefault="00D40CEA" w:rsidP="00D40CEA">
      <w:pPr>
        <w:pStyle w:val="PwCNormal"/>
      </w:pPr>
    </w:p>
    <w:p w:rsidR="00DB65F6" w:rsidRDefault="00DB65F6" w:rsidP="00D40CEA">
      <w:pPr>
        <w:pStyle w:val="Heading6"/>
        <w:sectPr w:rsidR="00DB65F6" w:rsidSect="00FF1D91">
          <w:type w:val="continuous"/>
          <w:pgSz w:w="16840" w:h="11907" w:orient="landscape" w:code="9"/>
          <w:pgMar w:top="1134" w:right="567" w:bottom="993" w:left="3317" w:header="567" w:footer="567" w:gutter="227"/>
          <w:pgBorders w:offsetFrom="page">
            <w:top w:val="single" w:sz="6" w:space="24" w:color="464D53" w:themeColor="text2"/>
            <w:left w:val="single" w:sz="6" w:space="24" w:color="464D53" w:themeColor="text2"/>
          </w:pgBorders>
          <w:cols w:num="2" w:space="425"/>
          <w:titlePg/>
          <w:docGrid w:linePitch="360"/>
        </w:sectPr>
      </w:pPr>
    </w:p>
    <w:p w:rsidR="00D40CEA" w:rsidRPr="007E2222" w:rsidRDefault="00ED6DD7" w:rsidP="00ED6DD7">
      <w:pPr>
        <w:pStyle w:val="Heading6"/>
        <w:rPr>
          <w:i w:val="0"/>
          <w:sz w:val="28"/>
          <w:szCs w:val="28"/>
        </w:rPr>
      </w:pPr>
      <w:bookmarkStart w:id="4" w:name="_Toc277325433"/>
      <w:r w:rsidRPr="007E2222">
        <w:rPr>
          <w:i w:val="0"/>
          <w:sz w:val="28"/>
          <w:szCs w:val="28"/>
        </w:rPr>
        <w:lastRenderedPageBreak/>
        <w:t xml:space="preserve">2.2   </w:t>
      </w:r>
      <w:r w:rsidR="00D40CEA" w:rsidRPr="007E2222">
        <w:rPr>
          <w:i w:val="0"/>
          <w:sz w:val="28"/>
          <w:szCs w:val="28"/>
        </w:rPr>
        <w:t>Business segmentation</w:t>
      </w:r>
      <w:bookmarkEnd w:id="4"/>
    </w:p>
    <w:p w:rsidR="00DB65F6" w:rsidRDefault="00DB65F6" w:rsidP="00DB65F6">
      <w:pPr>
        <w:pStyle w:val="PwCNormal"/>
        <w:numPr>
          <w:ilvl w:val="0"/>
          <w:numId w:val="0"/>
        </w:numPr>
      </w:pPr>
      <w:r w:rsidRPr="00DB65F6">
        <w:t>This is a table for analysing the breadth and depth of your business in the future, to track progress in developing the business. Within these cells you can place different forms of information such as Sales Revenue, Profits, Level of Opportunity, Rate of Growth or Decline etc. This table allows you to cross-reference each product/product group with each customer group and discuss opportunities and risks. Note the outcome of discussion in the relevant box.</w:t>
      </w:r>
    </w:p>
    <w:tbl>
      <w:tblPr>
        <w:tblStyle w:val="Tables-APBase"/>
        <w:tblW w:w="0" w:type="auto"/>
        <w:tblLook w:val="04A0"/>
      </w:tblPr>
      <w:tblGrid>
        <w:gridCol w:w="1101"/>
        <w:gridCol w:w="1692"/>
        <w:gridCol w:w="1692"/>
        <w:gridCol w:w="1692"/>
        <w:gridCol w:w="1692"/>
        <w:gridCol w:w="1692"/>
        <w:gridCol w:w="1692"/>
        <w:gridCol w:w="1692"/>
      </w:tblGrid>
      <w:tr w:rsidR="00DB65F6" w:rsidRPr="00E043A3" w:rsidTr="00BF178C">
        <w:trPr>
          <w:cnfStyle w:val="100000000000"/>
        </w:trPr>
        <w:tc>
          <w:tcPr>
            <w:cnfStyle w:val="000000000100"/>
            <w:tcW w:w="1101" w:type="dxa"/>
          </w:tcPr>
          <w:p w:rsidR="00DB65F6" w:rsidRPr="00E043A3" w:rsidRDefault="00DB65F6" w:rsidP="00E043A3">
            <w:pPr>
              <w:pStyle w:val="TableColumnHeadingNormal"/>
            </w:pPr>
            <w:r w:rsidRPr="00E043A3">
              <w:t xml:space="preserve">Product </w:t>
            </w:r>
            <w:r w:rsidR="00BF178C" w:rsidRPr="00E043A3">
              <w:t>groups</w:t>
            </w:r>
          </w:p>
        </w:tc>
        <w:tc>
          <w:tcPr>
            <w:tcW w:w="11844" w:type="dxa"/>
            <w:gridSpan w:val="7"/>
          </w:tcPr>
          <w:p w:rsidR="00DB65F6" w:rsidRPr="00E043A3" w:rsidRDefault="00DB65F6" w:rsidP="00E043A3">
            <w:pPr>
              <w:pStyle w:val="TableColumnHeadingNormal"/>
              <w:cnfStyle w:val="100000000000"/>
            </w:pPr>
            <w:r w:rsidRPr="00E043A3">
              <w:t>Customer groups</w:t>
            </w:r>
          </w:p>
        </w:tc>
      </w:tr>
      <w:tr w:rsidR="00DB65F6" w:rsidRPr="00E043A3" w:rsidTr="00ED6DD7">
        <w:tc>
          <w:tcPr>
            <w:tcW w:w="1101" w:type="dxa"/>
            <w:shd w:val="clear" w:color="auto" w:fill="F7AF79" w:themeFill="accent5" w:themeFillTint="99"/>
          </w:tcPr>
          <w:p w:rsidR="00DB65F6" w:rsidRPr="00E043A3" w:rsidRDefault="00DB65F6" w:rsidP="00E043A3">
            <w:pPr>
              <w:pStyle w:val="TableColumnHeadingNormal"/>
              <w:rPr>
                <w:rStyle w:val="Base"/>
              </w:rPr>
            </w:pPr>
          </w:p>
        </w:tc>
        <w:tc>
          <w:tcPr>
            <w:tcW w:w="1692" w:type="dxa"/>
            <w:shd w:val="clear" w:color="auto" w:fill="F7AF79" w:themeFill="accent5" w:themeFillTint="99"/>
          </w:tcPr>
          <w:p w:rsidR="00DB65F6" w:rsidRPr="00E043A3" w:rsidRDefault="00DB65F6" w:rsidP="00E043A3">
            <w:pPr>
              <w:pStyle w:val="TableColumnHeadingNormal"/>
              <w:rPr>
                <w:rStyle w:val="Base"/>
              </w:rPr>
            </w:pPr>
            <w:r w:rsidRPr="00E043A3">
              <w:rPr>
                <w:rStyle w:val="Base"/>
              </w:rPr>
              <w:t>A</w:t>
            </w:r>
          </w:p>
        </w:tc>
        <w:tc>
          <w:tcPr>
            <w:tcW w:w="1692" w:type="dxa"/>
            <w:shd w:val="clear" w:color="auto" w:fill="F7AF79" w:themeFill="accent5" w:themeFillTint="99"/>
          </w:tcPr>
          <w:p w:rsidR="00DB65F6" w:rsidRPr="00E043A3" w:rsidRDefault="00DB65F6" w:rsidP="00E043A3">
            <w:pPr>
              <w:pStyle w:val="TableColumnHeadingNormal"/>
              <w:rPr>
                <w:rStyle w:val="Base"/>
              </w:rPr>
            </w:pPr>
            <w:r w:rsidRPr="00E043A3">
              <w:rPr>
                <w:rStyle w:val="Base"/>
              </w:rPr>
              <w:t>B</w:t>
            </w:r>
          </w:p>
        </w:tc>
        <w:tc>
          <w:tcPr>
            <w:tcW w:w="1692" w:type="dxa"/>
            <w:shd w:val="clear" w:color="auto" w:fill="F7AF79" w:themeFill="accent5" w:themeFillTint="99"/>
          </w:tcPr>
          <w:p w:rsidR="00DB65F6" w:rsidRPr="00E043A3" w:rsidRDefault="00DB65F6" w:rsidP="00E043A3">
            <w:pPr>
              <w:pStyle w:val="TableColumnHeadingNormal"/>
              <w:rPr>
                <w:rStyle w:val="Base"/>
              </w:rPr>
            </w:pPr>
            <w:r w:rsidRPr="00E043A3">
              <w:rPr>
                <w:rStyle w:val="Base"/>
              </w:rPr>
              <w:t>C</w:t>
            </w:r>
          </w:p>
        </w:tc>
        <w:tc>
          <w:tcPr>
            <w:tcW w:w="1692" w:type="dxa"/>
            <w:shd w:val="clear" w:color="auto" w:fill="F7AF79" w:themeFill="accent5" w:themeFillTint="99"/>
          </w:tcPr>
          <w:p w:rsidR="00DB65F6" w:rsidRPr="00E043A3" w:rsidRDefault="00DB65F6" w:rsidP="00E043A3">
            <w:pPr>
              <w:pStyle w:val="TableColumnHeadingNormal"/>
              <w:rPr>
                <w:rStyle w:val="Base"/>
              </w:rPr>
            </w:pPr>
            <w:r w:rsidRPr="00E043A3">
              <w:rPr>
                <w:rStyle w:val="Base"/>
              </w:rPr>
              <w:t>D</w:t>
            </w:r>
          </w:p>
        </w:tc>
        <w:tc>
          <w:tcPr>
            <w:tcW w:w="1692" w:type="dxa"/>
            <w:shd w:val="clear" w:color="auto" w:fill="F7AF79" w:themeFill="accent5" w:themeFillTint="99"/>
          </w:tcPr>
          <w:p w:rsidR="00DB65F6" w:rsidRPr="00E043A3" w:rsidRDefault="00DB65F6" w:rsidP="00E043A3">
            <w:pPr>
              <w:pStyle w:val="TableColumnHeadingNormal"/>
              <w:rPr>
                <w:rStyle w:val="Base"/>
              </w:rPr>
            </w:pPr>
            <w:r w:rsidRPr="00E043A3">
              <w:rPr>
                <w:rStyle w:val="Base"/>
              </w:rPr>
              <w:t>E</w:t>
            </w:r>
          </w:p>
        </w:tc>
        <w:tc>
          <w:tcPr>
            <w:tcW w:w="1692" w:type="dxa"/>
            <w:shd w:val="clear" w:color="auto" w:fill="F7AF79" w:themeFill="accent5" w:themeFillTint="99"/>
          </w:tcPr>
          <w:p w:rsidR="00DB65F6" w:rsidRPr="00E043A3" w:rsidRDefault="00DB65F6" w:rsidP="00E043A3">
            <w:pPr>
              <w:pStyle w:val="TableColumnHeadingNormal"/>
              <w:rPr>
                <w:rStyle w:val="Base"/>
              </w:rPr>
            </w:pPr>
            <w:r w:rsidRPr="00E043A3">
              <w:rPr>
                <w:rStyle w:val="Base"/>
              </w:rPr>
              <w:t>F</w:t>
            </w:r>
          </w:p>
        </w:tc>
        <w:tc>
          <w:tcPr>
            <w:tcW w:w="1692" w:type="dxa"/>
            <w:shd w:val="clear" w:color="auto" w:fill="F7AF79" w:themeFill="accent5" w:themeFillTint="99"/>
          </w:tcPr>
          <w:p w:rsidR="00DB65F6" w:rsidRPr="00E043A3" w:rsidRDefault="00DB65F6" w:rsidP="00E043A3">
            <w:pPr>
              <w:pStyle w:val="TableColumnHeadingNormal"/>
              <w:rPr>
                <w:rStyle w:val="Base"/>
              </w:rPr>
            </w:pPr>
            <w:r w:rsidRPr="00E043A3">
              <w:rPr>
                <w:rStyle w:val="Base"/>
              </w:rPr>
              <w:t>Totals</w:t>
            </w:r>
          </w:p>
        </w:tc>
      </w:tr>
      <w:tr w:rsidR="00DB65F6" w:rsidTr="00ED6DD7">
        <w:tc>
          <w:tcPr>
            <w:tcW w:w="1101" w:type="dxa"/>
            <w:tcBorders>
              <w:bottom w:val="single" w:sz="12" w:space="0" w:color="F37B20" w:themeColor="accent5"/>
            </w:tcBorders>
          </w:tcPr>
          <w:p w:rsidR="00DB65F6" w:rsidRDefault="00DB65F6" w:rsidP="00E043A3">
            <w:pPr>
              <w:pStyle w:val="TableTextNormal"/>
              <w:rPr>
                <w:rStyle w:val="Base"/>
              </w:rPr>
            </w:pPr>
            <w:r w:rsidRPr="00DB65F6">
              <w:rPr>
                <w:rStyle w:val="Base"/>
              </w:rPr>
              <w:t>1</w:t>
            </w:r>
          </w:p>
          <w:p w:rsidR="00B90EC4" w:rsidRPr="00DB65F6" w:rsidRDefault="00B90EC4" w:rsidP="00E043A3">
            <w:pPr>
              <w:pStyle w:val="TableTextNormal"/>
              <w:rPr>
                <w:rStyle w:val="Base"/>
              </w:rPr>
            </w:pPr>
          </w:p>
        </w:tc>
        <w:tc>
          <w:tcPr>
            <w:tcW w:w="1692" w:type="dxa"/>
            <w:tcBorders>
              <w:bottom w:val="single" w:sz="12" w:space="0" w:color="F37B20" w:themeColor="accent5"/>
            </w:tcBorders>
          </w:tcPr>
          <w:p w:rsidR="00DB65F6" w:rsidRDefault="00DB65F6" w:rsidP="00B90EC4">
            <w:pPr>
              <w:pStyle w:val="TableTextNormal"/>
            </w:pPr>
          </w:p>
        </w:tc>
        <w:tc>
          <w:tcPr>
            <w:tcW w:w="1692" w:type="dxa"/>
            <w:tcBorders>
              <w:bottom w:val="single" w:sz="12" w:space="0" w:color="F37B20" w:themeColor="accent5"/>
            </w:tcBorders>
          </w:tcPr>
          <w:p w:rsidR="00DB65F6" w:rsidRDefault="00DB65F6" w:rsidP="00B90EC4">
            <w:pPr>
              <w:pStyle w:val="TableTextNormal"/>
            </w:pPr>
          </w:p>
        </w:tc>
        <w:tc>
          <w:tcPr>
            <w:tcW w:w="1692" w:type="dxa"/>
            <w:tcBorders>
              <w:bottom w:val="single" w:sz="12" w:space="0" w:color="F37B20" w:themeColor="accent5"/>
            </w:tcBorders>
          </w:tcPr>
          <w:p w:rsidR="00DB65F6" w:rsidRDefault="00DB65F6" w:rsidP="00B90EC4">
            <w:pPr>
              <w:pStyle w:val="TableTextNormal"/>
            </w:pPr>
          </w:p>
        </w:tc>
        <w:tc>
          <w:tcPr>
            <w:tcW w:w="1692" w:type="dxa"/>
            <w:tcBorders>
              <w:bottom w:val="single" w:sz="12" w:space="0" w:color="F37B20" w:themeColor="accent5"/>
            </w:tcBorders>
          </w:tcPr>
          <w:p w:rsidR="00DB65F6" w:rsidRDefault="00DB65F6" w:rsidP="00B90EC4">
            <w:pPr>
              <w:pStyle w:val="TableTextNormal"/>
            </w:pPr>
          </w:p>
        </w:tc>
        <w:tc>
          <w:tcPr>
            <w:tcW w:w="1692" w:type="dxa"/>
            <w:tcBorders>
              <w:bottom w:val="single" w:sz="12" w:space="0" w:color="F37B20" w:themeColor="accent5"/>
            </w:tcBorders>
          </w:tcPr>
          <w:p w:rsidR="00DB65F6" w:rsidRDefault="00DB65F6" w:rsidP="00B90EC4">
            <w:pPr>
              <w:pStyle w:val="TableTextNormal"/>
            </w:pPr>
          </w:p>
        </w:tc>
        <w:tc>
          <w:tcPr>
            <w:tcW w:w="1692" w:type="dxa"/>
            <w:tcBorders>
              <w:bottom w:val="single" w:sz="12" w:space="0" w:color="F37B20" w:themeColor="accent5"/>
            </w:tcBorders>
          </w:tcPr>
          <w:p w:rsidR="00DB65F6" w:rsidRDefault="00DB65F6" w:rsidP="00B90EC4">
            <w:pPr>
              <w:pStyle w:val="TableTextNormal"/>
            </w:pPr>
          </w:p>
        </w:tc>
        <w:tc>
          <w:tcPr>
            <w:tcW w:w="1692" w:type="dxa"/>
            <w:tcBorders>
              <w:bottom w:val="single" w:sz="12" w:space="0" w:color="F37B20" w:themeColor="accent5"/>
            </w:tcBorders>
          </w:tcPr>
          <w:p w:rsidR="00DB65F6" w:rsidRPr="00CF235C" w:rsidRDefault="00DB65F6" w:rsidP="00B90EC4">
            <w:pPr>
              <w:pStyle w:val="TableTextNormal"/>
              <w:rPr>
                <w:rStyle w:val="Base"/>
              </w:rPr>
            </w:pPr>
          </w:p>
        </w:tc>
      </w:tr>
      <w:tr w:rsidR="00DB65F6" w:rsidTr="00ED6DD7">
        <w:tc>
          <w:tcPr>
            <w:tcW w:w="1101" w:type="dxa"/>
            <w:tcBorders>
              <w:top w:val="single" w:sz="12" w:space="0" w:color="F37B20" w:themeColor="accent5"/>
              <w:bottom w:val="single" w:sz="12" w:space="0" w:color="F37B20" w:themeColor="accent5"/>
            </w:tcBorders>
          </w:tcPr>
          <w:p w:rsidR="00DB65F6" w:rsidRDefault="00DB65F6" w:rsidP="00E043A3">
            <w:pPr>
              <w:pStyle w:val="TableTextNormal"/>
              <w:rPr>
                <w:rStyle w:val="Base"/>
              </w:rPr>
            </w:pPr>
            <w:r w:rsidRPr="00DB65F6">
              <w:rPr>
                <w:rStyle w:val="Base"/>
              </w:rPr>
              <w:t>2</w:t>
            </w:r>
          </w:p>
          <w:p w:rsidR="00B90EC4" w:rsidRPr="00DB65F6" w:rsidRDefault="00B90EC4" w:rsidP="00E043A3">
            <w:pPr>
              <w:pStyle w:val="TableTextNormal"/>
              <w:rPr>
                <w:rStyle w:val="Base"/>
              </w:rPr>
            </w:pPr>
          </w:p>
        </w:tc>
        <w:tc>
          <w:tcPr>
            <w:tcW w:w="1692" w:type="dxa"/>
            <w:tcBorders>
              <w:top w:val="single" w:sz="12" w:space="0" w:color="F37B20" w:themeColor="accent5"/>
              <w:bottom w:val="single" w:sz="12" w:space="0" w:color="F37B20" w:themeColor="accent5"/>
            </w:tcBorders>
          </w:tcPr>
          <w:p w:rsidR="00DB65F6" w:rsidRDefault="00DB65F6" w:rsidP="00B90EC4">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B90EC4">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B90EC4">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B90EC4">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B90EC4">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B90EC4">
            <w:pPr>
              <w:pStyle w:val="TableTextNormal"/>
            </w:pPr>
          </w:p>
        </w:tc>
        <w:tc>
          <w:tcPr>
            <w:tcW w:w="1692" w:type="dxa"/>
            <w:tcBorders>
              <w:top w:val="single" w:sz="12" w:space="0" w:color="F37B20" w:themeColor="accent5"/>
              <w:bottom w:val="single" w:sz="12" w:space="0" w:color="F37B20" w:themeColor="accent5"/>
            </w:tcBorders>
          </w:tcPr>
          <w:p w:rsidR="00DB65F6" w:rsidRPr="00CF235C" w:rsidRDefault="00DB65F6" w:rsidP="00B90EC4">
            <w:pPr>
              <w:pStyle w:val="TableTextNormal"/>
              <w:rPr>
                <w:rStyle w:val="Base"/>
              </w:rPr>
            </w:pPr>
          </w:p>
        </w:tc>
      </w:tr>
      <w:tr w:rsidR="00DB65F6" w:rsidTr="00ED6DD7">
        <w:tc>
          <w:tcPr>
            <w:tcW w:w="1101" w:type="dxa"/>
            <w:tcBorders>
              <w:top w:val="single" w:sz="12" w:space="0" w:color="F37B20" w:themeColor="accent5"/>
              <w:bottom w:val="single" w:sz="12" w:space="0" w:color="F37B20" w:themeColor="accent5"/>
            </w:tcBorders>
          </w:tcPr>
          <w:p w:rsidR="00DB65F6" w:rsidRDefault="00DB65F6" w:rsidP="00E043A3">
            <w:pPr>
              <w:pStyle w:val="TableTextNormal"/>
              <w:rPr>
                <w:rStyle w:val="Base"/>
              </w:rPr>
            </w:pPr>
            <w:r w:rsidRPr="00DB65F6">
              <w:rPr>
                <w:rStyle w:val="Base"/>
              </w:rPr>
              <w:t>3</w:t>
            </w:r>
          </w:p>
          <w:p w:rsidR="00B90EC4" w:rsidRPr="00DB65F6" w:rsidRDefault="00B90EC4" w:rsidP="00E043A3">
            <w:pPr>
              <w:pStyle w:val="TableTextNormal"/>
              <w:rPr>
                <w:rStyle w:val="Base"/>
              </w:rPr>
            </w:pPr>
          </w:p>
        </w:tc>
        <w:tc>
          <w:tcPr>
            <w:tcW w:w="1692" w:type="dxa"/>
            <w:tcBorders>
              <w:top w:val="single" w:sz="12" w:space="0" w:color="F37B20" w:themeColor="accent5"/>
              <w:bottom w:val="single" w:sz="12"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12"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12" w:space="0" w:color="F37B20" w:themeColor="accent5"/>
            </w:tcBorders>
          </w:tcPr>
          <w:p w:rsidR="00DB65F6" w:rsidRPr="00CF235C" w:rsidRDefault="00DB65F6" w:rsidP="00E043A3">
            <w:pPr>
              <w:pStyle w:val="TableTextNormal"/>
              <w:rPr>
                <w:rStyle w:val="Base"/>
              </w:rPr>
            </w:pPr>
          </w:p>
        </w:tc>
      </w:tr>
      <w:tr w:rsidR="00DB65F6" w:rsidTr="00ED6DD7">
        <w:tc>
          <w:tcPr>
            <w:tcW w:w="1101" w:type="dxa"/>
            <w:tcBorders>
              <w:top w:val="single" w:sz="12" w:space="0" w:color="F37B20" w:themeColor="accent5"/>
              <w:bottom w:val="single" w:sz="36" w:space="0" w:color="F37B20" w:themeColor="accent5"/>
            </w:tcBorders>
          </w:tcPr>
          <w:p w:rsidR="00DB65F6" w:rsidRDefault="00DB65F6" w:rsidP="00E043A3">
            <w:pPr>
              <w:pStyle w:val="TableTextNormal"/>
              <w:rPr>
                <w:rStyle w:val="Base"/>
              </w:rPr>
            </w:pPr>
            <w:r w:rsidRPr="00DB65F6">
              <w:rPr>
                <w:rStyle w:val="Base"/>
              </w:rPr>
              <w:t>4</w:t>
            </w:r>
          </w:p>
          <w:p w:rsidR="00B90EC4" w:rsidRPr="00DB65F6" w:rsidRDefault="00B90EC4" w:rsidP="00E043A3">
            <w:pPr>
              <w:pStyle w:val="TableTextNormal"/>
              <w:rPr>
                <w:rStyle w:val="Base"/>
              </w:rPr>
            </w:pPr>
          </w:p>
        </w:tc>
        <w:tc>
          <w:tcPr>
            <w:tcW w:w="1692" w:type="dxa"/>
            <w:tcBorders>
              <w:top w:val="single" w:sz="12" w:space="0" w:color="F37B20" w:themeColor="accent5"/>
              <w:bottom w:val="single" w:sz="36"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36"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36"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36"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36"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36" w:space="0" w:color="F37B20" w:themeColor="accent5"/>
            </w:tcBorders>
          </w:tcPr>
          <w:p w:rsidR="00DB65F6" w:rsidRDefault="00DB65F6" w:rsidP="00E043A3">
            <w:pPr>
              <w:pStyle w:val="TableTextNormal"/>
            </w:pPr>
          </w:p>
        </w:tc>
        <w:tc>
          <w:tcPr>
            <w:tcW w:w="1692" w:type="dxa"/>
            <w:tcBorders>
              <w:top w:val="single" w:sz="12" w:space="0" w:color="F37B20" w:themeColor="accent5"/>
              <w:bottom w:val="single" w:sz="36" w:space="0" w:color="F37B20" w:themeColor="accent5"/>
            </w:tcBorders>
          </w:tcPr>
          <w:p w:rsidR="00DB65F6" w:rsidRPr="00CF235C" w:rsidRDefault="00DB65F6" w:rsidP="00E043A3">
            <w:pPr>
              <w:pStyle w:val="TableTextNormal"/>
              <w:rPr>
                <w:rStyle w:val="Base"/>
              </w:rPr>
            </w:pPr>
          </w:p>
        </w:tc>
      </w:tr>
      <w:tr w:rsidR="00DB65F6" w:rsidRPr="00DB65F6" w:rsidTr="00ED6DD7">
        <w:tc>
          <w:tcPr>
            <w:tcW w:w="1101" w:type="dxa"/>
            <w:tcBorders>
              <w:top w:val="single" w:sz="36" w:space="0" w:color="F37B20" w:themeColor="accent5"/>
              <w:bottom w:val="single" w:sz="36" w:space="0" w:color="F37B20" w:themeColor="accent5"/>
            </w:tcBorders>
          </w:tcPr>
          <w:p w:rsidR="00DB65F6" w:rsidRDefault="00DB65F6" w:rsidP="00E043A3">
            <w:pPr>
              <w:pStyle w:val="TableTextNormal"/>
              <w:rPr>
                <w:rStyle w:val="Base"/>
              </w:rPr>
            </w:pPr>
            <w:r w:rsidRPr="00DB65F6">
              <w:rPr>
                <w:rStyle w:val="Base"/>
              </w:rPr>
              <w:t>TOTAL</w:t>
            </w:r>
          </w:p>
          <w:p w:rsidR="00B90EC4" w:rsidRPr="00DB65F6" w:rsidRDefault="00B90EC4" w:rsidP="00E043A3">
            <w:pPr>
              <w:pStyle w:val="TableTextNormal"/>
              <w:rPr>
                <w:rStyle w:val="Base"/>
              </w:rPr>
            </w:pPr>
          </w:p>
        </w:tc>
        <w:tc>
          <w:tcPr>
            <w:tcW w:w="1692" w:type="dxa"/>
            <w:tcBorders>
              <w:top w:val="single" w:sz="36" w:space="0" w:color="F37B20" w:themeColor="accent5"/>
              <w:bottom w:val="single" w:sz="36" w:space="0" w:color="F37B20" w:themeColor="accent5"/>
            </w:tcBorders>
          </w:tcPr>
          <w:p w:rsidR="00DB65F6" w:rsidRPr="00DB65F6" w:rsidRDefault="00DB65F6" w:rsidP="00E043A3">
            <w:pPr>
              <w:pStyle w:val="TableTextNormal"/>
              <w:rPr>
                <w:rStyle w:val="Base"/>
              </w:rPr>
            </w:pPr>
          </w:p>
        </w:tc>
        <w:tc>
          <w:tcPr>
            <w:tcW w:w="1692" w:type="dxa"/>
            <w:tcBorders>
              <w:top w:val="single" w:sz="36" w:space="0" w:color="F37B20" w:themeColor="accent5"/>
              <w:bottom w:val="single" w:sz="36" w:space="0" w:color="F37B20" w:themeColor="accent5"/>
            </w:tcBorders>
          </w:tcPr>
          <w:p w:rsidR="00DB65F6" w:rsidRPr="00DB65F6" w:rsidRDefault="00DB65F6" w:rsidP="00E043A3">
            <w:pPr>
              <w:pStyle w:val="TableTextNormal"/>
              <w:rPr>
                <w:rStyle w:val="Base"/>
              </w:rPr>
            </w:pPr>
          </w:p>
        </w:tc>
        <w:tc>
          <w:tcPr>
            <w:tcW w:w="1692" w:type="dxa"/>
            <w:tcBorders>
              <w:top w:val="single" w:sz="36" w:space="0" w:color="F37B20" w:themeColor="accent5"/>
              <w:bottom w:val="single" w:sz="36" w:space="0" w:color="F37B20" w:themeColor="accent5"/>
            </w:tcBorders>
          </w:tcPr>
          <w:p w:rsidR="00DB65F6" w:rsidRPr="00DB65F6" w:rsidRDefault="00DB65F6" w:rsidP="00E043A3">
            <w:pPr>
              <w:pStyle w:val="TableTextNormal"/>
              <w:rPr>
                <w:rStyle w:val="Base"/>
              </w:rPr>
            </w:pPr>
          </w:p>
        </w:tc>
        <w:tc>
          <w:tcPr>
            <w:tcW w:w="1692" w:type="dxa"/>
            <w:tcBorders>
              <w:top w:val="single" w:sz="36" w:space="0" w:color="F37B20" w:themeColor="accent5"/>
              <w:bottom w:val="single" w:sz="36" w:space="0" w:color="F37B20" w:themeColor="accent5"/>
            </w:tcBorders>
          </w:tcPr>
          <w:p w:rsidR="00DB65F6" w:rsidRPr="00DB65F6" w:rsidRDefault="00DB65F6" w:rsidP="00E043A3">
            <w:pPr>
              <w:pStyle w:val="TableTextNormal"/>
              <w:rPr>
                <w:rStyle w:val="Base"/>
              </w:rPr>
            </w:pPr>
          </w:p>
        </w:tc>
        <w:tc>
          <w:tcPr>
            <w:tcW w:w="1692" w:type="dxa"/>
            <w:tcBorders>
              <w:top w:val="single" w:sz="36" w:space="0" w:color="F37B20" w:themeColor="accent5"/>
              <w:bottom w:val="single" w:sz="36" w:space="0" w:color="F37B20" w:themeColor="accent5"/>
            </w:tcBorders>
          </w:tcPr>
          <w:p w:rsidR="00DB65F6" w:rsidRPr="00DB65F6" w:rsidRDefault="00DB65F6" w:rsidP="00E043A3">
            <w:pPr>
              <w:pStyle w:val="TableTextNormal"/>
              <w:rPr>
                <w:rStyle w:val="Base"/>
              </w:rPr>
            </w:pPr>
          </w:p>
        </w:tc>
        <w:tc>
          <w:tcPr>
            <w:tcW w:w="1692" w:type="dxa"/>
            <w:tcBorders>
              <w:top w:val="single" w:sz="36" w:space="0" w:color="F37B20" w:themeColor="accent5"/>
              <w:bottom w:val="single" w:sz="36" w:space="0" w:color="F37B20" w:themeColor="accent5"/>
            </w:tcBorders>
          </w:tcPr>
          <w:p w:rsidR="00DB65F6" w:rsidRPr="00DB65F6" w:rsidRDefault="00DB65F6" w:rsidP="00E043A3">
            <w:pPr>
              <w:pStyle w:val="TableTextNormal"/>
              <w:rPr>
                <w:rStyle w:val="Base"/>
              </w:rPr>
            </w:pPr>
          </w:p>
        </w:tc>
        <w:tc>
          <w:tcPr>
            <w:tcW w:w="1692" w:type="dxa"/>
            <w:tcBorders>
              <w:top w:val="single" w:sz="36" w:space="0" w:color="F37B20" w:themeColor="accent5"/>
              <w:bottom w:val="single" w:sz="36" w:space="0" w:color="F37B20" w:themeColor="accent5"/>
            </w:tcBorders>
          </w:tcPr>
          <w:p w:rsidR="00DB65F6" w:rsidRPr="00DB65F6" w:rsidRDefault="00DB65F6" w:rsidP="00E043A3">
            <w:pPr>
              <w:pStyle w:val="TableTextNormal"/>
              <w:rPr>
                <w:rStyle w:val="Base"/>
              </w:rPr>
            </w:pPr>
          </w:p>
        </w:tc>
      </w:tr>
    </w:tbl>
    <w:p w:rsidR="00DB65F6" w:rsidRDefault="00DB65F6" w:rsidP="00DB65F6">
      <w:pPr>
        <w:pStyle w:val="PwCNormal"/>
        <w:numPr>
          <w:ilvl w:val="0"/>
          <w:numId w:val="0"/>
        </w:numPr>
      </w:pPr>
    </w:p>
    <w:p w:rsidR="00DB65F6" w:rsidRDefault="00DB65F6" w:rsidP="00DB65F6">
      <w:pPr>
        <w:pStyle w:val="PwCNormal"/>
        <w:numPr>
          <w:ilvl w:val="0"/>
          <w:numId w:val="0"/>
        </w:numPr>
      </w:pPr>
      <w:r w:rsidRPr="00DB65F6">
        <w:t>What does this say about the bread</w:t>
      </w:r>
      <w:r w:rsidR="00905849">
        <w:t xml:space="preserve">th and depth of our business? </w:t>
      </w:r>
      <w:r w:rsidRPr="00DB65F6">
        <w:t>Where are there good opportunities to grow?</w:t>
      </w:r>
    </w:p>
    <w:p w:rsidR="00DB65F6" w:rsidRDefault="00DB65F6" w:rsidP="00DB65F6">
      <w:pPr>
        <w:pStyle w:val="PwCNormal"/>
        <w:numPr>
          <w:ilvl w:val="0"/>
          <w:numId w:val="0"/>
        </w:numPr>
      </w:pPr>
    </w:p>
    <w:p w:rsidR="00DB65F6" w:rsidRDefault="00DB65F6" w:rsidP="00D40CEA">
      <w:pPr>
        <w:pStyle w:val="Heading6"/>
        <w:sectPr w:rsidR="00DB65F6" w:rsidSect="00FF1D91">
          <w:pgSz w:w="16840" w:h="11907" w:orient="landscape" w:code="9"/>
          <w:pgMar w:top="1134" w:right="567" w:bottom="993" w:left="3317" w:header="567" w:footer="567" w:gutter="227"/>
          <w:pgBorders w:offsetFrom="page">
            <w:top w:val="single" w:sz="6" w:space="24" w:color="464D53" w:themeColor="text2"/>
            <w:left w:val="single" w:sz="6" w:space="24" w:color="464D53" w:themeColor="text2"/>
          </w:pgBorders>
          <w:cols w:space="425"/>
          <w:titlePg/>
          <w:docGrid w:linePitch="360"/>
        </w:sectPr>
      </w:pPr>
    </w:p>
    <w:p w:rsidR="00D40CEA" w:rsidRPr="007E2222" w:rsidRDefault="00730B62" w:rsidP="00D40CEA">
      <w:pPr>
        <w:pStyle w:val="Heading6"/>
        <w:rPr>
          <w:i w:val="0"/>
          <w:sz w:val="28"/>
          <w:szCs w:val="28"/>
        </w:rPr>
      </w:pPr>
      <w:bookmarkStart w:id="5" w:name="_Toc277325434"/>
      <w:r w:rsidRPr="007E2222">
        <w:rPr>
          <w:i w:val="0"/>
          <w:sz w:val="28"/>
          <w:szCs w:val="28"/>
        </w:rPr>
        <w:lastRenderedPageBreak/>
        <w:t xml:space="preserve">2.3   </w:t>
      </w:r>
      <w:r w:rsidR="00D40CEA" w:rsidRPr="007E2222">
        <w:rPr>
          <w:i w:val="0"/>
          <w:sz w:val="28"/>
          <w:szCs w:val="28"/>
        </w:rPr>
        <w:t>Pest analysis</w:t>
      </w:r>
      <w:bookmarkEnd w:id="5"/>
    </w:p>
    <w:p w:rsidR="00D40CEA" w:rsidRPr="00730B62" w:rsidRDefault="00DB65F6" w:rsidP="00D40CEA">
      <w:pPr>
        <w:pStyle w:val="PwCNormal"/>
        <w:rPr>
          <w:i w:val="0"/>
        </w:rPr>
      </w:pPr>
      <w:r w:rsidRPr="00730B62">
        <w:rPr>
          <w:i w:val="0"/>
        </w:rPr>
        <w:t>What are the key external factors that are likely to influence our business in the next couple of years?</w:t>
      </w:r>
    </w:p>
    <w:p w:rsidR="00CF235C" w:rsidRDefault="00CF235C" w:rsidP="00D40CEA">
      <w:pPr>
        <w:pStyle w:val="PwCNormal"/>
      </w:pPr>
    </w:p>
    <w:tbl>
      <w:tblPr>
        <w:tblStyle w:val="Newtable2"/>
        <w:tblW w:w="5000" w:type="pct"/>
        <w:tblBorders>
          <w:top w:val="single" w:sz="4" w:space="0" w:color="464D53" w:themeColor="text2"/>
          <w:left w:val="single" w:sz="4" w:space="0" w:color="464D53" w:themeColor="text2"/>
          <w:bottom w:val="single" w:sz="4" w:space="0" w:color="464D53" w:themeColor="text2"/>
          <w:right w:val="single" w:sz="4" w:space="0" w:color="464D53" w:themeColor="text2"/>
          <w:insideH w:val="single" w:sz="4" w:space="0" w:color="464D53" w:themeColor="text2"/>
          <w:insideV w:val="single" w:sz="4" w:space="0" w:color="464D53" w:themeColor="text2"/>
        </w:tblBorders>
        <w:tblLook w:val="04A0"/>
      </w:tblPr>
      <w:tblGrid>
        <w:gridCol w:w="6472"/>
        <w:gridCol w:w="6473"/>
      </w:tblGrid>
      <w:tr w:rsidR="00DB65F6" w:rsidRPr="00801B33" w:rsidTr="00730B62">
        <w:trPr>
          <w:trHeight w:val="316"/>
        </w:trPr>
        <w:tc>
          <w:tcPr>
            <w:tcW w:w="2500" w:type="pct"/>
            <w:shd w:val="clear" w:color="auto" w:fill="auto"/>
          </w:tcPr>
          <w:p w:rsidR="00DB65F6" w:rsidRPr="00730B62" w:rsidRDefault="00CF235C" w:rsidP="00CF235C">
            <w:pPr>
              <w:pStyle w:val="TableColumnHeadingNormal"/>
              <w:rPr>
                <w:rFonts w:asciiTheme="minorHAnsi" w:hAnsiTheme="minorHAnsi" w:cstheme="minorHAnsi"/>
                <w:color w:val="F37B20" w:themeColor="accent5"/>
              </w:rPr>
            </w:pPr>
            <w:r w:rsidRPr="00730B62">
              <w:rPr>
                <w:rFonts w:asciiTheme="minorHAnsi" w:hAnsiTheme="minorHAnsi" w:cstheme="minorHAnsi"/>
                <w:color w:val="F37B20" w:themeColor="accent5"/>
              </w:rPr>
              <w:t>Political</w:t>
            </w:r>
            <w:r w:rsidR="00DB65F6" w:rsidRPr="00730B62">
              <w:rPr>
                <w:rFonts w:asciiTheme="minorHAnsi" w:hAnsiTheme="minorHAnsi" w:cstheme="minorHAnsi"/>
                <w:color w:val="F37B20" w:themeColor="accent5"/>
              </w:rPr>
              <w:t>/Legal factors</w:t>
            </w:r>
          </w:p>
        </w:tc>
        <w:tc>
          <w:tcPr>
            <w:tcW w:w="2500" w:type="pct"/>
            <w:shd w:val="clear" w:color="auto" w:fill="auto"/>
          </w:tcPr>
          <w:p w:rsidR="00DB65F6" w:rsidRPr="00730B62" w:rsidRDefault="00DB65F6" w:rsidP="00E043A3">
            <w:pPr>
              <w:pStyle w:val="TableColumnHeadingNormal"/>
              <w:rPr>
                <w:rFonts w:asciiTheme="minorHAnsi" w:hAnsiTheme="minorHAnsi" w:cstheme="minorHAnsi"/>
                <w:color w:val="F37B20" w:themeColor="accent5"/>
              </w:rPr>
            </w:pPr>
            <w:r w:rsidRPr="00730B62">
              <w:rPr>
                <w:rFonts w:asciiTheme="minorHAnsi" w:hAnsiTheme="minorHAnsi" w:cstheme="minorHAnsi"/>
                <w:color w:val="F37B20" w:themeColor="accent5"/>
              </w:rPr>
              <w:t>Economic factors</w:t>
            </w:r>
          </w:p>
        </w:tc>
      </w:tr>
      <w:tr w:rsidR="00E043A3" w:rsidTr="00730B62">
        <w:trPr>
          <w:trHeight w:val="1701"/>
        </w:trPr>
        <w:tc>
          <w:tcPr>
            <w:tcW w:w="2500" w:type="pct"/>
            <w:shd w:val="clear" w:color="auto" w:fill="auto"/>
            <w:tcMar>
              <w:bottom w:w="227" w:type="dxa"/>
            </w:tcMar>
          </w:tcPr>
          <w:p w:rsidR="00B24063" w:rsidRPr="00730B62" w:rsidRDefault="00B24063" w:rsidP="00B90EC4">
            <w:pPr>
              <w:pStyle w:val="TableBullet1Normal"/>
              <w:numPr>
                <w:ilvl w:val="0"/>
                <w:numId w:val="0"/>
              </w:numPr>
              <w:ind w:left="170"/>
              <w:rPr>
                <w:rFonts w:cstheme="minorHAnsi"/>
                <w:color w:val="464D53" w:themeColor="text2"/>
              </w:rPr>
            </w:pPr>
          </w:p>
          <w:p w:rsidR="00B90EC4" w:rsidRPr="00730B62" w:rsidRDefault="00B90EC4" w:rsidP="00B90EC4">
            <w:pPr>
              <w:pStyle w:val="TableBullet1Normal"/>
              <w:numPr>
                <w:ilvl w:val="0"/>
                <w:numId w:val="0"/>
              </w:numPr>
              <w:ind w:left="170"/>
              <w:rPr>
                <w:rFonts w:cstheme="minorHAnsi"/>
                <w:color w:val="464D53" w:themeColor="text2"/>
              </w:rPr>
            </w:pPr>
          </w:p>
          <w:p w:rsidR="00B90EC4" w:rsidRPr="00730B62" w:rsidRDefault="00B90EC4" w:rsidP="00B90EC4">
            <w:pPr>
              <w:pStyle w:val="TableBullet1Normal"/>
              <w:numPr>
                <w:ilvl w:val="0"/>
                <w:numId w:val="0"/>
              </w:numPr>
              <w:ind w:left="170"/>
              <w:rPr>
                <w:rFonts w:cstheme="minorHAnsi"/>
                <w:color w:val="464D53" w:themeColor="text2"/>
              </w:rPr>
            </w:pPr>
          </w:p>
          <w:p w:rsidR="00B90EC4" w:rsidRPr="00730B62" w:rsidRDefault="00B90EC4" w:rsidP="00B90EC4">
            <w:pPr>
              <w:pStyle w:val="TableBullet1Normal"/>
              <w:numPr>
                <w:ilvl w:val="0"/>
                <w:numId w:val="0"/>
              </w:numPr>
              <w:ind w:left="170"/>
              <w:rPr>
                <w:rFonts w:cstheme="minorHAnsi"/>
                <w:color w:val="464D53" w:themeColor="text2"/>
              </w:rPr>
            </w:pPr>
          </w:p>
          <w:p w:rsidR="00B90EC4" w:rsidRPr="00730B62" w:rsidRDefault="00B90EC4" w:rsidP="00B90EC4">
            <w:pPr>
              <w:pStyle w:val="TableBullet1Normal"/>
              <w:numPr>
                <w:ilvl w:val="0"/>
                <w:numId w:val="0"/>
              </w:numPr>
              <w:ind w:left="170"/>
              <w:rPr>
                <w:rFonts w:cstheme="minorHAnsi"/>
                <w:color w:val="464D53" w:themeColor="text2"/>
              </w:rPr>
            </w:pPr>
          </w:p>
          <w:p w:rsidR="00B90EC4" w:rsidRPr="00730B62" w:rsidRDefault="00B90EC4" w:rsidP="00B90EC4">
            <w:pPr>
              <w:pStyle w:val="TableBullet1Normal"/>
              <w:numPr>
                <w:ilvl w:val="0"/>
                <w:numId w:val="0"/>
              </w:numPr>
              <w:ind w:left="170"/>
              <w:rPr>
                <w:rFonts w:cstheme="minorHAnsi"/>
                <w:color w:val="464D53" w:themeColor="text2"/>
              </w:rPr>
            </w:pPr>
          </w:p>
          <w:p w:rsidR="00B90EC4" w:rsidRPr="00730B62" w:rsidRDefault="00B90EC4" w:rsidP="00B90EC4">
            <w:pPr>
              <w:pStyle w:val="TableBullet1Normal"/>
              <w:numPr>
                <w:ilvl w:val="0"/>
                <w:numId w:val="0"/>
              </w:numPr>
              <w:ind w:left="170"/>
              <w:rPr>
                <w:rFonts w:cstheme="minorHAnsi"/>
                <w:color w:val="464D53" w:themeColor="text2"/>
              </w:rPr>
            </w:pPr>
          </w:p>
        </w:tc>
        <w:tc>
          <w:tcPr>
            <w:tcW w:w="2500" w:type="pct"/>
            <w:shd w:val="clear" w:color="auto" w:fill="auto"/>
            <w:tcMar>
              <w:bottom w:w="227" w:type="dxa"/>
            </w:tcMar>
          </w:tcPr>
          <w:p w:rsidR="000876D2" w:rsidRPr="00730B62" w:rsidRDefault="000876D2" w:rsidP="00B90EC4">
            <w:pPr>
              <w:pStyle w:val="TableBullet1Normal"/>
              <w:numPr>
                <w:ilvl w:val="0"/>
                <w:numId w:val="0"/>
              </w:numPr>
              <w:ind w:left="170"/>
              <w:rPr>
                <w:rFonts w:cstheme="minorHAnsi"/>
                <w:color w:val="464D53" w:themeColor="text2"/>
              </w:rPr>
            </w:pPr>
            <w:r w:rsidRPr="00730B62">
              <w:rPr>
                <w:rFonts w:cstheme="minorHAnsi"/>
                <w:color w:val="464D53" w:themeColor="text2"/>
              </w:rPr>
              <w:t>.</w:t>
            </w:r>
          </w:p>
        </w:tc>
      </w:tr>
      <w:tr w:rsidR="00DB65F6" w:rsidTr="00730B62">
        <w:trPr>
          <w:trHeight w:val="180"/>
        </w:trPr>
        <w:tc>
          <w:tcPr>
            <w:tcW w:w="2500" w:type="pct"/>
            <w:shd w:val="clear" w:color="auto" w:fill="auto"/>
          </w:tcPr>
          <w:p w:rsidR="00DB65F6" w:rsidRPr="00730B62" w:rsidRDefault="00CF235C" w:rsidP="00E043A3">
            <w:pPr>
              <w:pStyle w:val="TableColumnHeadingNormal"/>
              <w:rPr>
                <w:rFonts w:asciiTheme="minorHAnsi" w:hAnsiTheme="minorHAnsi" w:cstheme="minorHAnsi"/>
                <w:color w:val="F37B20" w:themeColor="accent5"/>
              </w:rPr>
            </w:pPr>
            <w:r w:rsidRPr="00730B62">
              <w:rPr>
                <w:rFonts w:asciiTheme="minorHAnsi" w:hAnsiTheme="minorHAnsi" w:cstheme="minorHAnsi"/>
                <w:color w:val="F37B20" w:themeColor="accent5"/>
              </w:rPr>
              <w:t>Social/Cultural /</w:t>
            </w:r>
            <w:r w:rsidR="00DB65F6" w:rsidRPr="00730B62">
              <w:rPr>
                <w:rFonts w:asciiTheme="minorHAnsi" w:hAnsiTheme="minorHAnsi" w:cstheme="minorHAnsi"/>
                <w:color w:val="F37B20" w:themeColor="accent5"/>
              </w:rPr>
              <w:t>Environmental factors</w:t>
            </w:r>
          </w:p>
        </w:tc>
        <w:tc>
          <w:tcPr>
            <w:tcW w:w="2500" w:type="pct"/>
            <w:shd w:val="clear" w:color="auto" w:fill="auto"/>
          </w:tcPr>
          <w:p w:rsidR="00DB65F6" w:rsidRPr="00730B62" w:rsidRDefault="00DB65F6" w:rsidP="00E043A3">
            <w:pPr>
              <w:pStyle w:val="TableColumnHeadingNormal"/>
              <w:rPr>
                <w:rFonts w:asciiTheme="minorHAnsi" w:hAnsiTheme="minorHAnsi" w:cstheme="minorHAnsi"/>
                <w:color w:val="F37B20" w:themeColor="accent5"/>
              </w:rPr>
            </w:pPr>
            <w:r w:rsidRPr="00730B62">
              <w:rPr>
                <w:rFonts w:asciiTheme="minorHAnsi" w:hAnsiTheme="minorHAnsi" w:cstheme="minorHAnsi"/>
                <w:color w:val="F37B20" w:themeColor="accent5"/>
              </w:rPr>
              <w:t>Technological factors</w:t>
            </w:r>
          </w:p>
        </w:tc>
      </w:tr>
      <w:tr w:rsidR="00E043A3" w:rsidTr="00730B62">
        <w:trPr>
          <w:trHeight w:val="720"/>
        </w:trPr>
        <w:tc>
          <w:tcPr>
            <w:tcW w:w="2500" w:type="pct"/>
            <w:shd w:val="clear" w:color="auto" w:fill="auto"/>
            <w:tcMar>
              <w:bottom w:w="227" w:type="dxa"/>
            </w:tcMar>
          </w:tcPr>
          <w:p w:rsidR="000876D2" w:rsidRPr="00730B62" w:rsidRDefault="000876D2" w:rsidP="00B90EC4">
            <w:pPr>
              <w:pStyle w:val="TableBullet1Normal"/>
              <w:numPr>
                <w:ilvl w:val="0"/>
                <w:numId w:val="0"/>
              </w:numPr>
              <w:ind w:left="170"/>
              <w:rPr>
                <w:color w:val="4C4C72" w:themeColor="background2"/>
              </w:rPr>
            </w:pPr>
          </w:p>
          <w:p w:rsidR="00B90EC4" w:rsidRPr="00730B62" w:rsidRDefault="00B90EC4" w:rsidP="00B90EC4">
            <w:pPr>
              <w:pStyle w:val="TableBullet1Normal"/>
              <w:numPr>
                <w:ilvl w:val="0"/>
                <w:numId w:val="0"/>
              </w:numPr>
              <w:ind w:left="170"/>
              <w:rPr>
                <w:color w:val="4C4C72" w:themeColor="background2"/>
              </w:rPr>
            </w:pPr>
          </w:p>
          <w:p w:rsidR="00B90EC4" w:rsidRPr="00730B62" w:rsidRDefault="00B90EC4" w:rsidP="00B90EC4">
            <w:pPr>
              <w:pStyle w:val="TableBullet1Normal"/>
              <w:numPr>
                <w:ilvl w:val="0"/>
                <w:numId w:val="0"/>
              </w:numPr>
              <w:ind w:left="170"/>
              <w:rPr>
                <w:color w:val="4C4C72" w:themeColor="background2"/>
              </w:rPr>
            </w:pPr>
          </w:p>
          <w:p w:rsidR="00B90EC4" w:rsidRPr="00730B62" w:rsidRDefault="00B90EC4" w:rsidP="00B90EC4">
            <w:pPr>
              <w:pStyle w:val="TableBullet1Normal"/>
              <w:numPr>
                <w:ilvl w:val="0"/>
                <w:numId w:val="0"/>
              </w:numPr>
              <w:ind w:left="170"/>
              <w:rPr>
                <w:color w:val="4C4C72" w:themeColor="background2"/>
              </w:rPr>
            </w:pPr>
          </w:p>
          <w:p w:rsidR="00B90EC4" w:rsidRPr="00730B62" w:rsidRDefault="00B90EC4" w:rsidP="00B90EC4">
            <w:pPr>
              <w:pStyle w:val="TableBullet1Normal"/>
              <w:numPr>
                <w:ilvl w:val="0"/>
                <w:numId w:val="0"/>
              </w:numPr>
              <w:ind w:left="170"/>
              <w:rPr>
                <w:color w:val="4C4C72" w:themeColor="background2"/>
              </w:rPr>
            </w:pPr>
          </w:p>
          <w:p w:rsidR="00B90EC4" w:rsidRPr="00730B62" w:rsidRDefault="00B90EC4" w:rsidP="00B90EC4">
            <w:pPr>
              <w:pStyle w:val="TableBullet1Normal"/>
              <w:numPr>
                <w:ilvl w:val="0"/>
                <w:numId w:val="0"/>
              </w:numPr>
              <w:ind w:left="170"/>
              <w:rPr>
                <w:color w:val="4C4C72" w:themeColor="background2"/>
              </w:rPr>
            </w:pPr>
          </w:p>
          <w:p w:rsidR="00B90EC4" w:rsidRPr="00730B62" w:rsidRDefault="00B90EC4" w:rsidP="00B90EC4">
            <w:pPr>
              <w:pStyle w:val="TableBullet1Normal"/>
              <w:numPr>
                <w:ilvl w:val="0"/>
                <w:numId w:val="0"/>
              </w:numPr>
              <w:ind w:left="170"/>
              <w:rPr>
                <w:color w:val="4C4C72" w:themeColor="background2"/>
              </w:rPr>
            </w:pPr>
          </w:p>
          <w:p w:rsidR="00B90EC4" w:rsidRPr="00730B62" w:rsidRDefault="00B90EC4" w:rsidP="00B90EC4">
            <w:pPr>
              <w:pStyle w:val="TableBullet1Normal"/>
              <w:numPr>
                <w:ilvl w:val="0"/>
                <w:numId w:val="0"/>
              </w:numPr>
              <w:ind w:left="170"/>
              <w:rPr>
                <w:color w:val="4C4C72" w:themeColor="background2"/>
              </w:rPr>
            </w:pPr>
          </w:p>
        </w:tc>
        <w:tc>
          <w:tcPr>
            <w:tcW w:w="2500" w:type="pct"/>
            <w:shd w:val="clear" w:color="auto" w:fill="auto"/>
            <w:tcMar>
              <w:bottom w:w="227" w:type="dxa"/>
            </w:tcMar>
          </w:tcPr>
          <w:p w:rsidR="00B24063" w:rsidRPr="00730B62" w:rsidRDefault="00B24063" w:rsidP="00B90EC4">
            <w:pPr>
              <w:pStyle w:val="TableBullet1Normal"/>
              <w:numPr>
                <w:ilvl w:val="0"/>
                <w:numId w:val="0"/>
              </w:numPr>
              <w:ind w:left="170"/>
              <w:rPr>
                <w:color w:val="4C4C72" w:themeColor="background2"/>
              </w:rPr>
            </w:pPr>
          </w:p>
        </w:tc>
      </w:tr>
    </w:tbl>
    <w:p w:rsidR="00DB65F6" w:rsidRDefault="00DB65F6" w:rsidP="00DB65F6">
      <w:pPr>
        <w:pStyle w:val="PwCNormal"/>
        <w:numPr>
          <w:ilvl w:val="0"/>
          <w:numId w:val="0"/>
        </w:numPr>
      </w:pPr>
    </w:p>
    <w:p w:rsidR="00DB65F6" w:rsidRDefault="00DB65F6" w:rsidP="00D40CEA">
      <w:pPr>
        <w:pStyle w:val="Heading6"/>
        <w:sectPr w:rsidR="00DB65F6" w:rsidSect="00FF1D91">
          <w:pgSz w:w="16840" w:h="11907" w:orient="landscape" w:code="9"/>
          <w:pgMar w:top="1134" w:right="567" w:bottom="993" w:left="3317" w:header="567" w:footer="567" w:gutter="227"/>
          <w:pgBorders w:offsetFrom="page">
            <w:top w:val="single" w:sz="6" w:space="24" w:color="464D53" w:themeColor="text2"/>
            <w:left w:val="single" w:sz="6" w:space="24" w:color="464D53" w:themeColor="text2"/>
          </w:pgBorders>
          <w:cols w:space="425"/>
          <w:titlePg/>
          <w:docGrid w:linePitch="360"/>
        </w:sectPr>
      </w:pPr>
    </w:p>
    <w:p w:rsidR="00D40CEA" w:rsidRPr="007E2222" w:rsidRDefault="00730B62" w:rsidP="00D40CEA">
      <w:pPr>
        <w:pStyle w:val="Heading6"/>
        <w:rPr>
          <w:i w:val="0"/>
          <w:sz w:val="28"/>
          <w:szCs w:val="28"/>
        </w:rPr>
      </w:pPr>
      <w:bookmarkStart w:id="6" w:name="_Toc277325435"/>
      <w:r w:rsidRPr="007E2222">
        <w:rPr>
          <w:i w:val="0"/>
          <w:sz w:val="28"/>
          <w:szCs w:val="28"/>
        </w:rPr>
        <w:lastRenderedPageBreak/>
        <w:t xml:space="preserve">2.4    </w:t>
      </w:r>
      <w:r w:rsidR="00D40CEA" w:rsidRPr="007E2222">
        <w:rPr>
          <w:i w:val="0"/>
          <w:sz w:val="28"/>
          <w:szCs w:val="28"/>
        </w:rPr>
        <w:t>Key influences</w:t>
      </w:r>
      <w:bookmarkEnd w:id="6"/>
    </w:p>
    <w:p w:rsidR="00D40CEA" w:rsidRPr="00730B62" w:rsidRDefault="00E043A3" w:rsidP="00E043A3">
      <w:pPr>
        <w:pStyle w:val="PwCNormal"/>
        <w:numPr>
          <w:ilvl w:val="0"/>
          <w:numId w:val="0"/>
        </w:numPr>
        <w:rPr>
          <w:i w:val="0"/>
        </w:rPr>
      </w:pPr>
      <w:r w:rsidRPr="00730B62">
        <w:rPr>
          <w:i w:val="0"/>
        </w:rPr>
        <w:t>Using the results of the Business Segmentation analysis and the PEST analysis (and any other relevant information), note down the key influences and their implication for your business.</w:t>
      </w:r>
    </w:p>
    <w:p w:rsidR="00905849" w:rsidRDefault="00905849" w:rsidP="00E043A3">
      <w:pPr>
        <w:pStyle w:val="PwCNormal"/>
        <w:numPr>
          <w:ilvl w:val="0"/>
          <w:numId w:val="0"/>
        </w:numPr>
      </w:pPr>
    </w:p>
    <w:tbl>
      <w:tblPr>
        <w:tblStyle w:val="Tables-APBase"/>
        <w:tblW w:w="0" w:type="auto"/>
        <w:tblLook w:val="04A0"/>
      </w:tblPr>
      <w:tblGrid>
        <w:gridCol w:w="1242"/>
        <w:gridCol w:w="5851"/>
        <w:gridCol w:w="5852"/>
      </w:tblGrid>
      <w:tr w:rsidR="00EB494D" w:rsidTr="00CF235C">
        <w:trPr>
          <w:cnfStyle w:val="100000000000"/>
        </w:trPr>
        <w:tc>
          <w:tcPr>
            <w:cnfStyle w:val="000000000100"/>
            <w:tcW w:w="1242" w:type="dxa"/>
          </w:tcPr>
          <w:p w:rsidR="00EB494D" w:rsidRPr="00730B62" w:rsidRDefault="00EB494D" w:rsidP="00EB494D">
            <w:pPr>
              <w:pStyle w:val="TableColumnHeadingNormal"/>
              <w:rPr>
                <w:color w:val="F37B20" w:themeColor="accent5"/>
              </w:rPr>
            </w:pPr>
            <w:r w:rsidRPr="00730B62">
              <w:rPr>
                <w:color w:val="F37B20" w:themeColor="accent5"/>
              </w:rPr>
              <w:t>Customer group</w:t>
            </w:r>
          </w:p>
        </w:tc>
        <w:tc>
          <w:tcPr>
            <w:tcW w:w="5851" w:type="dxa"/>
          </w:tcPr>
          <w:p w:rsidR="00EB494D" w:rsidRPr="00730B62" w:rsidRDefault="00EB494D" w:rsidP="00EB494D">
            <w:pPr>
              <w:pStyle w:val="TableColumnHeadingNormal"/>
              <w:cnfStyle w:val="100000000000"/>
              <w:rPr>
                <w:color w:val="F37B20" w:themeColor="accent5"/>
              </w:rPr>
            </w:pPr>
            <w:r w:rsidRPr="00730B62">
              <w:rPr>
                <w:color w:val="F37B20" w:themeColor="accent5"/>
              </w:rPr>
              <w:t>Key influences</w:t>
            </w:r>
          </w:p>
        </w:tc>
        <w:tc>
          <w:tcPr>
            <w:tcW w:w="5852" w:type="dxa"/>
          </w:tcPr>
          <w:p w:rsidR="00EB494D" w:rsidRPr="00730B62" w:rsidRDefault="00EB494D" w:rsidP="00EB494D">
            <w:pPr>
              <w:pStyle w:val="TableColumnHeadingNormal"/>
              <w:cnfStyle w:val="100000000000"/>
              <w:rPr>
                <w:color w:val="F37B20" w:themeColor="accent5"/>
              </w:rPr>
            </w:pPr>
            <w:r w:rsidRPr="00730B62">
              <w:rPr>
                <w:color w:val="F37B20" w:themeColor="accent5"/>
              </w:rPr>
              <w:t>Key implications for you</w:t>
            </w:r>
          </w:p>
        </w:tc>
      </w:tr>
      <w:tr w:rsidR="00730B62" w:rsidRPr="00730B62" w:rsidTr="00CF235C">
        <w:tc>
          <w:tcPr>
            <w:tcW w:w="1242" w:type="dxa"/>
          </w:tcPr>
          <w:p w:rsidR="00EB494D" w:rsidRPr="00730B62" w:rsidRDefault="00EB494D" w:rsidP="00A4629C">
            <w:pPr>
              <w:pStyle w:val="TableTextNormal"/>
              <w:rPr>
                <w:rStyle w:val="Base"/>
                <w:b/>
                <w:i w:val="0"/>
                <w:color w:val="383855" w:themeColor="background2" w:themeShade="BF"/>
              </w:rPr>
            </w:pPr>
            <w:r w:rsidRPr="00730B62">
              <w:rPr>
                <w:rStyle w:val="Base"/>
                <w:b/>
                <w:i w:val="0"/>
                <w:color w:val="383855" w:themeColor="background2" w:themeShade="BF"/>
              </w:rPr>
              <w:t>A</w:t>
            </w:r>
          </w:p>
          <w:p w:rsidR="00B90EC4" w:rsidRPr="00730B62" w:rsidRDefault="00B90EC4" w:rsidP="00A4629C">
            <w:pPr>
              <w:pStyle w:val="TableTextNormal"/>
              <w:rPr>
                <w:rStyle w:val="Base"/>
                <w:b/>
                <w:i w:val="0"/>
                <w:color w:val="383855" w:themeColor="background2" w:themeShade="BF"/>
              </w:rPr>
            </w:pPr>
          </w:p>
        </w:tc>
        <w:tc>
          <w:tcPr>
            <w:tcW w:w="5851" w:type="dxa"/>
          </w:tcPr>
          <w:p w:rsidR="00EB494D" w:rsidRPr="00730B62" w:rsidRDefault="00EB494D" w:rsidP="00A4629C">
            <w:pPr>
              <w:pStyle w:val="TableTextNormal"/>
              <w:rPr>
                <w:b/>
                <w:i w:val="0"/>
                <w:color w:val="383855" w:themeColor="background2" w:themeShade="BF"/>
              </w:rPr>
            </w:pPr>
          </w:p>
        </w:tc>
        <w:tc>
          <w:tcPr>
            <w:tcW w:w="5852" w:type="dxa"/>
          </w:tcPr>
          <w:p w:rsidR="00EB494D" w:rsidRPr="00730B62" w:rsidRDefault="00EB494D" w:rsidP="00A4629C">
            <w:pPr>
              <w:pStyle w:val="TableTextNormal"/>
              <w:rPr>
                <w:b/>
                <w:i w:val="0"/>
                <w:color w:val="383855" w:themeColor="background2" w:themeShade="BF"/>
              </w:rPr>
            </w:pPr>
          </w:p>
        </w:tc>
      </w:tr>
      <w:tr w:rsidR="00730B62" w:rsidRPr="00730B62" w:rsidTr="00CF235C">
        <w:tc>
          <w:tcPr>
            <w:tcW w:w="1242" w:type="dxa"/>
          </w:tcPr>
          <w:p w:rsidR="00EB494D" w:rsidRPr="00730B62" w:rsidRDefault="00EB494D" w:rsidP="00A4629C">
            <w:pPr>
              <w:pStyle w:val="TableTextNormal"/>
              <w:rPr>
                <w:rStyle w:val="Base"/>
                <w:b/>
                <w:i w:val="0"/>
                <w:color w:val="383855" w:themeColor="background2" w:themeShade="BF"/>
              </w:rPr>
            </w:pPr>
            <w:r w:rsidRPr="00730B62">
              <w:rPr>
                <w:rStyle w:val="Base"/>
                <w:b/>
                <w:i w:val="0"/>
                <w:color w:val="383855" w:themeColor="background2" w:themeShade="BF"/>
              </w:rPr>
              <w:t>B</w:t>
            </w:r>
          </w:p>
          <w:p w:rsidR="00B90EC4" w:rsidRPr="00730B62" w:rsidRDefault="00B90EC4" w:rsidP="00A4629C">
            <w:pPr>
              <w:pStyle w:val="TableTextNormal"/>
              <w:rPr>
                <w:rStyle w:val="Base"/>
                <w:b/>
                <w:i w:val="0"/>
                <w:color w:val="383855" w:themeColor="background2" w:themeShade="BF"/>
              </w:rPr>
            </w:pPr>
          </w:p>
        </w:tc>
        <w:tc>
          <w:tcPr>
            <w:tcW w:w="5851" w:type="dxa"/>
          </w:tcPr>
          <w:p w:rsidR="00EB494D" w:rsidRPr="00730B62" w:rsidRDefault="00EB494D" w:rsidP="00A4629C">
            <w:pPr>
              <w:pStyle w:val="TableTextNormal"/>
              <w:rPr>
                <w:b/>
                <w:i w:val="0"/>
                <w:color w:val="383855" w:themeColor="background2" w:themeShade="BF"/>
              </w:rPr>
            </w:pPr>
          </w:p>
        </w:tc>
        <w:tc>
          <w:tcPr>
            <w:tcW w:w="5852" w:type="dxa"/>
          </w:tcPr>
          <w:p w:rsidR="00EB494D" w:rsidRPr="00730B62" w:rsidRDefault="00EB494D" w:rsidP="00A4629C">
            <w:pPr>
              <w:pStyle w:val="TableTextNormal"/>
              <w:rPr>
                <w:b/>
                <w:i w:val="0"/>
                <w:color w:val="383855" w:themeColor="background2" w:themeShade="BF"/>
              </w:rPr>
            </w:pPr>
          </w:p>
        </w:tc>
      </w:tr>
      <w:tr w:rsidR="00730B62" w:rsidRPr="00730B62" w:rsidTr="00CF235C">
        <w:tc>
          <w:tcPr>
            <w:tcW w:w="1242" w:type="dxa"/>
          </w:tcPr>
          <w:p w:rsidR="00EB494D" w:rsidRPr="00730B62" w:rsidRDefault="00EB494D" w:rsidP="00A4629C">
            <w:pPr>
              <w:pStyle w:val="TableTextNormal"/>
              <w:rPr>
                <w:rStyle w:val="Base"/>
                <w:b/>
                <w:i w:val="0"/>
                <w:color w:val="383855" w:themeColor="background2" w:themeShade="BF"/>
              </w:rPr>
            </w:pPr>
            <w:r w:rsidRPr="00730B62">
              <w:rPr>
                <w:rStyle w:val="Base"/>
                <w:b/>
                <w:i w:val="0"/>
                <w:color w:val="383855" w:themeColor="background2" w:themeShade="BF"/>
              </w:rPr>
              <w:t>C</w:t>
            </w:r>
          </w:p>
          <w:p w:rsidR="00B90EC4" w:rsidRPr="00730B62" w:rsidRDefault="00B90EC4" w:rsidP="00A4629C">
            <w:pPr>
              <w:pStyle w:val="TableTextNormal"/>
              <w:rPr>
                <w:rStyle w:val="Base"/>
                <w:b/>
                <w:i w:val="0"/>
                <w:color w:val="383855" w:themeColor="background2" w:themeShade="BF"/>
              </w:rPr>
            </w:pPr>
          </w:p>
        </w:tc>
        <w:tc>
          <w:tcPr>
            <w:tcW w:w="5851" w:type="dxa"/>
          </w:tcPr>
          <w:p w:rsidR="00EB494D" w:rsidRPr="00730B62" w:rsidRDefault="00EB494D" w:rsidP="00A4629C">
            <w:pPr>
              <w:pStyle w:val="TableTextNormal"/>
              <w:rPr>
                <w:b/>
                <w:i w:val="0"/>
                <w:color w:val="383855" w:themeColor="background2" w:themeShade="BF"/>
              </w:rPr>
            </w:pPr>
          </w:p>
        </w:tc>
        <w:tc>
          <w:tcPr>
            <w:tcW w:w="5852" w:type="dxa"/>
          </w:tcPr>
          <w:p w:rsidR="00EB494D" w:rsidRPr="00730B62" w:rsidRDefault="00EB494D" w:rsidP="00A4629C">
            <w:pPr>
              <w:pStyle w:val="TableTextNormal"/>
              <w:rPr>
                <w:b/>
                <w:i w:val="0"/>
                <w:color w:val="383855" w:themeColor="background2" w:themeShade="BF"/>
              </w:rPr>
            </w:pPr>
          </w:p>
        </w:tc>
      </w:tr>
      <w:tr w:rsidR="00730B62" w:rsidRPr="00730B62" w:rsidTr="00CF235C">
        <w:tc>
          <w:tcPr>
            <w:tcW w:w="1242" w:type="dxa"/>
          </w:tcPr>
          <w:p w:rsidR="00EB494D" w:rsidRPr="00730B62" w:rsidRDefault="00EB494D" w:rsidP="00A4629C">
            <w:pPr>
              <w:pStyle w:val="TableTextNormal"/>
              <w:rPr>
                <w:rStyle w:val="Base"/>
                <w:b/>
                <w:i w:val="0"/>
                <w:color w:val="383855" w:themeColor="background2" w:themeShade="BF"/>
              </w:rPr>
            </w:pPr>
            <w:r w:rsidRPr="00730B62">
              <w:rPr>
                <w:rStyle w:val="Base"/>
                <w:b/>
                <w:i w:val="0"/>
                <w:color w:val="383855" w:themeColor="background2" w:themeShade="BF"/>
              </w:rPr>
              <w:t>D</w:t>
            </w:r>
          </w:p>
          <w:p w:rsidR="00B90EC4" w:rsidRPr="00730B62" w:rsidRDefault="00B90EC4" w:rsidP="00A4629C">
            <w:pPr>
              <w:pStyle w:val="TableTextNormal"/>
              <w:rPr>
                <w:rStyle w:val="Base"/>
                <w:b/>
                <w:i w:val="0"/>
                <w:color w:val="383855" w:themeColor="background2" w:themeShade="BF"/>
              </w:rPr>
            </w:pPr>
          </w:p>
        </w:tc>
        <w:tc>
          <w:tcPr>
            <w:tcW w:w="5851" w:type="dxa"/>
          </w:tcPr>
          <w:p w:rsidR="00EB494D" w:rsidRPr="00730B62" w:rsidRDefault="00EB494D" w:rsidP="00A4629C">
            <w:pPr>
              <w:pStyle w:val="TableTextNormal"/>
              <w:rPr>
                <w:b/>
                <w:i w:val="0"/>
                <w:color w:val="383855" w:themeColor="background2" w:themeShade="BF"/>
              </w:rPr>
            </w:pPr>
          </w:p>
        </w:tc>
        <w:tc>
          <w:tcPr>
            <w:tcW w:w="5852" w:type="dxa"/>
          </w:tcPr>
          <w:p w:rsidR="00EB494D" w:rsidRPr="00730B62" w:rsidRDefault="00EB494D" w:rsidP="00A4629C">
            <w:pPr>
              <w:pStyle w:val="TableTextNormal"/>
              <w:rPr>
                <w:b/>
                <w:i w:val="0"/>
                <w:color w:val="383855" w:themeColor="background2" w:themeShade="BF"/>
              </w:rPr>
            </w:pPr>
          </w:p>
        </w:tc>
      </w:tr>
      <w:tr w:rsidR="00730B62" w:rsidRPr="00730B62" w:rsidTr="00CF235C">
        <w:tc>
          <w:tcPr>
            <w:tcW w:w="1242" w:type="dxa"/>
          </w:tcPr>
          <w:p w:rsidR="00B24063" w:rsidRPr="00730B62" w:rsidRDefault="00B24063" w:rsidP="00A4629C">
            <w:pPr>
              <w:pStyle w:val="TableTextNormal"/>
              <w:rPr>
                <w:rStyle w:val="Base"/>
                <w:b/>
                <w:i w:val="0"/>
                <w:color w:val="383855" w:themeColor="background2" w:themeShade="BF"/>
              </w:rPr>
            </w:pPr>
            <w:r w:rsidRPr="00730B62">
              <w:rPr>
                <w:rStyle w:val="Base"/>
                <w:b/>
                <w:i w:val="0"/>
                <w:color w:val="383855" w:themeColor="background2" w:themeShade="BF"/>
              </w:rPr>
              <w:t>E</w:t>
            </w:r>
          </w:p>
          <w:p w:rsidR="00B90EC4" w:rsidRPr="00730B62" w:rsidRDefault="00B90EC4" w:rsidP="00A4629C">
            <w:pPr>
              <w:pStyle w:val="TableTextNormal"/>
              <w:rPr>
                <w:rStyle w:val="Base"/>
                <w:b/>
                <w:i w:val="0"/>
                <w:color w:val="383855" w:themeColor="background2" w:themeShade="BF"/>
              </w:rPr>
            </w:pPr>
          </w:p>
        </w:tc>
        <w:tc>
          <w:tcPr>
            <w:tcW w:w="5851" w:type="dxa"/>
          </w:tcPr>
          <w:p w:rsidR="00B24063" w:rsidRPr="00730B62" w:rsidRDefault="00B24063" w:rsidP="00A4629C">
            <w:pPr>
              <w:pStyle w:val="TableTextNormal"/>
              <w:rPr>
                <w:b/>
                <w:i w:val="0"/>
                <w:color w:val="383855" w:themeColor="background2" w:themeShade="BF"/>
              </w:rPr>
            </w:pPr>
          </w:p>
        </w:tc>
        <w:tc>
          <w:tcPr>
            <w:tcW w:w="5852" w:type="dxa"/>
          </w:tcPr>
          <w:p w:rsidR="00B24063" w:rsidRPr="00730B62" w:rsidRDefault="00B24063" w:rsidP="00A4629C">
            <w:pPr>
              <w:pStyle w:val="TableTextNormal"/>
              <w:rPr>
                <w:b/>
                <w:i w:val="0"/>
                <w:color w:val="383855" w:themeColor="background2" w:themeShade="BF"/>
              </w:rPr>
            </w:pPr>
          </w:p>
        </w:tc>
      </w:tr>
    </w:tbl>
    <w:p w:rsidR="00E043A3" w:rsidRPr="00730B62" w:rsidRDefault="00E043A3" w:rsidP="00E043A3">
      <w:pPr>
        <w:pStyle w:val="PwCNormal"/>
        <w:numPr>
          <w:ilvl w:val="0"/>
          <w:numId w:val="0"/>
        </w:numPr>
        <w:rPr>
          <w:b/>
          <w:i w:val="0"/>
          <w:color w:val="383855" w:themeColor="background2" w:themeShade="BF"/>
        </w:rPr>
      </w:pPr>
    </w:p>
    <w:p w:rsidR="00E043A3" w:rsidRDefault="00E043A3" w:rsidP="00E043A3">
      <w:pPr>
        <w:pStyle w:val="PwCNormal"/>
        <w:numPr>
          <w:ilvl w:val="0"/>
          <w:numId w:val="0"/>
        </w:numPr>
      </w:pPr>
    </w:p>
    <w:p w:rsidR="00E043A3" w:rsidRDefault="00E043A3" w:rsidP="00D40CEA">
      <w:pPr>
        <w:pStyle w:val="Heading6"/>
        <w:sectPr w:rsidR="00E043A3" w:rsidSect="00FF1D91">
          <w:pgSz w:w="16840" w:h="11907" w:orient="landscape" w:code="9"/>
          <w:pgMar w:top="1134" w:right="567" w:bottom="993" w:left="3317" w:header="567" w:footer="567" w:gutter="227"/>
          <w:pgBorders w:offsetFrom="page">
            <w:top w:val="single" w:sz="6" w:space="24" w:color="464D53" w:themeColor="text2"/>
            <w:left w:val="single" w:sz="6" w:space="24" w:color="464D53" w:themeColor="text2"/>
          </w:pgBorders>
          <w:cols w:space="425"/>
          <w:titlePg/>
          <w:docGrid w:linePitch="360"/>
        </w:sectPr>
      </w:pPr>
    </w:p>
    <w:p w:rsidR="00D40CEA" w:rsidRPr="007E2222" w:rsidRDefault="0020242F" w:rsidP="00D40CEA">
      <w:pPr>
        <w:pStyle w:val="Heading6"/>
        <w:rPr>
          <w:i w:val="0"/>
          <w:sz w:val="28"/>
          <w:szCs w:val="28"/>
        </w:rPr>
      </w:pPr>
      <w:bookmarkStart w:id="7" w:name="_Toc277325436"/>
      <w:r w:rsidRPr="007E2222">
        <w:rPr>
          <w:i w:val="0"/>
          <w:sz w:val="28"/>
          <w:szCs w:val="28"/>
        </w:rPr>
        <w:lastRenderedPageBreak/>
        <w:t xml:space="preserve">2.5     </w:t>
      </w:r>
      <w:r w:rsidR="00D40CEA" w:rsidRPr="007E2222">
        <w:rPr>
          <w:i w:val="0"/>
          <w:sz w:val="28"/>
          <w:szCs w:val="28"/>
        </w:rPr>
        <w:t>Business attractiveness analysis</w:t>
      </w:r>
      <w:bookmarkEnd w:id="7"/>
    </w:p>
    <w:p w:rsidR="00EB494D" w:rsidRPr="0020242F" w:rsidRDefault="00EB494D" w:rsidP="00EB494D">
      <w:pPr>
        <w:pStyle w:val="PwCNormal"/>
        <w:rPr>
          <w:i w:val="0"/>
        </w:rPr>
      </w:pPr>
      <w:r w:rsidRPr="0020242F">
        <w:rPr>
          <w:i w:val="0"/>
        </w:rPr>
        <w:t xml:space="preserve">Rate each customer group out of 10 (10 being maximum attractiveness) in relation to each attribute. Then multiply the rating by the relevant weight (Wt) to obtain a score for each customer group. </w:t>
      </w:r>
    </w:p>
    <w:p w:rsidR="00EB494D" w:rsidRPr="0020242F" w:rsidRDefault="0020242F" w:rsidP="00EB494D">
      <w:pPr>
        <w:pStyle w:val="PwCNormal"/>
      </w:pPr>
      <w:r>
        <w:t>(e.g.;</w:t>
      </w:r>
      <w:r w:rsidR="00EB494D" w:rsidRPr="0020242F">
        <w:t xml:space="preserve"> if Customer Group A is rated an 8 for Volume of available business, multiply rating 8 by its Weighting of 4 = Total 32</w:t>
      </w:r>
      <w:r w:rsidR="00CF235C" w:rsidRPr="0020242F">
        <w:t>.</w:t>
      </w:r>
      <w:r w:rsidR="00EB494D" w:rsidRPr="0020242F">
        <w:t>)</w:t>
      </w:r>
    </w:p>
    <w:p w:rsidR="00905849" w:rsidRDefault="00905849" w:rsidP="00EB494D">
      <w:pPr>
        <w:pStyle w:val="PwCNormal"/>
      </w:pPr>
    </w:p>
    <w:tbl>
      <w:tblPr>
        <w:tblStyle w:val="Tables-APBase"/>
        <w:tblW w:w="0" w:type="auto"/>
        <w:tblLayout w:type="fixed"/>
        <w:tblLook w:val="04A0"/>
      </w:tblPr>
      <w:tblGrid>
        <w:gridCol w:w="3227"/>
        <w:gridCol w:w="1079"/>
        <w:gridCol w:w="1080"/>
        <w:gridCol w:w="1080"/>
        <w:gridCol w:w="1080"/>
        <w:gridCol w:w="1079"/>
        <w:gridCol w:w="1080"/>
        <w:gridCol w:w="1080"/>
        <w:gridCol w:w="1080"/>
        <w:gridCol w:w="1080"/>
      </w:tblGrid>
      <w:tr w:rsidR="00EB494D" w:rsidRPr="00E043A3" w:rsidTr="00CF235C">
        <w:trPr>
          <w:cnfStyle w:val="100000000000"/>
        </w:trPr>
        <w:tc>
          <w:tcPr>
            <w:cnfStyle w:val="000000000100"/>
            <w:tcW w:w="3227" w:type="dxa"/>
          </w:tcPr>
          <w:p w:rsidR="00EB494D" w:rsidRPr="00E043A3" w:rsidRDefault="00EB494D" w:rsidP="00925055">
            <w:pPr>
              <w:pStyle w:val="TableColumnHeadingNormal"/>
            </w:pPr>
          </w:p>
        </w:tc>
        <w:tc>
          <w:tcPr>
            <w:tcW w:w="9718" w:type="dxa"/>
            <w:gridSpan w:val="9"/>
          </w:tcPr>
          <w:p w:rsidR="00EB494D" w:rsidRPr="00E043A3" w:rsidRDefault="00EB494D" w:rsidP="00925055">
            <w:pPr>
              <w:pStyle w:val="TableColumnHeadingNormal"/>
              <w:cnfStyle w:val="100000000000"/>
            </w:pPr>
            <w:r w:rsidRPr="00EB494D">
              <w:t xml:space="preserve">Customer or </w:t>
            </w:r>
            <w:r w:rsidR="00CF235C" w:rsidRPr="00EB494D">
              <w:t>product groups</w:t>
            </w:r>
          </w:p>
        </w:tc>
      </w:tr>
      <w:tr w:rsidR="00B24063" w:rsidRPr="00E043A3" w:rsidTr="00CF235C">
        <w:tc>
          <w:tcPr>
            <w:tcW w:w="3227" w:type="dxa"/>
          </w:tcPr>
          <w:p w:rsidR="00B24063" w:rsidRPr="0020242F" w:rsidRDefault="00B24063" w:rsidP="00925055">
            <w:pPr>
              <w:pStyle w:val="TableColumnHeadingNormal"/>
              <w:rPr>
                <w:rStyle w:val="Base"/>
                <w:color w:val="F37B20" w:themeColor="accent5"/>
              </w:rPr>
            </w:pPr>
            <w:r w:rsidRPr="0020242F">
              <w:rPr>
                <w:rStyle w:val="Base"/>
                <w:color w:val="F37B20" w:themeColor="accent5"/>
              </w:rPr>
              <w:t>Attribute</w:t>
            </w:r>
          </w:p>
        </w:tc>
        <w:tc>
          <w:tcPr>
            <w:tcW w:w="1079"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Wt</w:t>
            </w:r>
          </w:p>
        </w:tc>
        <w:tc>
          <w:tcPr>
            <w:tcW w:w="1080"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A</w:t>
            </w:r>
          </w:p>
        </w:tc>
        <w:tc>
          <w:tcPr>
            <w:tcW w:w="1080"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B</w:t>
            </w:r>
          </w:p>
        </w:tc>
        <w:tc>
          <w:tcPr>
            <w:tcW w:w="1080"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C</w:t>
            </w:r>
          </w:p>
        </w:tc>
        <w:tc>
          <w:tcPr>
            <w:tcW w:w="1079"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D</w:t>
            </w:r>
          </w:p>
        </w:tc>
        <w:tc>
          <w:tcPr>
            <w:tcW w:w="1080"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E</w:t>
            </w:r>
          </w:p>
        </w:tc>
        <w:tc>
          <w:tcPr>
            <w:tcW w:w="1080"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F</w:t>
            </w:r>
          </w:p>
        </w:tc>
        <w:tc>
          <w:tcPr>
            <w:tcW w:w="1080"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G</w:t>
            </w:r>
          </w:p>
        </w:tc>
        <w:tc>
          <w:tcPr>
            <w:tcW w:w="1080" w:type="dxa"/>
          </w:tcPr>
          <w:p w:rsidR="00B24063" w:rsidRPr="0020242F" w:rsidRDefault="00B24063" w:rsidP="00B24063">
            <w:pPr>
              <w:pStyle w:val="TableColumnHeadingNormal"/>
              <w:jc w:val="center"/>
              <w:rPr>
                <w:rStyle w:val="Base"/>
                <w:color w:val="F37B20" w:themeColor="accent5"/>
              </w:rPr>
            </w:pPr>
            <w:r w:rsidRPr="0020242F">
              <w:rPr>
                <w:rStyle w:val="Base"/>
                <w:color w:val="F37B20" w:themeColor="accent5"/>
              </w:rPr>
              <w:t>H</w:t>
            </w:r>
          </w:p>
        </w:tc>
      </w:tr>
      <w:tr w:rsidR="00B24063" w:rsidTr="00CF235C">
        <w:tc>
          <w:tcPr>
            <w:tcW w:w="3227" w:type="dxa"/>
          </w:tcPr>
          <w:p w:rsidR="00B24063" w:rsidRPr="0020242F" w:rsidRDefault="00B24063" w:rsidP="00A4629C">
            <w:pPr>
              <w:pStyle w:val="TableTextNormal"/>
              <w:rPr>
                <w:rStyle w:val="Base"/>
                <w:i w:val="0"/>
              </w:rPr>
            </w:pPr>
            <w:r w:rsidRPr="0020242F">
              <w:rPr>
                <w:rStyle w:val="Base"/>
                <w:i w:val="0"/>
              </w:rPr>
              <w:t>Volume of available business</w:t>
            </w:r>
          </w:p>
          <w:p w:rsidR="00B90EC4" w:rsidRPr="0020242F" w:rsidRDefault="00B90EC4" w:rsidP="00A4629C">
            <w:pPr>
              <w:pStyle w:val="TableTextNormal"/>
              <w:rPr>
                <w:rStyle w:val="Base"/>
                <w:i w:val="0"/>
              </w:rPr>
            </w:pPr>
          </w:p>
        </w:tc>
        <w:tc>
          <w:tcPr>
            <w:tcW w:w="1079" w:type="dxa"/>
          </w:tcPr>
          <w:p w:rsidR="00B24063" w:rsidRPr="0020242F" w:rsidRDefault="00B24063" w:rsidP="00A4629C">
            <w:pPr>
              <w:pStyle w:val="TableTextNormalCENTRE"/>
              <w:rPr>
                <w:rStyle w:val="Base"/>
                <w:i w:val="0"/>
              </w:rPr>
            </w:pPr>
          </w:p>
        </w:tc>
        <w:tc>
          <w:tcPr>
            <w:tcW w:w="1080" w:type="dxa"/>
          </w:tcPr>
          <w:p w:rsidR="00B24063" w:rsidRPr="0020242F" w:rsidRDefault="00B24063" w:rsidP="00A4629C">
            <w:pPr>
              <w:pStyle w:val="TableTextNormalCENTRE"/>
              <w:rPr>
                <w:i w:val="0"/>
              </w:rPr>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79"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r>
      <w:tr w:rsidR="00B24063" w:rsidTr="00CF235C">
        <w:tc>
          <w:tcPr>
            <w:tcW w:w="3227" w:type="dxa"/>
          </w:tcPr>
          <w:p w:rsidR="00B24063" w:rsidRPr="0020242F" w:rsidRDefault="00CF235C" w:rsidP="00A4629C">
            <w:pPr>
              <w:pStyle w:val="TableTextNormal"/>
              <w:rPr>
                <w:rStyle w:val="Base"/>
                <w:i w:val="0"/>
              </w:rPr>
            </w:pPr>
            <w:r w:rsidRPr="0020242F">
              <w:rPr>
                <w:rStyle w:val="Base"/>
                <w:i w:val="0"/>
              </w:rPr>
              <w:t>Ease/</w:t>
            </w:r>
            <w:r w:rsidR="00B24063" w:rsidRPr="0020242F">
              <w:rPr>
                <w:rStyle w:val="Base"/>
                <w:i w:val="0"/>
              </w:rPr>
              <w:t>Margin</w:t>
            </w:r>
          </w:p>
          <w:p w:rsidR="00B90EC4" w:rsidRPr="0020242F" w:rsidRDefault="00B90EC4" w:rsidP="00A4629C">
            <w:pPr>
              <w:pStyle w:val="TableTextNormal"/>
              <w:rPr>
                <w:rStyle w:val="Base"/>
                <w:i w:val="0"/>
              </w:rPr>
            </w:pPr>
          </w:p>
        </w:tc>
        <w:tc>
          <w:tcPr>
            <w:tcW w:w="1079" w:type="dxa"/>
          </w:tcPr>
          <w:p w:rsidR="00B24063" w:rsidRPr="0020242F" w:rsidRDefault="00B24063" w:rsidP="00A4629C">
            <w:pPr>
              <w:pStyle w:val="TableTextNormalCENTRE"/>
              <w:rPr>
                <w:rStyle w:val="Base"/>
                <w:i w:val="0"/>
              </w:rPr>
            </w:pPr>
          </w:p>
        </w:tc>
        <w:tc>
          <w:tcPr>
            <w:tcW w:w="1080" w:type="dxa"/>
          </w:tcPr>
          <w:p w:rsidR="00B24063" w:rsidRPr="0020242F" w:rsidRDefault="00B24063" w:rsidP="00A4629C">
            <w:pPr>
              <w:pStyle w:val="TableTextNormalCENTRE"/>
              <w:rPr>
                <w:i w:val="0"/>
              </w:rPr>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79"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r>
      <w:tr w:rsidR="00B24063" w:rsidTr="00CF235C">
        <w:tc>
          <w:tcPr>
            <w:tcW w:w="3227" w:type="dxa"/>
          </w:tcPr>
          <w:p w:rsidR="00B24063" w:rsidRPr="0020242F" w:rsidRDefault="00B24063" w:rsidP="00A4629C">
            <w:pPr>
              <w:pStyle w:val="TableTextNormal"/>
              <w:rPr>
                <w:rStyle w:val="Base"/>
                <w:i w:val="0"/>
              </w:rPr>
            </w:pPr>
            <w:r w:rsidRPr="0020242F">
              <w:rPr>
                <w:rStyle w:val="Base"/>
                <w:i w:val="0"/>
              </w:rPr>
              <w:t>Your ability to del</w:t>
            </w:r>
            <w:r w:rsidR="00CF235C" w:rsidRPr="0020242F">
              <w:rPr>
                <w:rStyle w:val="Base"/>
                <w:i w:val="0"/>
              </w:rPr>
              <w:t>iver value</w:t>
            </w:r>
            <w:r w:rsidR="00CF235C" w:rsidRPr="0020242F">
              <w:rPr>
                <w:rStyle w:val="Base"/>
                <w:i w:val="0"/>
              </w:rPr>
              <w:br/>
            </w:r>
            <w:r w:rsidRPr="0020242F">
              <w:rPr>
                <w:rStyle w:val="Base"/>
                <w:i w:val="0"/>
              </w:rPr>
              <w:t>(</w:t>
            </w:r>
            <w:r w:rsidR="00F41BD4" w:rsidRPr="0020242F">
              <w:rPr>
                <w:rStyle w:val="Base"/>
                <w:i w:val="0"/>
              </w:rPr>
              <w:t>e.g.</w:t>
            </w:r>
            <w:r w:rsidRPr="0020242F">
              <w:rPr>
                <w:rStyle w:val="Base"/>
                <w:i w:val="0"/>
              </w:rPr>
              <w:t xml:space="preserve"> a complete solution)</w:t>
            </w:r>
          </w:p>
          <w:p w:rsidR="00B90EC4" w:rsidRPr="0020242F" w:rsidRDefault="00B90EC4" w:rsidP="00A4629C">
            <w:pPr>
              <w:pStyle w:val="TableTextNormal"/>
              <w:rPr>
                <w:rStyle w:val="Base"/>
                <w:i w:val="0"/>
              </w:rPr>
            </w:pPr>
          </w:p>
        </w:tc>
        <w:tc>
          <w:tcPr>
            <w:tcW w:w="1079" w:type="dxa"/>
          </w:tcPr>
          <w:p w:rsidR="00B24063" w:rsidRPr="0020242F" w:rsidRDefault="00B24063" w:rsidP="00A4629C">
            <w:pPr>
              <w:pStyle w:val="TableTextNormalCENTRE"/>
              <w:rPr>
                <w:rStyle w:val="Base"/>
                <w:i w:val="0"/>
              </w:rPr>
            </w:pPr>
          </w:p>
        </w:tc>
        <w:tc>
          <w:tcPr>
            <w:tcW w:w="1080" w:type="dxa"/>
          </w:tcPr>
          <w:p w:rsidR="00B24063" w:rsidRPr="0020242F" w:rsidRDefault="00B24063" w:rsidP="00A4629C">
            <w:pPr>
              <w:pStyle w:val="TableTextNormalCENTRE"/>
              <w:rPr>
                <w:i w:val="0"/>
              </w:rPr>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79"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c>
          <w:tcPr>
            <w:tcW w:w="1080" w:type="dxa"/>
          </w:tcPr>
          <w:p w:rsidR="00B24063" w:rsidRPr="00A4629C" w:rsidRDefault="00B24063" w:rsidP="00A4629C">
            <w:pPr>
              <w:pStyle w:val="TableTextNormalCENTRE"/>
            </w:pPr>
          </w:p>
        </w:tc>
      </w:tr>
      <w:tr w:rsidR="00B24063" w:rsidTr="0020242F">
        <w:tc>
          <w:tcPr>
            <w:tcW w:w="3227" w:type="dxa"/>
            <w:tcBorders>
              <w:bottom w:val="single" w:sz="36" w:space="0" w:color="F37B20" w:themeColor="accent5"/>
            </w:tcBorders>
          </w:tcPr>
          <w:p w:rsidR="00B24063" w:rsidRPr="0020242F" w:rsidRDefault="00CF235C" w:rsidP="00A4629C">
            <w:pPr>
              <w:pStyle w:val="TableTextNormal"/>
              <w:rPr>
                <w:rStyle w:val="Base"/>
                <w:i w:val="0"/>
              </w:rPr>
            </w:pPr>
            <w:r w:rsidRPr="0020242F">
              <w:rPr>
                <w:rStyle w:val="Base"/>
                <w:i w:val="0"/>
              </w:rPr>
              <w:t>Competition</w:t>
            </w:r>
            <w:r w:rsidRPr="0020242F">
              <w:rPr>
                <w:rStyle w:val="Base"/>
                <w:i w:val="0"/>
              </w:rPr>
              <w:br/>
            </w:r>
            <w:r w:rsidR="00B24063" w:rsidRPr="0020242F">
              <w:rPr>
                <w:rStyle w:val="Base"/>
                <w:i w:val="0"/>
              </w:rPr>
              <w:t>(10 = low competition, 1 = high)</w:t>
            </w:r>
          </w:p>
          <w:p w:rsidR="00B90EC4" w:rsidRPr="0020242F" w:rsidRDefault="00B90EC4" w:rsidP="00A4629C">
            <w:pPr>
              <w:pStyle w:val="TableTextNormal"/>
              <w:rPr>
                <w:rStyle w:val="Base"/>
                <w:i w:val="0"/>
              </w:rPr>
            </w:pPr>
          </w:p>
        </w:tc>
        <w:tc>
          <w:tcPr>
            <w:tcW w:w="1079" w:type="dxa"/>
            <w:tcBorders>
              <w:bottom w:val="single" w:sz="36" w:space="0" w:color="F37B20" w:themeColor="accent5"/>
            </w:tcBorders>
          </w:tcPr>
          <w:p w:rsidR="00B24063" w:rsidRPr="0020242F" w:rsidRDefault="00B24063" w:rsidP="00A4629C">
            <w:pPr>
              <w:pStyle w:val="TableTextNormalCENTRE"/>
              <w:rPr>
                <w:rStyle w:val="Base"/>
                <w:i w:val="0"/>
              </w:rPr>
            </w:pPr>
          </w:p>
        </w:tc>
        <w:tc>
          <w:tcPr>
            <w:tcW w:w="1080" w:type="dxa"/>
            <w:tcBorders>
              <w:bottom w:val="single" w:sz="36" w:space="0" w:color="F37B20" w:themeColor="accent5"/>
            </w:tcBorders>
          </w:tcPr>
          <w:p w:rsidR="00B24063" w:rsidRPr="0020242F" w:rsidRDefault="00B24063" w:rsidP="00A4629C">
            <w:pPr>
              <w:pStyle w:val="TableTextNormalCENTRE"/>
              <w:rPr>
                <w:i w:val="0"/>
              </w:rPr>
            </w:pPr>
          </w:p>
        </w:tc>
        <w:tc>
          <w:tcPr>
            <w:tcW w:w="1080" w:type="dxa"/>
            <w:tcBorders>
              <w:bottom w:val="single" w:sz="36" w:space="0" w:color="F37B20" w:themeColor="accent5"/>
            </w:tcBorders>
          </w:tcPr>
          <w:p w:rsidR="00B24063" w:rsidRPr="00A4629C" w:rsidRDefault="00B24063" w:rsidP="00A4629C">
            <w:pPr>
              <w:pStyle w:val="TableTextNormalCENTRE"/>
            </w:pPr>
          </w:p>
        </w:tc>
        <w:tc>
          <w:tcPr>
            <w:tcW w:w="1080" w:type="dxa"/>
            <w:tcBorders>
              <w:bottom w:val="single" w:sz="36" w:space="0" w:color="F37B20" w:themeColor="accent5"/>
            </w:tcBorders>
          </w:tcPr>
          <w:p w:rsidR="00B24063" w:rsidRPr="00A4629C" w:rsidRDefault="00B24063" w:rsidP="00A4629C">
            <w:pPr>
              <w:pStyle w:val="TableTextNormalCENTRE"/>
            </w:pPr>
          </w:p>
        </w:tc>
        <w:tc>
          <w:tcPr>
            <w:tcW w:w="1079" w:type="dxa"/>
            <w:tcBorders>
              <w:bottom w:val="single" w:sz="36" w:space="0" w:color="F37B20" w:themeColor="accent5"/>
            </w:tcBorders>
          </w:tcPr>
          <w:p w:rsidR="00B24063" w:rsidRPr="00A4629C" w:rsidRDefault="00B24063" w:rsidP="00A4629C">
            <w:pPr>
              <w:pStyle w:val="TableTextNormalCENTRE"/>
            </w:pPr>
          </w:p>
        </w:tc>
        <w:tc>
          <w:tcPr>
            <w:tcW w:w="1080" w:type="dxa"/>
            <w:tcBorders>
              <w:bottom w:val="single" w:sz="36" w:space="0" w:color="F37B20" w:themeColor="accent5"/>
            </w:tcBorders>
          </w:tcPr>
          <w:p w:rsidR="00B24063" w:rsidRPr="00A4629C" w:rsidRDefault="00B24063" w:rsidP="00A4629C">
            <w:pPr>
              <w:pStyle w:val="TableTextNormalCENTRE"/>
            </w:pPr>
          </w:p>
        </w:tc>
        <w:tc>
          <w:tcPr>
            <w:tcW w:w="1080" w:type="dxa"/>
            <w:tcBorders>
              <w:bottom w:val="single" w:sz="36" w:space="0" w:color="F37B20" w:themeColor="accent5"/>
            </w:tcBorders>
          </w:tcPr>
          <w:p w:rsidR="00B24063" w:rsidRPr="00A4629C" w:rsidRDefault="00B24063" w:rsidP="00A4629C">
            <w:pPr>
              <w:pStyle w:val="TableTextNormalCENTRE"/>
            </w:pPr>
          </w:p>
        </w:tc>
        <w:tc>
          <w:tcPr>
            <w:tcW w:w="1080" w:type="dxa"/>
            <w:tcBorders>
              <w:bottom w:val="single" w:sz="36" w:space="0" w:color="F37B20" w:themeColor="accent5"/>
            </w:tcBorders>
          </w:tcPr>
          <w:p w:rsidR="00B24063" w:rsidRPr="00A4629C" w:rsidRDefault="00B24063" w:rsidP="00A4629C">
            <w:pPr>
              <w:pStyle w:val="TableTextNormalCENTRE"/>
            </w:pPr>
          </w:p>
        </w:tc>
        <w:tc>
          <w:tcPr>
            <w:tcW w:w="1080" w:type="dxa"/>
            <w:tcBorders>
              <w:bottom w:val="single" w:sz="36" w:space="0" w:color="F37B20" w:themeColor="accent5"/>
            </w:tcBorders>
          </w:tcPr>
          <w:p w:rsidR="00B24063" w:rsidRPr="00A4629C" w:rsidRDefault="00B24063" w:rsidP="00A4629C">
            <w:pPr>
              <w:pStyle w:val="TableTextNormalCENTRE"/>
            </w:pPr>
          </w:p>
        </w:tc>
      </w:tr>
      <w:tr w:rsidR="00B24063" w:rsidRPr="00DB65F6" w:rsidTr="0020242F">
        <w:tc>
          <w:tcPr>
            <w:tcW w:w="3227" w:type="dxa"/>
            <w:tcBorders>
              <w:top w:val="single" w:sz="36" w:space="0" w:color="F37B20" w:themeColor="accent5"/>
              <w:bottom w:val="single" w:sz="36" w:space="0" w:color="F37B20" w:themeColor="accent5"/>
            </w:tcBorders>
          </w:tcPr>
          <w:p w:rsidR="00B24063" w:rsidRPr="0020242F" w:rsidRDefault="00B24063" w:rsidP="00A4629C">
            <w:pPr>
              <w:pStyle w:val="TableTextNormal"/>
              <w:rPr>
                <w:rStyle w:val="Base"/>
                <w:i w:val="0"/>
              </w:rPr>
            </w:pPr>
            <w:r w:rsidRPr="0020242F">
              <w:rPr>
                <w:rStyle w:val="Base"/>
                <w:i w:val="0"/>
              </w:rPr>
              <w:t>TOTAL</w:t>
            </w:r>
          </w:p>
          <w:p w:rsidR="00B90EC4" w:rsidRPr="0020242F" w:rsidRDefault="00B90EC4" w:rsidP="00A4629C">
            <w:pPr>
              <w:pStyle w:val="TableTextNormal"/>
              <w:rPr>
                <w:rStyle w:val="Base"/>
                <w:i w:val="0"/>
              </w:rPr>
            </w:pPr>
          </w:p>
        </w:tc>
        <w:tc>
          <w:tcPr>
            <w:tcW w:w="1079" w:type="dxa"/>
            <w:tcBorders>
              <w:top w:val="single" w:sz="36" w:space="0" w:color="F37B20" w:themeColor="accent5"/>
              <w:bottom w:val="single" w:sz="36" w:space="0" w:color="F37B20" w:themeColor="accent5"/>
            </w:tcBorders>
          </w:tcPr>
          <w:p w:rsidR="00B24063" w:rsidRPr="0020242F" w:rsidRDefault="00B24063" w:rsidP="00A4629C">
            <w:pPr>
              <w:pStyle w:val="TableTextNormalCENTRE"/>
              <w:rPr>
                <w:rStyle w:val="Base"/>
                <w:i w:val="0"/>
              </w:rPr>
            </w:pPr>
            <w:r w:rsidRPr="0020242F">
              <w:rPr>
                <w:rStyle w:val="Base"/>
                <w:i w:val="0"/>
              </w:rPr>
              <w:t>10</w:t>
            </w:r>
          </w:p>
        </w:tc>
        <w:tc>
          <w:tcPr>
            <w:tcW w:w="1080" w:type="dxa"/>
            <w:tcBorders>
              <w:top w:val="single" w:sz="36" w:space="0" w:color="F37B20" w:themeColor="accent5"/>
              <w:bottom w:val="single" w:sz="36" w:space="0" w:color="F37B20" w:themeColor="accent5"/>
            </w:tcBorders>
          </w:tcPr>
          <w:p w:rsidR="00B24063" w:rsidRPr="0020242F" w:rsidRDefault="00B24063" w:rsidP="00A4629C">
            <w:pPr>
              <w:pStyle w:val="TableTextNormalCENTRE"/>
              <w:rPr>
                <w:rStyle w:val="Base"/>
                <w:i w:val="0"/>
                <w:color w:val="auto"/>
              </w:rPr>
            </w:pPr>
          </w:p>
        </w:tc>
        <w:tc>
          <w:tcPr>
            <w:tcW w:w="1080" w:type="dxa"/>
            <w:tcBorders>
              <w:top w:val="single" w:sz="36" w:space="0" w:color="F37B20" w:themeColor="accent5"/>
              <w:bottom w:val="single" w:sz="36" w:space="0" w:color="F37B20" w:themeColor="accent5"/>
            </w:tcBorders>
          </w:tcPr>
          <w:p w:rsidR="00B24063" w:rsidRPr="00A4629C" w:rsidRDefault="00B24063" w:rsidP="00A4629C">
            <w:pPr>
              <w:pStyle w:val="TableTextNormalCENTRE"/>
              <w:rPr>
                <w:rStyle w:val="Base"/>
                <w:color w:val="auto"/>
              </w:rPr>
            </w:pPr>
          </w:p>
        </w:tc>
        <w:tc>
          <w:tcPr>
            <w:tcW w:w="1080" w:type="dxa"/>
            <w:tcBorders>
              <w:top w:val="single" w:sz="36" w:space="0" w:color="F37B20" w:themeColor="accent5"/>
              <w:bottom w:val="single" w:sz="36" w:space="0" w:color="F37B20" w:themeColor="accent5"/>
            </w:tcBorders>
          </w:tcPr>
          <w:p w:rsidR="00B24063" w:rsidRPr="00A4629C" w:rsidRDefault="00B24063" w:rsidP="00A4629C">
            <w:pPr>
              <w:pStyle w:val="TableTextNormalCENTRE"/>
              <w:rPr>
                <w:rStyle w:val="Base"/>
                <w:color w:val="auto"/>
              </w:rPr>
            </w:pPr>
          </w:p>
        </w:tc>
        <w:tc>
          <w:tcPr>
            <w:tcW w:w="1079" w:type="dxa"/>
            <w:tcBorders>
              <w:top w:val="single" w:sz="36" w:space="0" w:color="F37B20" w:themeColor="accent5"/>
              <w:bottom w:val="single" w:sz="36" w:space="0" w:color="F37B20" w:themeColor="accent5"/>
            </w:tcBorders>
          </w:tcPr>
          <w:p w:rsidR="00B24063" w:rsidRPr="00A4629C" w:rsidRDefault="00B24063" w:rsidP="00A4629C">
            <w:pPr>
              <w:pStyle w:val="TableTextNormalCENTRE"/>
              <w:rPr>
                <w:rStyle w:val="Base"/>
                <w:color w:val="auto"/>
              </w:rPr>
            </w:pPr>
          </w:p>
        </w:tc>
        <w:tc>
          <w:tcPr>
            <w:tcW w:w="1080" w:type="dxa"/>
            <w:tcBorders>
              <w:top w:val="single" w:sz="36" w:space="0" w:color="F37B20" w:themeColor="accent5"/>
              <w:bottom w:val="single" w:sz="36" w:space="0" w:color="F37B20" w:themeColor="accent5"/>
            </w:tcBorders>
          </w:tcPr>
          <w:p w:rsidR="00B24063" w:rsidRPr="00A4629C" w:rsidRDefault="00B24063" w:rsidP="00A4629C">
            <w:pPr>
              <w:pStyle w:val="TableTextNormalCENTRE"/>
              <w:rPr>
                <w:rStyle w:val="Base"/>
                <w:color w:val="auto"/>
              </w:rPr>
            </w:pPr>
          </w:p>
        </w:tc>
        <w:tc>
          <w:tcPr>
            <w:tcW w:w="1080" w:type="dxa"/>
            <w:tcBorders>
              <w:top w:val="single" w:sz="36" w:space="0" w:color="F37B20" w:themeColor="accent5"/>
              <w:bottom w:val="single" w:sz="36" w:space="0" w:color="F37B20" w:themeColor="accent5"/>
            </w:tcBorders>
          </w:tcPr>
          <w:p w:rsidR="00B24063" w:rsidRPr="00A4629C" w:rsidRDefault="00B24063" w:rsidP="00A4629C">
            <w:pPr>
              <w:pStyle w:val="TableTextNormalCENTRE"/>
              <w:rPr>
                <w:rStyle w:val="Base"/>
                <w:color w:val="auto"/>
              </w:rPr>
            </w:pPr>
          </w:p>
        </w:tc>
        <w:tc>
          <w:tcPr>
            <w:tcW w:w="1080" w:type="dxa"/>
            <w:tcBorders>
              <w:top w:val="single" w:sz="36" w:space="0" w:color="F37B20" w:themeColor="accent5"/>
              <w:bottom w:val="single" w:sz="36" w:space="0" w:color="F37B20" w:themeColor="accent5"/>
            </w:tcBorders>
          </w:tcPr>
          <w:p w:rsidR="00B24063" w:rsidRPr="00A4629C" w:rsidRDefault="00B24063" w:rsidP="00A4629C">
            <w:pPr>
              <w:pStyle w:val="TableTextNormalCENTRE"/>
              <w:rPr>
                <w:rStyle w:val="Base"/>
                <w:color w:val="auto"/>
              </w:rPr>
            </w:pPr>
          </w:p>
        </w:tc>
        <w:tc>
          <w:tcPr>
            <w:tcW w:w="1080" w:type="dxa"/>
            <w:tcBorders>
              <w:top w:val="single" w:sz="36" w:space="0" w:color="F37B20" w:themeColor="accent5"/>
              <w:bottom w:val="single" w:sz="36" w:space="0" w:color="F37B20" w:themeColor="accent5"/>
            </w:tcBorders>
          </w:tcPr>
          <w:p w:rsidR="00B24063" w:rsidRPr="00A4629C" w:rsidRDefault="00B24063" w:rsidP="00A4629C">
            <w:pPr>
              <w:pStyle w:val="TableTextNormalCENTRE"/>
              <w:rPr>
                <w:rStyle w:val="Base"/>
                <w:color w:val="auto"/>
              </w:rPr>
            </w:pPr>
          </w:p>
        </w:tc>
      </w:tr>
    </w:tbl>
    <w:p w:rsidR="00EB494D" w:rsidRDefault="00EB494D" w:rsidP="00EB494D">
      <w:pPr>
        <w:pStyle w:val="PwCNormal"/>
      </w:pPr>
    </w:p>
    <w:p w:rsidR="00DD6AED" w:rsidRPr="0020242F" w:rsidRDefault="00DD6AED" w:rsidP="00DD6AED">
      <w:pPr>
        <w:pStyle w:val="PwCNormal"/>
        <w:rPr>
          <w:i w:val="0"/>
        </w:rPr>
      </w:pPr>
      <w:r w:rsidRPr="0020242F">
        <w:rPr>
          <w:i w:val="0"/>
        </w:rPr>
        <w:t>How attractive are your different customer groups, compared with each other?</w:t>
      </w:r>
    </w:p>
    <w:p w:rsidR="00D40CEA" w:rsidRDefault="00DD6AED" w:rsidP="00A552D1">
      <w:pPr>
        <w:pStyle w:val="Sources"/>
      </w:pPr>
      <w:r>
        <w:t>(Note: the weighting of each attribute can be adjusted to better reflect the importance of each attribute to your business. You can also add an extra attribute, but more than five attributes tends to dilute the analysis and the outcome is generally less valuable)</w:t>
      </w:r>
    </w:p>
    <w:p w:rsidR="00EB494D" w:rsidRDefault="00EB494D" w:rsidP="00D40CEA">
      <w:pPr>
        <w:pStyle w:val="Heading6"/>
        <w:sectPr w:rsidR="00EB494D" w:rsidSect="00FF1D91">
          <w:pgSz w:w="16840" w:h="11907" w:orient="landscape" w:code="9"/>
          <w:pgMar w:top="1134" w:right="567" w:bottom="993" w:left="3317" w:header="567" w:footer="567" w:gutter="227"/>
          <w:pgBorders w:offsetFrom="page">
            <w:top w:val="single" w:sz="6" w:space="24" w:color="464D53" w:themeColor="text2"/>
            <w:left w:val="single" w:sz="6" w:space="24" w:color="464D53" w:themeColor="text2"/>
          </w:pgBorders>
          <w:cols w:space="425"/>
          <w:titlePg/>
          <w:docGrid w:linePitch="360"/>
        </w:sectPr>
      </w:pPr>
    </w:p>
    <w:p w:rsidR="00D40CEA" w:rsidRPr="007E2222" w:rsidRDefault="0020242F" w:rsidP="00D40CEA">
      <w:pPr>
        <w:pStyle w:val="Heading6"/>
        <w:rPr>
          <w:i w:val="0"/>
          <w:sz w:val="28"/>
          <w:szCs w:val="28"/>
        </w:rPr>
      </w:pPr>
      <w:bookmarkStart w:id="8" w:name="_Toc277325437"/>
      <w:r w:rsidRPr="007E2222">
        <w:rPr>
          <w:i w:val="0"/>
          <w:sz w:val="28"/>
          <w:szCs w:val="28"/>
        </w:rPr>
        <w:lastRenderedPageBreak/>
        <w:t xml:space="preserve">2.6    </w:t>
      </w:r>
      <w:r w:rsidR="00D40CEA" w:rsidRPr="007E2222">
        <w:rPr>
          <w:i w:val="0"/>
          <w:sz w:val="28"/>
          <w:szCs w:val="28"/>
        </w:rPr>
        <w:t>Competitor analysis/Competitive strategy</w:t>
      </w:r>
      <w:bookmarkEnd w:id="8"/>
    </w:p>
    <w:p w:rsidR="00DB6A66" w:rsidRPr="0020242F" w:rsidRDefault="00DB6A66" w:rsidP="00DB6A66">
      <w:pPr>
        <w:pStyle w:val="PwCNormal"/>
        <w:numPr>
          <w:ilvl w:val="0"/>
          <w:numId w:val="0"/>
        </w:numPr>
        <w:rPr>
          <w:i w:val="0"/>
        </w:rPr>
      </w:pPr>
      <w:r w:rsidRPr="0020242F">
        <w:rPr>
          <w:i w:val="0"/>
        </w:rPr>
        <w:t>This analysis develops strategies to assist your organisation to compete. Complete the boxes by working across the page (</w:t>
      </w:r>
      <w:r w:rsidR="00F41BD4" w:rsidRPr="0020242F">
        <w:rPr>
          <w:i w:val="0"/>
        </w:rPr>
        <w:t>e.g.</w:t>
      </w:r>
      <w:r w:rsidRPr="0020242F">
        <w:rPr>
          <w:i w:val="0"/>
        </w:rPr>
        <w:t xml:space="preserve"> consider each competitor separately and entirely).</w:t>
      </w:r>
    </w:p>
    <w:p w:rsidR="00DB6A66" w:rsidRDefault="00DB6A66" w:rsidP="00DB6A66">
      <w:pPr>
        <w:pStyle w:val="PwCNormal"/>
        <w:numPr>
          <w:ilvl w:val="0"/>
          <w:numId w:val="0"/>
        </w:numPr>
      </w:pPr>
    </w:p>
    <w:tbl>
      <w:tblPr>
        <w:tblStyle w:val="Tables-APBase"/>
        <w:tblW w:w="0" w:type="auto"/>
        <w:tblLook w:val="04A0"/>
      </w:tblPr>
      <w:tblGrid>
        <w:gridCol w:w="2157"/>
        <w:gridCol w:w="2158"/>
        <w:gridCol w:w="2157"/>
        <w:gridCol w:w="2158"/>
        <w:gridCol w:w="2157"/>
        <w:gridCol w:w="2158"/>
      </w:tblGrid>
      <w:tr w:rsidR="0020242F" w:rsidRPr="0020242F" w:rsidTr="0020242F">
        <w:trPr>
          <w:cnfStyle w:val="100000000000"/>
        </w:trPr>
        <w:tc>
          <w:tcPr>
            <w:cnfStyle w:val="000000000100"/>
            <w:tcW w:w="2157" w:type="dxa"/>
            <w:tcBorders>
              <w:top w:val="single" w:sz="4" w:space="0" w:color="F37B20" w:themeColor="accent5"/>
              <w:left w:val="single" w:sz="4" w:space="0" w:color="F37B20" w:themeColor="accent5"/>
              <w:bottom w:val="single" w:sz="4" w:space="0" w:color="F37B20" w:themeColor="accent5"/>
            </w:tcBorders>
            <w:shd w:val="clear" w:color="auto" w:fill="F37B20" w:themeFill="accent5"/>
          </w:tcPr>
          <w:p w:rsidR="00DB6A66" w:rsidRPr="0020242F" w:rsidRDefault="00905849" w:rsidP="00905849">
            <w:pPr>
              <w:pStyle w:val="TableColumnHeadingNormal"/>
              <w:jc w:val="center"/>
              <w:rPr>
                <w:color w:val="383855" w:themeColor="background2" w:themeShade="BF"/>
              </w:rPr>
            </w:pPr>
            <w:r w:rsidRPr="0020242F">
              <w:rPr>
                <w:color w:val="383855" w:themeColor="background2" w:themeShade="BF"/>
              </w:rPr>
              <w:t>Competitor / product</w:t>
            </w:r>
          </w:p>
        </w:tc>
        <w:tc>
          <w:tcPr>
            <w:tcW w:w="2158" w:type="dxa"/>
            <w:tcBorders>
              <w:top w:val="single" w:sz="4" w:space="0" w:color="F37B20" w:themeColor="accent5"/>
              <w:bottom w:val="single" w:sz="4" w:space="0" w:color="F37B20" w:themeColor="accent5"/>
            </w:tcBorders>
            <w:shd w:val="clear" w:color="auto" w:fill="F37B20" w:themeFill="accent5"/>
          </w:tcPr>
          <w:p w:rsidR="00DB6A66" w:rsidRPr="0020242F" w:rsidRDefault="00905849" w:rsidP="00905849">
            <w:pPr>
              <w:pStyle w:val="TableColumnHeadingNormal"/>
              <w:cnfStyle w:val="100000000000"/>
              <w:rPr>
                <w:color w:val="383855" w:themeColor="background2" w:themeShade="BF"/>
              </w:rPr>
            </w:pPr>
            <w:r w:rsidRPr="0020242F">
              <w:rPr>
                <w:color w:val="383855" w:themeColor="background2" w:themeShade="BF"/>
              </w:rPr>
              <w:t>Their strengths</w:t>
            </w:r>
          </w:p>
        </w:tc>
        <w:tc>
          <w:tcPr>
            <w:tcW w:w="2157" w:type="dxa"/>
            <w:tcBorders>
              <w:top w:val="single" w:sz="4" w:space="0" w:color="F37B20" w:themeColor="accent5"/>
              <w:bottom w:val="single" w:sz="4" w:space="0" w:color="F37B20" w:themeColor="accent5"/>
            </w:tcBorders>
            <w:shd w:val="clear" w:color="auto" w:fill="F37B20" w:themeFill="accent5"/>
          </w:tcPr>
          <w:p w:rsidR="00DB6A66" w:rsidRPr="0020242F" w:rsidRDefault="00905849" w:rsidP="00905849">
            <w:pPr>
              <w:pStyle w:val="TableColumnHeadingNormal"/>
              <w:cnfStyle w:val="100000000000"/>
              <w:rPr>
                <w:color w:val="383855" w:themeColor="background2" w:themeShade="BF"/>
              </w:rPr>
            </w:pPr>
            <w:r w:rsidRPr="0020242F">
              <w:rPr>
                <w:color w:val="383855" w:themeColor="background2" w:themeShade="BF"/>
              </w:rPr>
              <w:t>Their weaknesses</w:t>
            </w:r>
          </w:p>
        </w:tc>
        <w:tc>
          <w:tcPr>
            <w:tcW w:w="2158" w:type="dxa"/>
            <w:tcBorders>
              <w:top w:val="single" w:sz="4" w:space="0" w:color="F37B20" w:themeColor="accent5"/>
              <w:bottom w:val="single" w:sz="4" w:space="0" w:color="F37B20" w:themeColor="accent5"/>
            </w:tcBorders>
            <w:shd w:val="clear" w:color="auto" w:fill="F37B20" w:themeFill="accent5"/>
          </w:tcPr>
          <w:p w:rsidR="00DB6A66" w:rsidRPr="0020242F" w:rsidRDefault="00905849" w:rsidP="00905849">
            <w:pPr>
              <w:pStyle w:val="TableColumnHeadingNormal"/>
              <w:cnfStyle w:val="100000000000"/>
              <w:rPr>
                <w:color w:val="383855" w:themeColor="background2" w:themeShade="BF"/>
              </w:rPr>
            </w:pPr>
            <w:r w:rsidRPr="0020242F">
              <w:rPr>
                <w:color w:val="383855" w:themeColor="background2" w:themeShade="BF"/>
              </w:rPr>
              <w:t>Our relative strengths</w:t>
            </w:r>
          </w:p>
        </w:tc>
        <w:tc>
          <w:tcPr>
            <w:tcW w:w="2157" w:type="dxa"/>
            <w:tcBorders>
              <w:top w:val="single" w:sz="4" w:space="0" w:color="F37B20" w:themeColor="accent5"/>
              <w:bottom w:val="single" w:sz="4" w:space="0" w:color="F37B20" w:themeColor="accent5"/>
            </w:tcBorders>
            <w:shd w:val="clear" w:color="auto" w:fill="F37B20" w:themeFill="accent5"/>
          </w:tcPr>
          <w:p w:rsidR="00DB6A66" w:rsidRPr="0020242F" w:rsidRDefault="00905849" w:rsidP="00905849">
            <w:pPr>
              <w:pStyle w:val="TableColumnHeadingNormal"/>
              <w:cnfStyle w:val="100000000000"/>
              <w:rPr>
                <w:color w:val="383855" w:themeColor="background2" w:themeShade="BF"/>
              </w:rPr>
            </w:pPr>
            <w:r w:rsidRPr="0020242F">
              <w:rPr>
                <w:color w:val="383855" w:themeColor="background2" w:themeShade="BF"/>
              </w:rPr>
              <w:t>Our relative weaknesses</w:t>
            </w:r>
          </w:p>
        </w:tc>
        <w:tc>
          <w:tcPr>
            <w:tcW w:w="2158" w:type="dxa"/>
            <w:tcBorders>
              <w:top w:val="single" w:sz="4" w:space="0" w:color="F37B20" w:themeColor="accent5"/>
              <w:bottom w:val="single" w:sz="4" w:space="0" w:color="F37B20" w:themeColor="accent5"/>
              <w:right w:val="single" w:sz="4" w:space="0" w:color="F37B20" w:themeColor="accent5"/>
            </w:tcBorders>
            <w:shd w:val="clear" w:color="auto" w:fill="F37B20" w:themeFill="accent5"/>
          </w:tcPr>
          <w:p w:rsidR="00DB6A66" w:rsidRPr="0020242F" w:rsidRDefault="00905849" w:rsidP="00905849">
            <w:pPr>
              <w:pStyle w:val="TableColumnHeadingNormal"/>
              <w:cnfStyle w:val="100000000000"/>
              <w:rPr>
                <w:color w:val="383855" w:themeColor="background2" w:themeShade="BF"/>
              </w:rPr>
            </w:pPr>
            <w:r w:rsidRPr="0020242F">
              <w:rPr>
                <w:color w:val="383855" w:themeColor="background2" w:themeShade="BF"/>
              </w:rPr>
              <w:t>Strategy to compete</w:t>
            </w:r>
          </w:p>
        </w:tc>
      </w:tr>
      <w:tr w:rsidR="0020242F" w:rsidRPr="0020242F" w:rsidTr="0020242F">
        <w:tc>
          <w:tcPr>
            <w:tcW w:w="2157" w:type="dxa"/>
            <w:tcBorders>
              <w:top w:val="single" w:sz="4" w:space="0" w:color="F37B20" w:themeColor="accent5"/>
            </w:tcBorders>
          </w:tcPr>
          <w:p w:rsidR="00DB6A66" w:rsidRPr="0020242F" w:rsidRDefault="00DB6A66" w:rsidP="00A4629C">
            <w:pPr>
              <w:pStyle w:val="TableTextNormal"/>
              <w:rPr>
                <w:rStyle w:val="Base"/>
                <w:color w:val="F37B20" w:themeColor="accent5"/>
              </w:rPr>
            </w:pPr>
          </w:p>
          <w:p w:rsidR="00B90EC4" w:rsidRPr="0020242F" w:rsidRDefault="00B90EC4" w:rsidP="00A4629C">
            <w:pPr>
              <w:pStyle w:val="TableTextNormal"/>
              <w:rPr>
                <w:rStyle w:val="Base"/>
                <w:color w:val="F37B20" w:themeColor="accent5"/>
              </w:rPr>
            </w:pPr>
          </w:p>
          <w:p w:rsidR="00B90EC4" w:rsidRPr="0020242F" w:rsidRDefault="00B90EC4" w:rsidP="00A4629C">
            <w:pPr>
              <w:pStyle w:val="TableTextNormal"/>
              <w:rPr>
                <w:rStyle w:val="Base"/>
                <w:color w:val="F37B20" w:themeColor="accent5"/>
              </w:rPr>
            </w:pPr>
          </w:p>
        </w:tc>
        <w:tc>
          <w:tcPr>
            <w:tcW w:w="2158" w:type="dxa"/>
            <w:tcBorders>
              <w:top w:val="single" w:sz="4" w:space="0" w:color="F37B20" w:themeColor="accent5"/>
            </w:tcBorders>
          </w:tcPr>
          <w:p w:rsidR="00DB6A66" w:rsidRPr="0020242F" w:rsidRDefault="00DB6A66" w:rsidP="00A4629C">
            <w:pPr>
              <w:pStyle w:val="TableTextNormal"/>
              <w:rPr>
                <w:color w:val="F37B20" w:themeColor="accent5"/>
              </w:rPr>
            </w:pPr>
          </w:p>
        </w:tc>
        <w:tc>
          <w:tcPr>
            <w:tcW w:w="2157" w:type="dxa"/>
            <w:tcBorders>
              <w:top w:val="single" w:sz="4" w:space="0" w:color="F37B20" w:themeColor="accent5"/>
            </w:tcBorders>
          </w:tcPr>
          <w:p w:rsidR="00DB6A66" w:rsidRPr="0020242F" w:rsidRDefault="00DB6A66" w:rsidP="00A4629C">
            <w:pPr>
              <w:pStyle w:val="TableTextNormal"/>
              <w:rPr>
                <w:color w:val="F37B20" w:themeColor="accent5"/>
              </w:rPr>
            </w:pPr>
          </w:p>
        </w:tc>
        <w:tc>
          <w:tcPr>
            <w:tcW w:w="2158" w:type="dxa"/>
            <w:tcBorders>
              <w:top w:val="single" w:sz="4" w:space="0" w:color="F37B20" w:themeColor="accent5"/>
            </w:tcBorders>
          </w:tcPr>
          <w:p w:rsidR="00DB6A66" w:rsidRPr="0020242F" w:rsidRDefault="00DB6A66" w:rsidP="00A4629C">
            <w:pPr>
              <w:pStyle w:val="TableTextNormal"/>
              <w:rPr>
                <w:color w:val="F37B20" w:themeColor="accent5"/>
              </w:rPr>
            </w:pPr>
          </w:p>
        </w:tc>
        <w:tc>
          <w:tcPr>
            <w:tcW w:w="2157" w:type="dxa"/>
            <w:tcBorders>
              <w:top w:val="single" w:sz="4" w:space="0" w:color="F37B20" w:themeColor="accent5"/>
            </w:tcBorders>
          </w:tcPr>
          <w:p w:rsidR="00DB6A66" w:rsidRPr="0020242F" w:rsidRDefault="00DB6A66" w:rsidP="00A4629C">
            <w:pPr>
              <w:pStyle w:val="TableTextNormal"/>
              <w:rPr>
                <w:color w:val="F37B20" w:themeColor="accent5"/>
              </w:rPr>
            </w:pPr>
          </w:p>
        </w:tc>
        <w:tc>
          <w:tcPr>
            <w:tcW w:w="2158" w:type="dxa"/>
            <w:tcBorders>
              <w:top w:val="single" w:sz="4" w:space="0" w:color="F37B20" w:themeColor="accent5"/>
            </w:tcBorders>
          </w:tcPr>
          <w:p w:rsidR="00DB6A66" w:rsidRPr="0020242F" w:rsidRDefault="00DB6A66" w:rsidP="00A4629C">
            <w:pPr>
              <w:pStyle w:val="TableTextNormal"/>
              <w:rPr>
                <w:color w:val="F37B20" w:themeColor="accent5"/>
              </w:rPr>
            </w:pPr>
          </w:p>
        </w:tc>
      </w:tr>
      <w:tr w:rsidR="0020242F" w:rsidRPr="0020242F" w:rsidTr="00DB6A66">
        <w:tc>
          <w:tcPr>
            <w:tcW w:w="2157" w:type="dxa"/>
          </w:tcPr>
          <w:p w:rsidR="00DB6A66" w:rsidRPr="0020242F" w:rsidRDefault="00DB6A66" w:rsidP="00A4629C">
            <w:pPr>
              <w:pStyle w:val="TableTextNormal"/>
              <w:rPr>
                <w:rStyle w:val="Base"/>
                <w:color w:val="F37B20" w:themeColor="accent5"/>
              </w:rPr>
            </w:pPr>
          </w:p>
          <w:p w:rsidR="00B90EC4" w:rsidRPr="0020242F" w:rsidRDefault="00B90EC4" w:rsidP="00A4629C">
            <w:pPr>
              <w:pStyle w:val="TableTextNormal"/>
              <w:rPr>
                <w:rStyle w:val="Base"/>
                <w:color w:val="F37B20" w:themeColor="accent5"/>
              </w:rPr>
            </w:pPr>
          </w:p>
          <w:p w:rsidR="00B90EC4" w:rsidRPr="0020242F" w:rsidRDefault="00B90EC4" w:rsidP="00A4629C">
            <w:pPr>
              <w:pStyle w:val="TableTextNormal"/>
              <w:rPr>
                <w:rStyle w:val="Base"/>
                <w:color w:val="F37B20" w:themeColor="accent5"/>
              </w:rPr>
            </w:pPr>
          </w:p>
        </w:tc>
        <w:tc>
          <w:tcPr>
            <w:tcW w:w="2158" w:type="dxa"/>
          </w:tcPr>
          <w:p w:rsidR="00DB6A66" w:rsidRPr="0020242F" w:rsidRDefault="00DB6A66" w:rsidP="00A4629C">
            <w:pPr>
              <w:pStyle w:val="TableTextNormal"/>
              <w:rPr>
                <w:color w:val="F37B20" w:themeColor="accent5"/>
              </w:rPr>
            </w:pPr>
          </w:p>
        </w:tc>
        <w:tc>
          <w:tcPr>
            <w:tcW w:w="2157" w:type="dxa"/>
          </w:tcPr>
          <w:p w:rsidR="00DB6A66" w:rsidRPr="0020242F" w:rsidRDefault="00DB6A66" w:rsidP="00A4629C">
            <w:pPr>
              <w:pStyle w:val="TableTextNormal"/>
              <w:rPr>
                <w:color w:val="F37B20" w:themeColor="accent5"/>
              </w:rPr>
            </w:pPr>
          </w:p>
        </w:tc>
        <w:tc>
          <w:tcPr>
            <w:tcW w:w="2158" w:type="dxa"/>
          </w:tcPr>
          <w:p w:rsidR="00DB6A66" w:rsidRPr="0020242F" w:rsidRDefault="00DB6A66" w:rsidP="00A4629C">
            <w:pPr>
              <w:pStyle w:val="TableTextNormal"/>
              <w:rPr>
                <w:color w:val="F37B20" w:themeColor="accent5"/>
              </w:rPr>
            </w:pPr>
          </w:p>
        </w:tc>
        <w:tc>
          <w:tcPr>
            <w:tcW w:w="2157" w:type="dxa"/>
          </w:tcPr>
          <w:p w:rsidR="00DB6A66" w:rsidRPr="0020242F" w:rsidRDefault="00DB6A66" w:rsidP="00A4629C">
            <w:pPr>
              <w:pStyle w:val="TableTextNormal"/>
              <w:rPr>
                <w:color w:val="F37B20" w:themeColor="accent5"/>
              </w:rPr>
            </w:pPr>
          </w:p>
        </w:tc>
        <w:tc>
          <w:tcPr>
            <w:tcW w:w="2158" w:type="dxa"/>
          </w:tcPr>
          <w:p w:rsidR="00DB6A66" w:rsidRPr="0020242F" w:rsidRDefault="00DB6A66" w:rsidP="00A4629C">
            <w:pPr>
              <w:pStyle w:val="TableTextNormal"/>
              <w:rPr>
                <w:color w:val="F37B20" w:themeColor="accent5"/>
              </w:rPr>
            </w:pPr>
          </w:p>
        </w:tc>
      </w:tr>
      <w:tr w:rsidR="0020242F" w:rsidRPr="0020242F" w:rsidTr="00DB6A66">
        <w:tc>
          <w:tcPr>
            <w:tcW w:w="2157" w:type="dxa"/>
          </w:tcPr>
          <w:p w:rsidR="00DB6A66" w:rsidRPr="0020242F" w:rsidRDefault="00DB6A66" w:rsidP="00A4629C">
            <w:pPr>
              <w:pStyle w:val="TableTextNormal"/>
              <w:rPr>
                <w:rStyle w:val="Base"/>
                <w:color w:val="F37B20" w:themeColor="accent5"/>
              </w:rPr>
            </w:pPr>
          </w:p>
          <w:p w:rsidR="00B90EC4" w:rsidRPr="0020242F" w:rsidRDefault="00B90EC4" w:rsidP="00A4629C">
            <w:pPr>
              <w:pStyle w:val="TableTextNormal"/>
              <w:rPr>
                <w:rStyle w:val="Base"/>
                <w:color w:val="F37B20" w:themeColor="accent5"/>
              </w:rPr>
            </w:pPr>
          </w:p>
          <w:p w:rsidR="00B90EC4" w:rsidRPr="0020242F" w:rsidRDefault="00B90EC4" w:rsidP="00A4629C">
            <w:pPr>
              <w:pStyle w:val="TableTextNormal"/>
              <w:rPr>
                <w:rStyle w:val="Base"/>
                <w:color w:val="F37B20" w:themeColor="accent5"/>
              </w:rPr>
            </w:pPr>
          </w:p>
        </w:tc>
        <w:tc>
          <w:tcPr>
            <w:tcW w:w="2158" w:type="dxa"/>
          </w:tcPr>
          <w:p w:rsidR="00DB6A66" w:rsidRPr="0020242F" w:rsidRDefault="00DB6A66" w:rsidP="00A4629C">
            <w:pPr>
              <w:pStyle w:val="TableTextNormal"/>
              <w:rPr>
                <w:color w:val="F37B20" w:themeColor="accent5"/>
              </w:rPr>
            </w:pPr>
          </w:p>
        </w:tc>
        <w:tc>
          <w:tcPr>
            <w:tcW w:w="2157" w:type="dxa"/>
          </w:tcPr>
          <w:p w:rsidR="00DB6A66" w:rsidRPr="0020242F" w:rsidRDefault="00DB6A66" w:rsidP="00A4629C">
            <w:pPr>
              <w:pStyle w:val="TableTextNormal"/>
              <w:rPr>
                <w:color w:val="F37B20" w:themeColor="accent5"/>
              </w:rPr>
            </w:pPr>
          </w:p>
        </w:tc>
        <w:tc>
          <w:tcPr>
            <w:tcW w:w="2158" w:type="dxa"/>
          </w:tcPr>
          <w:p w:rsidR="00DB6A66" w:rsidRPr="0020242F" w:rsidRDefault="00DB6A66" w:rsidP="00A4629C">
            <w:pPr>
              <w:pStyle w:val="TableTextNormal"/>
              <w:rPr>
                <w:color w:val="F37B20" w:themeColor="accent5"/>
              </w:rPr>
            </w:pPr>
          </w:p>
        </w:tc>
        <w:tc>
          <w:tcPr>
            <w:tcW w:w="2157" w:type="dxa"/>
          </w:tcPr>
          <w:p w:rsidR="00DB6A66" w:rsidRPr="0020242F" w:rsidRDefault="00DB6A66" w:rsidP="00A4629C">
            <w:pPr>
              <w:pStyle w:val="TableTextNormal"/>
              <w:rPr>
                <w:color w:val="F37B20" w:themeColor="accent5"/>
              </w:rPr>
            </w:pPr>
          </w:p>
        </w:tc>
        <w:tc>
          <w:tcPr>
            <w:tcW w:w="2158" w:type="dxa"/>
          </w:tcPr>
          <w:p w:rsidR="00DB6A66" w:rsidRPr="0020242F" w:rsidRDefault="00DB6A66" w:rsidP="00A4629C">
            <w:pPr>
              <w:pStyle w:val="TableTextNormal"/>
              <w:rPr>
                <w:color w:val="F37B20" w:themeColor="accent5"/>
              </w:rPr>
            </w:pPr>
          </w:p>
        </w:tc>
      </w:tr>
      <w:tr w:rsidR="0020242F" w:rsidRPr="0020242F" w:rsidTr="00DB6A66">
        <w:tc>
          <w:tcPr>
            <w:tcW w:w="2157" w:type="dxa"/>
          </w:tcPr>
          <w:p w:rsidR="00DB6A66" w:rsidRPr="0020242F" w:rsidRDefault="00DB6A66" w:rsidP="00A4629C">
            <w:pPr>
              <w:pStyle w:val="TableTextNormal"/>
              <w:rPr>
                <w:rStyle w:val="Base"/>
                <w:color w:val="F37B20" w:themeColor="accent5"/>
              </w:rPr>
            </w:pPr>
          </w:p>
          <w:p w:rsidR="00B90EC4" w:rsidRPr="0020242F" w:rsidRDefault="00B90EC4" w:rsidP="00A4629C">
            <w:pPr>
              <w:pStyle w:val="TableTextNormal"/>
              <w:rPr>
                <w:rStyle w:val="Base"/>
                <w:color w:val="F37B20" w:themeColor="accent5"/>
              </w:rPr>
            </w:pPr>
          </w:p>
          <w:p w:rsidR="00B90EC4" w:rsidRPr="0020242F" w:rsidRDefault="00B90EC4" w:rsidP="00A4629C">
            <w:pPr>
              <w:pStyle w:val="TableTextNormal"/>
              <w:rPr>
                <w:rStyle w:val="Base"/>
                <w:color w:val="F37B20" w:themeColor="accent5"/>
              </w:rPr>
            </w:pPr>
          </w:p>
        </w:tc>
        <w:tc>
          <w:tcPr>
            <w:tcW w:w="2158" w:type="dxa"/>
          </w:tcPr>
          <w:p w:rsidR="00DB6A66" w:rsidRPr="0020242F" w:rsidRDefault="00DB6A66" w:rsidP="00A4629C">
            <w:pPr>
              <w:pStyle w:val="TableTextNormal"/>
              <w:rPr>
                <w:color w:val="F37B20" w:themeColor="accent5"/>
              </w:rPr>
            </w:pPr>
          </w:p>
        </w:tc>
        <w:tc>
          <w:tcPr>
            <w:tcW w:w="2157" w:type="dxa"/>
          </w:tcPr>
          <w:p w:rsidR="00DB6A66" w:rsidRPr="0020242F" w:rsidRDefault="00DB6A66" w:rsidP="00A4629C">
            <w:pPr>
              <w:pStyle w:val="TableTextNormal"/>
              <w:rPr>
                <w:color w:val="F37B20" w:themeColor="accent5"/>
              </w:rPr>
            </w:pPr>
          </w:p>
        </w:tc>
        <w:tc>
          <w:tcPr>
            <w:tcW w:w="2158" w:type="dxa"/>
          </w:tcPr>
          <w:p w:rsidR="00DB6A66" w:rsidRPr="0020242F" w:rsidRDefault="00DB6A66" w:rsidP="00A4629C">
            <w:pPr>
              <w:pStyle w:val="TableTextNormal"/>
              <w:rPr>
                <w:color w:val="F37B20" w:themeColor="accent5"/>
              </w:rPr>
            </w:pPr>
          </w:p>
        </w:tc>
        <w:tc>
          <w:tcPr>
            <w:tcW w:w="2157" w:type="dxa"/>
          </w:tcPr>
          <w:p w:rsidR="00DB6A66" w:rsidRPr="0020242F" w:rsidRDefault="00DB6A66" w:rsidP="00A4629C">
            <w:pPr>
              <w:pStyle w:val="TableTextNormal"/>
              <w:rPr>
                <w:color w:val="F37B20" w:themeColor="accent5"/>
              </w:rPr>
            </w:pPr>
          </w:p>
        </w:tc>
        <w:tc>
          <w:tcPr>
            <w:tcW w:w="2158" w:type="dxa"/>
          </w:tcPr>
          <w:p w:rsidR="00DB6A66" w:rsidRPr="0020242F" w:rsidRDefault="00DB6A66" w:rsidP="00A4629C">
            <w:pPr>
              <w:pStyle w:val="TableTextNormal"/>
              <w:rPr>
                <w:color w:val="F37B20" w:themeColor="accent5"/>
              </w:rPr>
            </w:pPr>
          </w:p>
        </w:tc>
      </w:tr>
    </w:tbl>
    <w:p w:rsidR="00D40CEA" w:rsidRDefault="00D40CEA" w:rsidP="00DB6A66">
      <w:pPr>
        <w:pStyle w:val="PwCNormal"/>
        <w:numPr>
          <w:ilvl w:val="0"/>
          <w:numId w:val="0"/>
        </w:numPr>
      </w:pPr>
    </w:p>
    <w:p w:rsidR="00DB6A66" w:rsidRDefault="00DB6A66" w:rsidP="00DB6A66">
      <w:pPr>
        <w:pStyle w:val="PwCNormal"/>
        <w:numPr>
          <w:ilvl w:val="0"/>
          <w:numId w:val="0"/>
        </w:numPr>
      </w:pPr>
    </w:p>
    <w:p w:rsidR="00DB6A66" w:rsidRDefault="00DB6A66" w:rsidP="00B90EC4">
      <w:pPr>
        <w:pStyle w:val="Heading6"/>
        <w:ind w:left="850"/>
        <w:sectPr w:rsidR="00DB6A66" w:rsidSect="00A31973">
          <w:pgSz w:w="16840" w:h="11907" w:orient="landscape" w:code="9"/>
          <w:pgMar w:top="1134" w:right="567" w:bottom="993" w:left="3317" w:header="567" w:footer="227" w:gutter="227"/>
          <w:pgBorders w:offsetFrom="page">
            <w:top w:val="single" w:sz="6" w:space="24" w:color="464D53" w:themeColor="text2"/>
            <w:left w:val="single" w:sz="6" w:space="24" w:color="464D53" w:themeColor="text2"/>
          </w:pgBorders>
          <w:cols w:space="425"/>
          <w:titlePg/>
          <w:docGrid w:linePitch="360"/>
        </w:sectPr>
      </w:pPr>
    </w:p>
    <w:p w:rsidR="00D40CEA" w:rsidRPr="007E2222" w:rsidRDefault="0045181B" w:rsidP="00D40CEA">
      <w:pPr>
        <w:pStyle w:val="Heading6"/>
        <w:rPr>
          <w:i w:val="0"/>
          <w:sz w:val="28"/>
          <w:szCs w:val="28"/>
        </w:rPr>
      </w:pPr>
      <w:bookmarkStart w:id="9" w:name="_Toc277325438"/>
      <w:r w:rsidRPr="007E2222">
        <w:rPr>
          <w:i w:val="0"/>
          <w:sz w:val="28"/>
          <w:szCs w:val="28"/>
        </w:rPr>
        <w:lastRenderedPageBreak/>
        <w:t xml:space="preserve">2.7     </w:t>
      </w:r>
      <w:r w:rsidR="00D40CEA" w:rsidRPr="007E2222">
        <w:rPr>
          <w:i w:val="0"/>
          <w:sz w:val="28"/>
          <w:szCs w:val="28"/>
        </w:rPr>
        <w:t>Understanding business growth and diversification</w:t>
      </w:r>
      <w:bookmarkEnd w:id="9"/>
    </w:p>
    <w:p w:rsidR="004D0D13" w:rsidRPr="007E2222" w:rsidRDefault="004D0D13" w:rsidP="004D0D13">
      <w:pPr>
        <w:pStyle w:val="Majorheading"/>
        <w:rPr>
          <w:i w:val="0"/>
          <w:color w:val="0D0D0D" w:themeColor="text1" w:themeTint="F2"/>
          <w:sz w:val="22"/>
          <w:szCs w:val="22"/>
        </w:rPr>
      </w:pPr>
      <w:r w:rsidRPr="007E2222">
        <w:rPr>
          <w:i w:val="0"/>
          <w:color w:val="0D0D0D" w:themeColor="text1" w:themeTint="F2"/>
          <w:sz w:val="22"/>
          <w:szCs w:val="22"/>
        </w:rPr>
        <w:t>How does this apply to your business?</w:t>
      </w:r>
    </w:p>
    <w:p w:rsidR="00B800C6" w:rsidRDefault="004D0D13" w:rsidP="00B800C6">
      <w:pPr>
        <w:pStyle w:val="PwCNormal"/>
        <w:numPr>
          <w:ilvl w:val="0"/>
          <w:numId w:val="0"/>
        </w:numPr>
      </w:pPr>
      <w:r>
        <w:t>Note: By changing one variable at a time, and changing both variables over time (</w:t>
      </w:r>
      <w:r w:rsidR="00F41BD4">
        <w:t>e.g.</w:t>
      </w:r>
      <w:r>
        <w:t xml:space="preserve"> moving from Outcome A to Outcome B1, and then to Outcome B2), the net result leads to Outcome C without the risk and stress of a single move from Outcome A to Outcome C.</w:t>
      </w:r>
    </w:p>
    <w:tbl>
      <w:tblPr>
        <w:tblStyle w:val="Tables-APBase"/>
        <w:tblW w:w="5000" w:type="pct"/>
        <w:shd w:val="clear" w:color="auto" w:fill="F37B20" w:themeFill="accent5"/>
        <w:tblLook w:val="04A0"/>
      </w:tblPr>
      <w:tblGrid>
        <w:gridCol w:w="1951"/>
        <w:gridCol w:w="5497"/>
        <w:gridCol w:w="5497"/>
      </w:tblGrid>
      <w:tr w:rsidR="00B800C6" w:rsidRPr="00B800C6" w:rsidTr="0020242F">
        <w:trPr>
          <w:cnfStyle w:val="100000000000"/>
        </w:trPr>
        <w:tc>
          <w:tcPr>
            <w:cnfStyle w:val="000000000100"/>
            <w:tcW w:w="1951" w:type="dxa"/>
            <w:tcBorders>
              <w:bottom w:val="single" w:sz="4" w:space="0" w:color="F37B20" w:themeColor="accent5"/>
            </w:tcBorders>
            <w:shd w:val="clear" w:color="auto" w:fill="F37B20" w:themeFill="accent5"/>
          </w:tcPr>
          <w:p w:rsidR="00B800C6" w:rsidRPr="00B800C6" w:rsidRDefault="00B800C6" w:rsidP="00B800C6">
            <w:pPr>
              <w:pStyle w:val="TableColumnHeadingNormal"/>
            </w:pPr>
            <w:r w:rsidRPr="00B800C6">
              <w:t xml:space="preserve">Basis for </w:t>
            </w:r>
            <w:r w:rsidR="00AC7987" w:rsidRPr="00B800C6">
              <w:t>business growth</w:t>
            </w:r>
          </w:p>
        </w:tc>
        <w:tc>
          <w:tcPr>
            <w:tcW w:w="5497" w:type="dxa"/>
            <w:tcBorders>
              <w:bottom w:val="single" w:sz="6" w:space="0" w:color="464D53" w:themeColor="text2"/>
            </w:tcBorders>
            <w:shd w:val="clear" w:color="auto" w:fill="F37B20" w:themeFill="accent5"/>
          </w:tcPr>
          <w:p w:rsidR="00B800C6" w:rsidRPr="00B800C6" w:rsidRDefault="00B800C6" w:rsidP="00B800C6">
            <w:pPr>
              <w:pStyle w:val="TableColumnHeadingNormal"/>
              <w:cnfStyle w:val="100000000000"/>
            </w:pPr>
            <w:r w:rsidRPr="00B800C6">
              <w:t xml:space="preserve">Existing </w:t>
            </w:r>
            <w:r w:rsidR="00AC7987" w:rsidRPr="00B800C6">
              <w:t>customers</w:t>
            </w:r>
          </w:p>
        </w:tc>
        <w:tc>
          <w:tcPr>
            <w:tcW w:w="5497" w:type="dxa"/>
            <w:tcBorders>
              <w:bottom w:val="single" w:sz="6" w:space="0" w:color="464D53" w:themeColor="text2"/>
            </w:tcBorders>
            <w:shd w:val="clear" w:color="auto" w:fill="F37B20" w:themeFill="accent5"/>
          </w:tcPr>
          <w:p w:rsidR="00B800C6" w:rsidRPr="00B800C6" w:rsidRDefault="00B800C6" w:rsidP="00B800C6">
            <w:pPr>
              <w:pStyle w:val="TableColumnHeadingNormal"/>
              <w:cnfStyle w:val="100000000000"/>
            </w:pPr>
            <w:r w:rsidRPr="00B800C6">
              <w:t xml:space="preserve">New </w:t>
            </w:r>
            <w:r w:rsidR="00AC7987" w:rsidRPr="00B800C6">
              <w:t>customers</w:t>
            </w:r>
          </w:p>
        </w:tc>
      </w:tr>
      <w:tr w:rsidR="00B800C6" w:rsidTr="0020242F">
        <w:tc>
          <w:tcPr>
            <w:tcW w:w="1951" w:type="dxa"/>
            <w:tcBorders>
              <w:top w:val="single" w:sz="4" w:space="0" w:color="F37B20" w:themeColor="accent5"/>
              <w:left w:val="single" w:sz="4" w:space="0" w:color="F37B20" w:themeColor="accent5"/>
              <w:bottom w:val="single" w:sz="4" w:space="0" w:color="F37B20" w:themeColor="accent5"/>
              <w:right w:val="single" w:sz="4" w:space="0" w:color="F37B20" w:themeColor="accent5"/>
            </w:tcBorders>
            <w:shd w:val="clear" w:color="auto" w:fill="FFFFFF" w:themeFill="background1"/>
          </w:tcPr>
          <w:p w:rsidR="00B800C6" w:rsidRPr="00EB494D" w:rsidRDefault="00B800C6" w:rsidP="00A4629C">
            <w:pPr>
              <w:pStyle w:val="TableTextNormal"/>
              <w:rPr>
                <w:rStyle w:val="Base"/>
              </w:rPr>
            </w:pPr>
            <w:r w:rsidRPr="00B800C6">
              <w:rPr>
                <w:rStyle w:val="Base"/>
              </w:rPr>
              <w:t xml:space="preserve">Existing </w:t>
            </w:r>
            <w:r w:rsidR="00AC7987" w:rsidRPr="00B800C6">
              <w:rPr>
                <w:rStyle w:val="Base"/>
              </w:rPr>
              <w:t>products or services</w:t>
            </w:r>
          </w:p>
        </w:tc>
        <w:tc>
          <w:tcPr>
            <w:tcW w:w="5497" w:type="dxa"/>
            <w:tcBorders>
              <w:top w:val="single" w:sz="6" w:space="0" w:color="464D53" w:themeColor="text2"/>
              <w:left w:val="single" w:sz="4" w:space="0" w:color="F37B20" w:themeColor="accent5"/>
              <w:bottom w:val="single" w:sz="6" w:space="0" w:color="464D53" w:themeColor="text2"/>
              <w:right w:val="single" w:sz="6" w:space="0" w:color="464D53" w:themeColor="text2"/>
            </w:tcBorders>
            <w:shd w:val="clear" w:color="auto" w:fill="D8D8E5" w:themeFill="background2" w:themeFillTint="33"/>
          </w:tcPr>
          <w:p w:rsidR="00B800C6" w:rsidRPr="00B800C6" w:rsidRDefault="00B800C6" w:rsidP="00A4629C">
            <w:pPr>
              <w:pStyle w:val="TableTextNormal"/>
              <w:rPr>
                <w:rStyle w:val="Base"/>
              </w:rPr>
            </w:pPr>
            <w:r w:rsidRPr="00B800C6">
              <w:rPr>
                <w:rStyle w:val="Base"/>
              </w:rPr>
              <w:t>Outcome A</w:t>
            </w:r>
          </w:p>
          <w:p w:rsidR="00B800C6" w:rsidRDefault="00B800C6" w:rsidP="0020242F">
            <w:pPr>
              <w:pStyle w:val="TableTextNormal"/>
              <w:shd w:val="clear" w:color="auto" w:fill="D8D8E5" w:themeFill="background2" w:themeFillTint="33"/>
            </w:pPr>
            <w:r>
              <w:t>The easiest, lowest risk business growth often comes from focusing on more of your existing business</w:t>
            </w:r>
          </w:p>
          <w:p w:rsidR="00B90EC4" w:rsidRDefault="00B90EC4" w:rsidP="0020242F">
            <w:pPr>
              <w:pStyle w:val="TableTextNormal"/>
              <w:shd w:val="clear" w:color="auto" w:fill="D8D8E5" w:themeFill="background2" w:themeFillTint="33"/>
            </w:pPr>
          </w:p>
          <w:p w:rsidR="00B90EC4" w:rsidRDefault="00B90EC4" w:rsidP="0020242F">
            <w:pPr>
              <w:pStyle w:val="TableTextNormal"/>
              <w:shd w:val="clear" w:color="auto" w:fill="D8D8E5" w:themeFill="background2" w:themeFillTint="33"/>
            </w:pPr>
          </w:p>
          <w:p w:rsidR="006E391F" w:rsidRDefault="006E391F" w:rsidP="0020242F">
            <w:pPr>
              <w:pStyle w:val="TableTextNormal"/>
              <w:shd w:val="clear" w:color="auto" w:fill="D8D8E5" w:themeFill="background2" w:themeFillTint="33"/>
            </w:pPr>
          </w:p>
          <w:p w:rsidR="00B90EC4" w:rsidRDefault="00B90EC4" w:rsidP="0020242F">
            <w:pPr>
              <w:pStyle w:val="TableTextNormal"/>
              <w:shd w:val="clear" w:color="auto" w:fill="D8D8E5" w:themeFill="background2" w:themeFillTint="33"/>
            </w:pPr>
          </w:p>
          <w:p w:rsidR="006E391F" w:rsidRDefault="006E391F" w:rsidP="0020242F">
            <w:pPr>
              <w:pStyle w:val="TableTextNormal"/>
              <w:shd w:val="clear" w:color="auto" w:fill="D8D8E5" w:themeFill="background2" w:themeFillTint="33"/>
            </w:pPr>
          </w:p>
          <w:p w:rsidR="00B90EC4" w:rsidRDefault="00B90EC4" w:rsidP="00A4629C">
            <w:pPr>
              <w:pStyle w:val="TableTextNormal"/>
            </w:pPr>
          </w:p>
        </w:tc>
        <w:tc>
          <w:tcPr>
            <w:tcW w:w="5497" w:type="dxa"/>
            <w:tcBorders>
              <w:top w:val="single" w:sz="6" w:space="0" w:color="464D53" w:themeColor="text2"/>
              <w:left w:val="single" w:sz="6" w:space="0" w:color="464D53" w:themeColor="text2"/>
              <w:bottom w:val="single" w:sz="6" w:space="0" w:color="464D53" w:themeColor="text2"/>
              <w:right w:val="single" w:sz="6" w:space="0" w:color="464D53" w:themeColor="text2"/>
            </w:tcBorders>
            <w:shd w:val="clear" w:color="auto" w:fill="FBD9C0" w:themeFill="accent6" w:themeFillTint="33"/>
          </w:tcPr>
          <w:p w:rsidR="00B800C6" w:rsidRPr="00B800C6" w:rsidRDefault="00B800C6" w:rsidP="00A4629C">
            <w:pPr>
              <w:pStyle w:val="TableTextNormal"/>
              <w:rPr>
                <w:rStyle w:val="Base"/>
              </w:rPr>
            </w:pPr>
            <w:r w:rsidRPr="00B800C6">
              <w:rPr>
                <w:rStyle w:val="Base"/>
              </w:rPr>
              <w:t>Outcome B2</w:t>
            </w:r>
          </w:p>
          <w:p w:rsidR="00B800C6" w:rsidRDefault="00B800C6" w:rsidP="00A4629C">
            <w:pPr>
              <w:pStyle w:val="TableTextNormal"/>
            </w:pPr>
            <w:r>
              <w:t>A medium risk strategy because only one variable, the customer, is being changed</w:t>
            </w:r>
          </w:p>
        </w:tc>
      </w:tr>
      <w:tr w:rsidR="00B800C6" w:rsidTr="0020242F">
        <w:tc>
          <w:tcPr>
            <w:tcW w:w="1951" w:type="dxa"/>
            <w:tcBorders>
              <w:top w:val="single" w:sz="4" w:space="0" w:color="F37B20" w:themeColor="accent5"/>
              <w:left w:val="single" w:sz="4" w:space="0" w:color="F37B20" w:themeColor="accent5"/>
              <w:bottom w:val="single" w:sz="4" w:space="0" w:color="F37B20" w:themeColor="accent5"/>
              <w:right w:val="single" w:sz="4" w:space="0" w:color="F37B20" w:themeColor="accent5"/>
            </w:tcBorders>
            <w:shd w:val="clear" w:color="auto" w:fill="FFFFFF" w:themeFill="background1"/>
          </w:tcPr>
          <w:p w:rsidR="00B800C6" w:rsidRPr="00EB494D" w:rsidRDefault="00B800C6" w:rsidP="00AC7987">
            <w:pPr>
              <w:pStyle w:val="TableTextNormal"/>
              <w:rPr>
                <w:rStyle w:val="Base"/>
              </w:rPr>
            </w:pPr>
            <w:r w:rsidRPr="00B800C6">
              <w:rPr>
                <w:rStyle w:val="Base"/>
              </w:rPr>
              <w:t xml:space="preserve">New </w:t>
            </w:r>
            <w:r w:rsidR="00AC7987" w:rsidRPr="00B800C6">
              <w:rPr>
                <w:rStyle w:val="Base"/>
              </w:rPr>
              <w:t>products or</w:t>
            </w:r>
            <w:r w:rsidR="00AC7987">
              <w:rPr>
                <w:rStyle w:val="Base"/>
              </w:rPr>
              <w:t> </w:t>
            </w:r>
            <w:r w:rsidR="00AC7987" w:rsidRPr="00B800C6">
              <w:rPr>
                <w:rStyle w:val="Base"/>
              </w:rPr>
              <w:t>services</w:t>
            </w:r>
          </w:p>
        </w:tc>
        <w:tc>
          <w:tcPr>
            <w:tcW w:w="5497" w:type="dxa"/>
            <w:tcBorders>
              <w:top w:val="single" w:sz="6" w:space="0" w:color="464D53" w:themeColor="text2"/>
              <w:left w:val="single" w:sz="4" w:space="0" w:color="F37B20" w:themeColor="accent5"/>
              <w:right w:val="single" w:sz="6" w:space="0" w:color="464D53" w:themeColor="text2"/>
            </w:tcBorders>
            <w:shd w:val="clear" w:color="auto" w:fill="383855" w:themeFill="background2" w:themeFillShade="BF"/>
          </w:tcPr>
          <w:p w:rsidR="00B800C6" w:rsidRPr="0020242F" w:rsidRDefault="00B800C6" w:rsidP="0020242F">
            <w:pPr>
              <w:pStyle w:val="TableTextNormal"/>
              <w:shd w:val="clear" w:color="auto" w:fill="383855" w:themeFill="background2" w:themeFillShade="BF"/>
              <w:rPr>
                <w:rStyle w:val="Base"/>
                <w:color w:val="FFFFFF" w:themeColor="background1"/>
              </w:rPr>
            </w:pPr>
            <w:r w:rsidRPr="0020242F">
              <w:rPr>
                <w:rStyle w:val="Base"/>
                <w:color w:val="FFFFFF" w:themeColor="background1"/>
              </w:rPr>
              <w:t>Outcome B1</w:t>
            </w:r>
          </w:p>
          <w:p w:rsidR="00B800C6" w:rsidRDefault="00B800C6" w:rsidP="0020242F">
            <w:pPr>
              <w:pStyle w:val="TableTextNormal"/>
              <w:shd w:val="clear" w:color="auto" w:fill="383855" w:themeFill="background2" w:themeFillShade="BF"/>
            </w:pPr>
            <w:r>
              <w:t>A medium risk strategy because only one variable, the product or service, is being changed</w:t>
            </w:r>
          </w:p>
          <w:p w:rsidR="006E391F" w:rsidRDefault="006E391F" w:rsidP="0020242F">
            <w:pPr>
              <w:pStyle w:val="TableTextNormal"/>
              <w:shd w:val="clear" w:color="auto" w:fill="383855" w:themeFill="background2" w:themeFillShade="BF"/>
            </w:pPr>
          </w:p>
          <w:p w:rsidR="006E391F" w:rsidRDefault="006E391F" w:rsidP="0020242F">
            <w:pPr>
              <w:pStyle w:val="TableTextNormal"/>
              <w:shd w:val="clear" w:color="auto" w:fill="383855" w:themeFill="background2" w:themeFillShade="BF"/>
            </w:pPr>
          </w:p>
          <w:p w:rsidR="006E391F" w:rsidRDefault="006E391F" w:rsidP="0020242F">
            <w:pPr>
              <w:pStyle w:val="TableTextNormal"/>
              <w:shd w:val="clear" w:color="auto" w:fill="383855" w:themeFill="background2" w:themeFillShade="BF"/>
            </w:pPr>
          </w:p>
          <w:p w:rsidR="006E391F" w:rsidRDefault="006E391F" w:rsidP="0020242F">
            <w:pPr>
              <w:pStyle w:val="TableTextNormal"/>
              <w:shd w:val="clear" w:color="auto" w:fill="383855" w:themeFill="background2" w:themeFillShade="BF"/>
            </w:pPr>
          </w:p>
          <w:p w:rsidR="006E391F" w:rsidRDefault="006E391F" w:rsidP="00A4629C">
            <w:pPr>
              <w:pStyle w:val="TableTextNormal"/>
            </w:pPr>
          </w:p>
          <w:p w:rsidR="006E391F" w:rsidRDefault="006E391F" w:rsidP="00A4629C">
            <w:pPr>
              <w:pStyle w:val="TableTextNormal"/>
            </w:pPr>
          </w:p>
        </w:tc>
        <w:tc>
          <w:tcPr>
            <w:tcW w:w="5497" w:type="dxa"/>
            <w:tcBorders>
              <w:top w:val="single" w:sz="6" w:space="0" w:color="464D53" w:themeColor="text2"/>
              <w:left w:val="single" w:sz="6" w:space="0" w:color="464D53" w:themeColor="text2"/>
              <w:right w:val="single" w:sz="6" w:space="0" w:color="464D53" w:themeColor="text2"/>
            </w:tcBorders>
            <w:shd w:val="clear" w:color="auto" w:fill="808080" w:themeFill="background1" w:themeFillShade="80"/>
          </w:tcPr>
          <w:p w:rsidR="00B800C6" w:rsidRPr="0020242F" w:rsidRDefault="00B800C6" w:rsidP="00A4629C">
            <w:pPr>
              <w:pStyle w:val="TableTextNormal"/>
              <w:rPr>
                <w:rStyle w:val="Base"/>
                <w:color w:val="0D0D0D" w:themeColor="text1" w:themeTint="F2"/>
              </w:rPr>
            </w:pPr>
            <w:r w:rsidRPr="0020242F">
              <w:rPr>
                <w:rStyle w:val="Base"/>
                <w:color w:val="0D0D0D" w:themeColor="text1" w:themeTint="F2"/>
              </w:rPr>
              <w:t>Outcome C</w:t>
            </w:r>
          </w:p>
          <w:p w:rsidR="00B800C6" w:rsidRDefault="00B800C6" w:rsidP="00A4629C">
            <w:pPr>
              <w:pStyle w:val="TableTextNormal"/>
            </w:pPr>
            <w:r>
              <w:t>Diversification is the highest risk approach to growth—because two variables are being changed at the one time</w:t>
            </w:r>
          </w:p>
          <w:p w:rsidR="00B90EC4" w:rsidRDefault="00B90EC4" w:rsidP="00A4629C">
            <w:pPr>
              <w:pStyle w:val="TableTextNormal"/>
            </w:pPr>
          </w:p>
          <w:p w:rsidR="00B90EC4" w:rsidRDefault="00B90EC4" w:rsidP="00A4629C">
            <w:pPr>
              <w:pStyle w:val="TableTextNormal"/>
            </w:pPr>
          </w:p>
          <w:p w:rsidR="00B90EC4" w:rsidRDefault="00B90EC4" w:rsidP="00A4629C">
            <w:pPr>
              <w:pStyle w:val="TableTextNormal"/>
            </w:pPr>
          </w:p>
          <w:p w:rsidR="00B90EC4" w:rsidRDefault="00B90EC4" w:rsidP="00A4629C">
            <w:pPr>
              <w:pStyle w:val="TableTextNormal"/>
            </w:pPr>
          </w:p>
        </w:tc>
      </w:tr>
    </w:tbl>
    <w:p w:rsidR="004D0D13" w:rsidRDefault="004D0D13" w:rsidP="004D0D13">
      <w:pPr>
        <w:pStyle w:val="PwCNormal"/>
        <w:numPr>
          <w:ilvl w:val="0"/>
          <w:numId w:val="0"/>
        </w:numPr>
      </w:pPr>
    </w:p>
    <w:p w:rsidR="00FF1D91" w:rsidRPr="00FF1D91" w:rsidRDefault="00FF1D91" w:rsidP="007E2222">
      <w:pPr>
        <w:pStyle w:val="PwCNormal"/>
        <w:numPr>
          <w:ilvl w:val="0"/>
          <w:numId w:val="0"/>
        </w:numPr>
        <w:sectPr w:rsidR="00FF1D91" w:rsidRPr="00FF1D91" w:rsidSect="0020242F">
          <w:pgSz w:w="16840" w:h="11907" w:orient="landscape" w:code="9"/>
          <w:pgMar w:top="1134" w:right="567" w:bottom="993" w:left="3317" w:header="567" w:footer="227" w:gutter="227"/>
          <w:pgBorders w:offsetFrom="page">
            <w:top w:val="single" w:sz="6" w:space="24" w:color="464D53" w:themeColor="text2"/>
            <w:left w:val="single" w:sz="6" w:space="24" w:color="464D53" w:themeColor="text2"/>
          </w:pgBorders>
          <w:cols w:space="425"/>
          <w:titlePg/>
          <w:docGrid w:linePitch="360"/>
        </w:sectPr>
      </w:pPr>
    </w:p>
    <w:p w:rsidR="00D40CEA" w:rsidRPr="007E2222" w:rsidRDefault="007E2222" w:rsidP="00D40CEA">
      <w:pPr>
        <w:pStyle w:val="Heading6"/>
        <w:rPr>
          <w:i w:val="0"/>
          <w:sz w:val="28"/>
          <w:szCs w:val="28"/>
        </w:rPr>
      </w:pPr>
      <w:bookmarkStart w:id="10" w:name="_Toc277325439"/>
      <w:r>
        <w:rPr>
          <w:i w:val="0"/>
          <w:sz w:val="28"/>
          <w:szCs w:val="28"/>
        </w:rPr>
        <w:lastRenderedPageBreak/>
        <w:t xml:space="preserve">2.8 </w:t>
      </w:r>
      <w:r w:rsidR="00D40CEA" w:rsidRPr="007E2222">
        <w:rPr>
          <w:i w:val="0"/>
          <w:sz w:val="28"/>
          <w:szCs w:val="28"/>
        </w:rPr>
        <w:t>Strategic SWOT for strategy development</w:t>
      </w:r>
      <w:bookmarkEnd w:id="10"/>
    </w:p>
    <w:p w:rsidR="00D40CEA" w:rsidRDefault="00D40CEA" w:rsidP="00B800C6">
      <w:pPr>
        <w:pStyle w:val="PwCNormal"/>
        <w:numPr>
          <w:ilvl w:val="0"/>
          <w:numId w:val="0"/>
        </w:numPr>
      </w:pPr>
    </w:p>
    <w:tbl>
      <w:tblPr>
        <w:tblStyle w:val="Newtable2"/>
        <w:tblW w:w="5000" w:type="pct"/>
        <w:tblLook w:val="04A0"/>
      </w:tblPr>
      <w:tblGrid>
        <w:gridCol w:w="4315"/>
        <w:gridCol w:w="4315"/>
        <w:gridCol w:w="4315"/>
      </w:tblGrid>
      <w:tr w:rsidR="00B800C6" w:rsidRPr="00B800C6" w:rsidTr="007E2222">
        <w:tc>
          <w:tcPr>
            <w:tcW w:w="4315" w:type="dxa"/>
            <w:tcBorders>
              <w:bottom w:val="single" w:sz="6" w:space="0" w:color="464D53" w:themeColor="text2"/>
              <w:right w:val="single" w:sz="6" w:space="0" w:color="464D53" w:themeColor="text2"/>
            </w:tcBorders>
            <w:tcMar>
              <w:bottom w:w="227" w:type="dxa"/>
            </w:tcMar>
          </w:tcPr>
          <w:p w:rsidR="00B800C6" w:rsidRPr="00B800C6" w:rsidRDefault="00B800C6" w:rsidP="00BF178C">
            <w:pPr>
              <w:pStyle w:val="TableColumnHeadingNormal"/>
            </w:pPr>
          </w:p>
        </w:tc>
        <w:tc>
          <w:tcPr>
            <w:tcW w:w="4315" w:type="dxa"/>
            <w:tcBorders>
              <w:top w:val="single" w:sz="6" w:space="0" w:color="464D53" w:themeColor="text2"/>
              <w:left w:val="single" w:sz="6" w:space="0" w:color="464D53" w:themeColor="text2"/>
              <w:bottom w:val="single" w:sz="6" w:space="0" w:color="464D53" w:themeColor="text2"/>
              <w:right w:val="single" w:sz="6" w:space="0" w:color="464D53" w:themeColor="text2"/>
            </w:tcBorders>
            <w:shd w:val="clear" w:color="auto" w:fill="F58E42" w:themeFill="accent6" w:themeFillTint="99"/>
            <w:tcMar>
              <w:bottom w:w="227" w:type="dxa"/>
            </w:tcMar>
          </w:tcPr>
          <w:p w:rsidR="00B800C6" w:rsidRDefault="00B800C6" w:rsidP="00BF178C">
            <w:pPr>
              <w:pStyle w:val="TableColumnHeadingNormal"/>
            </w:pPr>
            <w:r w:rsidRPr="00B800C6">
              <w:t>Strengths</w:t>
            </w:r>
          </w:p>
          <w:p w:rsidR="00692FB8" w:rsidRDefault="00692FB8" w:rsidP="002930AC">
            <w:pPr>
              <w:pStyle w:val="TableBullet1Normal"/>
              <w:numPr>
                <w:ilvl w:val="0"/>
                <w:numId w:val="0"/>
              </w:numPr>
              <w:ind w:left="170" w:hanging="170"/>
            </w:pPr>
          </w:p>
          <w:p w:rsidR="002930AC" w:rsidRDefault="002930AC" w:rsidP="002930AC">
            <w:pPr>
              <w:pStyle w:val="TableBullet1Normal"/>
              <w:numPr>
                <w:ilvl w:val="0"/>
                <w:numId w:val="0"/>
              </w:numPr>
              <w:ind w:left="170" w:hanging="170"/>
            </w:pPr>
          </w:p>
          <w:p w:rsidR="002930AC" w:rsidRDefault="002930AC" w:rsidP="002930AC">
            <w:pPr>
              <w:pStyle w:val="TableBullet1Normal"/>
              <w:numPr>
                <w:ilvl w:val="0"/>
                <w:numId w:val="0"/>
              </w:numPr>
              <w:ind w:left="170" w:hanging="170"/>
            </w:pPr>
          </w:p>
          <w:p w:rsidR="002930AC" w:rsidRPr="00B800C6" w:rsidRDefault="002930AC" w:rsidP="002930AC">
            <w:pPr>
              <w:pStyle w:val="TableBullet1Normal"/>
              <w:numPr>
                <w:ilvl w:val="0"/>
                <w:numId w:val="0"/>
              </w:numPr>
              <w:ind w:left="170" w:hanging="170"/>
            </w:pPr>
          </w:p>
        </w:tc>
        <w:tc>
          <w:tcPr>
            <w:tcW w:w="4315" w:type="dxa"/>
            <w:tcBorders>
              <w:top w:val="single" w:sz="6" w:space="0" w:color="464D53" w:themeColor="text2"/>
              <w:left w:val="single" w:sz="6" w:space="0" w:color="464D53" w:themeColor="text2"/>
              <w:bottom w:val="single" w:sz="6" w:space="0" w:color="464D53" w:themeColor="text2"/>
              <w:right w:val="single" w:sz="6" w:space="0" w:color="464D53" w:themeColor="text2"/>
            </w:tcBorders>
            <w:shd w:val="clear" w:color="auto" w:fill="8D969F" w:themeFill="accent1" w:themeFillTint="99"/>
            <w:tcMar>
              <w:bottom w:w="227" w:type="dxa"/>
            </w:tcMar>
          </w:tcPr>
          <w:p w:rsidR="00B800C6" w:rsidRDefault="00B800C6" w:rsidP="00692FB8">
            <w:pPr>
              <w:pStyle w:val="TableColumnHeadingNormal"/>
            </w:pPr>
            <w:r>
              <w:t>Weaknesses</w:t>
            </w:r>
          </w:p>
          <w:p w:rsidR="00692FB8" w:rsidRPr="00B800C6" w:rsidRDefault="00692FB8" w:rsidP="00B90EC4">
            <w:pPr>
              <w:pStyle w:val="TableBullet1Normal"/>
              <w:numPr>
                <w:ilvl w:val="0"/>
                <w:numId w:val="0"/>
              </w:numPr>
              <w:ind w:left="170"/>
            </w:pPr>
          </w:p>
        </w:tc>
      </w:tr>
      <w:tr w:rsidR="00B800C6" w:rsidTr="007E2222">
        <w:tc>
          <w:tcPr>
            <w:tcW w:w="4315" w:type="dxa"/>
            <w:tcBorders>
              <w:top w:val="single" w:sz="6" w:space="0" w:color="464D53" w:themeColor="text2"/>
              <w:left w:val="single" w:sz="6" w:space="0" w:color="464D53" w:themeColor="text2"/>
              <w:bottom w:val="single" w:sz="6" w:space="0" w:color="464D53" w:themeColor="text2"/>
              <w:right w:val="single" w:sz="6" w:space="0" w:color="464D53" w:themeColor="text2"/>
            </w:tcBorders>
            <w:shd w:val="clear" w:color="auto" w:fill="FFFFFF" w:themeFill="background1"/>
            <w:tcMar>
              <w:bottom w:w="227" w:type="dxa"/>
            </w:tcMar>
          </w:tcPr>
          <w:p w:rsidR="00B800C6" w:rsidRPr="007E2222" w:rsidRDefault="00692FB8" w:rsidP="00692FB8">
            <w:pPr>
              <w:pStyle w:val="TableColumnHeadingNormal"/>
              <w:rPr>
                <w:sz w:val="22"/>
                <w:szCs w:val="22"/>
              </w:rPr>
            </w:pPr>
            <w:r w:rsidRPr="007E2222">
              <w:rPr>
                <w:sz w:val="22"/>
                <w:szCs w:val="22"/>
              </w:rPr>
              <w:t>Opportunities</w:t>
            </w:r>
            <w:r w:rsidR="00B800C6" w:rsidRPr="007E2222">
              <w:rPr>
                <w:sz w:val="22"/>
                <w:szCs w:val="22"/>
              </w:rPr>
              <w:t>/Objectives</w:t>
            </w:r>
          </w:p>
          <w:p w:rsidR="00692FB8" w:rsidRPr="00692FB8" w:rsidRDefault="00692FB8" w:rsidP="00B90EC4">
            <w:pPr>
              <w:pStyle w:val="TableBullet1Normal"/>
              <w:numPr>
                <w:ilvl w:val="0"/>
                <w:numId w:val="0"/>
              </w:numPr>
              <w:ind w:left="170"/>
            </w:pPr>
          </w:p>
        </w:tc>
        <w:tc>
          <w:tcPr>
            <w:tcW w:w="4315" w:type="dxa"/>
            <w:tcBorders>
              <w:top w:val="single" w:sz="6" w:space="0" w:color="464D53" w:themeColor="text2"/>
              <w:left w:val="single" w:sz="6" w:space="0" w:color="464D53" w:themeColor="text2"/>
              <w:bottom w:val="single" w:sz="6" w:space="0" w:color="464D53" w:themeColor="text2"/>
              <w:right w:val="single" w:sz="6" w:space="0" w:color="464D53" w:themeColor="text2"/>
            </w:tcBorders>
            <w:tcMar>
              <w:bottom w:w="227" w:type="dxa"/>
            </w:tcMar>
          </w:tcPr>
          <w:p w:rsidR="00B800C6" w:rsidRPr="007E2222" w:rsidRDefault="00B800C6" w:rsidP="00A4629C">
            <w:pPr>
              <w:pStyle w:val="TableTextNormal"/>
              <w:rPr>
                <w:rStyle w:val="Base"/>
                <w:i w:val="0"/>
                <w:sz w:val="22"/>
                <w:szCs w:val="22"/>
              </w:rPr>
            </w:pPr>
            <w:r w:rsidRPr="007E2222">
              <w:rPr>
                <w:rStyle w:val="Base"/>
                <w:i w:val="0"/>
                <w:sz w:val="22"/>
                <w:szCs w:val="22"/>
              </w:rPr>
              <w:t>How do we use our strengths to achieve our opportunities &amp; critical objectives?</w:t>
            </w:r>
          </w:p>
          <w:p w:rsidR="00692FB8" w:rsidRDefault="00692FB8" w:rsidP="00B90EC4">
            <w:pPr>
              <w:pStyle w:val="TableBullet1Normal"/>
              <w:numPr>
                <w:ilvl w:val="0"/>
                <w:numId w:val="0"/>
              </w:numPr>
              <w:ind w:left="170" w:hanging="170"/>
            </w:pPr>
          </w:p>
          <w:p w:rsidR="00B90EC4" w:rsidRDefault="00B90EC4" w:rsidP="00B90EC4">
            <w:pPr>
              <w:pStyle w:val="TableBullet1Normal"/>
              <w:numPr>
                <w:ilvl w:val="0"/>
                <w:numId w:val="0"/>
              </w:numPr>
              <w:ind w:left="170" w:hanging="170"/>
            </w:pPr>
          </w:p>
          <w:p w:rsidR="00B90EC4" w:rsidRDefault="00B90EC4" w:rsidP="00B90EC4">
            <w:pPr>
              <w:pStyle w:val="TableBullet1Normal"/>
              <w:numPr>
                <w:ilvl w:val="0"/>
                <w:numId w:val="0"/>
              </w:numPr>
              <w:ind w:left="170" w:hanging="170"/>
            </w:pPr>
          </w:p>
          <w:p w:rsidR="00B90EC4" w:rsidRDefault="00B90EC4" w:rsidP="00B90EC4">
            <w:pPr>
              <w:pStyle w:val="TableBullet1Normal"/>
              <w:numPr>
                <w:ilvl w:val="0"/>
                <w:numId w:val="0"/>
              </w:numPr>
              <w:ind w:left="170" w:hanging="170"/>
            </w:pPr>
          </w:p>
          <w:p w:rsidR="00B90EC4" w:rsidRDefault="00B90EC4" w:rsidP="00B90EC4">
            <w:pPr>
              <w:pStyle w:val="TableBullet1Normal"/>
              <w:numPr>
                <w:ilvl w:val="0"/>
                <w:numId w:val="0"/>
              </w:numPr>
              <w:ind w:left="170" w:hanging="170"/>
            </w:pPr>
          </w:p>
          <w:p w:rsidR="00B90EC4" w:rsidRDefault="00B90EC4" w:rsidP="00B90EC4">
            <w:pPr>
              <w:pStyle w:val="TableBullet1Normal"/>
              <w:numPr>
                <w:ilvl w:val="0"/>
                <w:numId w:val="0"/>
              </w:numPr>
              <w:ind w:left="170" w:hanging="170"/>
            </w:pPr>
          </w:p>
        </w:tc>
        <w:tc>
          <w:tcPr>
            <w:tcW w:w="4315" w:type="dxa"/>
            <w:tcBorders>
              <w:top w:val="single" w:sz="6" w:space="0" w:color="464D53" w:themeColor="text2"/>
              <w:left w:val="single" w:sz="6" w:space="0" w:color="464D53" w:themeColor="text2"/>
              <w:bottom w:val="single" w:sz="6" w:space="0" w:color="464D53" w:themeColor="text2"/>
              <w:right w:val="single" w:sz="6" w:space="0" w:color="464D53" w:themeColor="text2"/>
            </w:tcBorders>
            <w:tcMar>
              <w:bottom w:w="227" w:type="dxa"/>
            </w:tcMar>
          </w:tcPr>
          <w:p w:rsidR="00B800C6" w:rsidRPr="007E2222" w:rsidRDefault="00B800C6" w:rsidP="00A4629C">
            <w:pPr>
              <w:pStyle w:val="TableTextNormal"/>
              <w:rPr>
                <w:rStyle w:val="Base"/>
                <w:i w:val="0"/>
                <w:sz w:val="22"/>
                <w:szCs w:val="22"/>
              </w:rPr>
            </w:pPr>
            <w:r w:rsidRPr="007E2222">
              <w:rPr>
                <w:rStyle w:val="Base"/>
                <w:i w:val="0"/>
                <w:sz w:val="22"/>
                <w:szCs w:val="22"/>
              </w:rPr>
              <w:t>How can our opportunities be used to reverse</w:t>
            </w:r>
            <w:r w:rsidR="00AC7987" w:rsidRPr="007E2222">
              <w:rPr>
                <w:rStyle w:val="Base"/>
                <w:i w:val="0"/>
                <w:sz w:val="22"/>
                <w:szCs w:val="22"/>
              </w:rPr>
              <w:t> </w:t>
            </w:r>
            <w:r w:rsidRPr="007E2222">
              <w:rPr>
                <w:rStyle w:val="Base"/>
                <w:i w:val="0"/>
                <w:sz w:val="22"/>
                <w:szCs w:val="22"/>
              </w:rPr>
              <w:t>our weaknesses?</w:t>
            </w:r>
          </w:p>
          <w:p w:rsidR="00692FB8" w:rsidRDefault="00692FB8" w:rsidP="006E391F">
            <w:pPr>
              <w:pStyle w:val="TableBullet1Normal"/>
              <w:numPr>
                <w:ilvl w:val="0"/>
                <w:numId w:val="0"/>
              </w:numPr>
              <w:ind w:left="170"/>
            </w:pPr>
          </w:p>
        </w:tc>
      </w:tr>
      <w:tr w:rsidR="00B800C6" w:rsidTr="002930AC">
        <w:tc>
          <w:tcPr>
            <w:tcW w:w="4315" w:type="dxa"/>
            <w:tcBorders>
              <w:top w:val="single" w:sz="6" w:space="0" w:color="464D53" w:themeColor="text2"/>
              <w:left w:val="single" w:sz="6" w:space="0" w:color="464D53" w:themeColor="text2"/>
              <w:bottom w:val="single" w:sz="6" w:space="0" w:color="464D53" w:themeColor="text2"/>
              <w:right w:val="single" w:sz="6" w:space="0" w:color="464D53" w:themeColor="text2"/>
            </w:tcBorders>
            <w:tcMar>
              <w:bottom w:w="227" w:type="dxa"/>
            </w:tcMar>
          </w:tcPr>
          <w:p w:rsidR="00B800C6" w:rsidRPr="007E2222" w:rsidRDefault="00AC7987" w:rsidP="00692FB8">
            <w:pPr>
              <w:pStyle w:val="TableColumnHeadingNormal"/>
              <w:rPr>
                <w:sz w:val="24"/>
                <w:szCs w:val="24"/>
              </w:rPr>
            </w:pPr>
            <w:r w:rsidRPr="007E2222">
              <w:rPr>
                <w:sz w:val="24"/>
                <w:szCs w:val="24"/>
              </w:rPr>
              <w:t>Threats/</w:t>
            </w:r>
            <w:r w:rsidR="00B800C6" w:rsidRPr="007E2222">
              <w:rPr>
                <w:sz w:val="24"/>
                <w:szCs w:val="24"/>
              </w:rPr>
              <w:t>Restraints</w:t>
            </w:r>
          </w:p>
          <w:p w:rsidR="00692FB8" w:rsidRPr="00692FB8" w:rsidRDefault="00692FB8" w:rsidP="00B90EC4">
            <w:pPr>
              <w:pStyle w:val="TableBullet1Normal"/>
              <w:numPr>
                <w:ilvl w:val="0"/>
                <w:numId w:val="0"/>
              </w:numPr>
              <w:ind w:left="170"/>
            </w:pPr>
          </w:p>
        </w:tc>
        <w:tc>
          <w:tcPr>
            <w:tcW w:w="4315" w:type="dxa"/>
            <w:tcBorders>
              <w:top w:val="single" w:sz="6" w:space="0" w:color="464D53" w:themeColor="text2"/>
              <w:left w:val="single" w:sz="6" w:space="0" w:color="464D53" w:themeColor="text2"/>
              <w:bottom w:val="single" w:sz="6" w:space="0" w:color="464D53" w:themeColor="text2"/>
              <w:right w:val="single" w:sz="6" w:space="0" w:color="464D53" w:themeColor="text2"/>
            </w:tcBorders>
            <w:tcMar>
              <w:bottom w:w="227" w:type="dxa"/>
            </w:tcMar>
          </w:tcPr>
          <w:p w:rsidR="00B800C6" w:rsidRPr="007E2222" w:rsidRDefault="00B800C6" w:rsidP="00A4629C">
            <w:pPr>
              <w:pStyle w:val="TableTextNormal"/>
              <w:rPr>
                <w:rStyle w:val="Base"/>
                <w:i w:val="0"/>
                <w:sz w:val="22"/>
                <w:szCs w:val="22"/>
              </w:rPr>
            </w:pPr>
            <w:r w:rsidRPr="007E2222">
              <w:rPr>
                <w:rStyle w:val="Base"/>
                <w:i w:val="0"/>
                <w:sz w:val="22"/>
                <w:szCs w:val="22"/>
              </w:rPr>
              <w:t>How do we use our strengths to overcome our</w:t>
            </w:r>
            <w:r w:rsidR="00AC7987" w:rsidRPr="007E2222">
              <w:rPr>
                <w:rStyle w:val="Base"/>
                <w:i w:val="0"/>
                <w:sz w:val="22"/>
                <w:szCs w:val="22"/>
              </w:rPr>
              <w:t> </w:t>
            </w:r>
            <w:r w:rsidRPr="007E2222">
              <w:rPr>
                <w:rStyle w:val="Base"/>
                <w:i w:val="0"/>
                <w:sz w:val="22"/>
                <w:szCs w:val="22"/>
              </w:rPr>
              <w:t>threats &amp; restraints?</w:t>
            </w:r>
          </w:p>
          <w:p w:rsidR="00692FB8" w:rsidRDefault="00692FB8" w:rsidP="00B90EC4">
            <w:pPr>
              <w:pStyle w:val="TableBullet1Normal"/>
              <w:numPr>
                <w:ilvl w:val="0"/>
                <w:numId w:val="0"/>
              </w:numPr>
              <w:ind w:left="170"/>
            </w:pPr>
          </w:p>
          <w:p w:rsidR="00B90EC4" w:rsidRDefault="00B90EC4" w:rsidP="00B90EC4">
            <w:pPr>
              <w:pStyle w:val="TableBullet1Normal"/>
              <w:numPr>
                <w:ilvl w:val="0"/>
                <w:numId w:val="0"/>
              </w:numPr>
              <w:ind w:left="170"/>
            </w:pPr>
          </w:p>
          <w:p w:rsidR="00B90EC4" w:rsidRDefault="00B90EC4" w:rsidP="00B90EC4">
            <w:pPr>
              <w:pStyle w:val="TableBullet1Normal"/>
              <w:numPr>
                <w:ilvl w:val="0"/>
                <w:numId w:val="0"/>
              </w:numPr>
              <w:ind w:left="170"/>
            </w:pPr>
          </w:p>
          <w:p w:rsidR="00B90EC4" w:rsidRDefault="00B90EC4" w:rsidP="00B90EC4">
            <w:pPr>
              <w:pStyle w:val="TableBullet1Normal"/>
              <w:numPr>
                <w:ilvl w:val="0"/>
                <w:numId w:val="0"/>
              </w:numPr>
              <w:ind w:left="170"/>
            </w:pPr>
          </w:p>
          <w:p w:rsidR="00B90EC4" w:rsidRDefault="00B90EC4" w:rsidP="00B90EC4">
            <w:pPr>
              <w:pStyle w:val="TableBullet1Normal"/>
              <w:numPr>
                <w:ilvl w:val="0"/>
                <w:numId w:val="0"/>
              </w:numPr>
              <w:ind w:left="170"/>
            </w:pPr>
          </w:p>
          <w:p w:rsidR="00B90EC4" w:rsidRDefault="00B90EC4" w:rsidP="00B90EC4">
            <w:pPr>
              <w:pStyle w:val="TableBullet1Normal"/>
              <w:numPr>
                <w:ilvl w:val="0"/>
                <w:numId w:val="0"/>
              </w:numPr>
              <w:ind w:left="170"/>
            </w:pPr>
          </w:p>
        </w:tc>
        <w:tc>
          <w:tcPr>
            <w:tcW w:w="4315" w:type="dxa"/>
            <w:tcBorders>
              <w:top w:val="single" w:sz="6" w:space="0" w:color="464D53" w:themeColor="text2"/>
              <w:left w:val="single" w:sz="6" w:space="0" w:color="464D53" w:themeColor="text2"/>
              <w:bottom w:val="single" w:sz="6" w:space="0" w:color="464D53" w:themeColor="text2"/>
              <w:right w:val="single" w:sz="6" w:space="0" w:color="464D53" w:themeColor="text2"/>
            </w:tcBorders>
            <w:tcMar>
              <w:bottom w:w="227" w:type="dxa"/>
            </w:tcMar>
          </w:tcPr>
          <w:p w:rsidR="00B800C6" w:rsidRPr="007E2222" w:rsidRDefault="00B800C6" w:rsidP="00A4629C">
            <w:pPr>
              <w:pStyle w:val="TableTextNormal"/>
              <w:rPr>
                <w:rStyle w:val="Base"/>
                <w:i w:val="0"/>
                <w:sz w:val="22"/>
                <w:szCs w:val="22"/>
              </w:rPr>
            </w:pPr>
            <w:r w:rsidRPr="007E2222">
              <w:rPr>
                <w:rStyle w:val="Base"/>
                <w:i w:val="0"/>
                <w:sz w:val="22"/>
                <w:szCs w:val="22"/>
              </w:rPr>
              <w:t>How do we manage risk &amp; vulnerability (</w:t>
            </w:r>
            <w:r w:rsidR="00F41BD4" w:rsidRPr="007E2222">
              <w:rPr>
                <w:rStyle w:val="Base"/>
                <w:i w:val="0"/>
                <w:sz w:val="22"/>
                <w:szCs w:val="22"/>
              </w:rPr>
              <w:t>i.e.</w:t>
            </w:r>
            <w:r w:rsidR="00692FB8" w:rsidRPr="007E2222">
              <w:rPr>
                <w:rStyle w:val="Base"/>
                <w:i w:val="0"/>
                <w:sz w:val="22"/>
                <w:szCs w:val="22"/>
              </w:rPr>
              <w:t> </w:t>
            </w:r>
            <w:r w:rsidRPr="007E2222">
              <w:rPr>
                <w:rStyle w:val="Base"/>
                <w:i w:val="0"/>
                <w:sz w:val="22"/>
                <w:szCs w:val="22"/>
              </w:rPr>
              <w:t>where threats align with weaknesses)?</w:t>
            </w:r>
          </w:p>
          <w:p w:rsidR="00692FB8" w:rsidRDefault="00692FB8" w:rsidP="00B90EC4">
            <w:pPr>
              <w:pStyle w:val="TableBullet1Normal"/>
              <w:numPr>
                <w:ilvl w:val="0"/>
                <w:numId w:val="0"/>
              </w:numPr>
              <w:ind w:left="170"/>
            </w:pPr>
          </w:p>
        </w:tc>
      </w:tr>
    </w:tbl>
    <w:p w:rsidR="00B800C6" w:rsidRDefault="00B800C6" w:rsidP="00B800C6">
      <w:pPr>
        <w:pStyle w:val="PwCNormal"/>
        <w:numPr>
          <w:ilvl w:val="0"/>
          <w:numId w:val="0"/>
        </w:numPr>
      </w:pPr>
    </w:p>
    <w:p w:rsidR="00905849" w:rsidRDefault="00905849" w:rsidP="00D40CEA">
      <w:pPr>
        <w:pStyle w:val="Heading6"/>
        <w:sectPr w:rsidR="00905849" w:rsidSect="00FF1D91">
          <w:pgSz w:w="16840" w:h="11907" w:orient="landscape" w:code="9"/>
          <w:pgMar w:top="1134" w:right="567" w:bottom="993" w:left="3317" w:header="567" w:footer="567" w:gutter="227"/>
          <w:pgBorders w:offsetFrom="page">
            <w:top w:val="single" w:sz="6" w:space="24" w:color="464D53" w:themeColor="text2"/>
            <w:left w:val="single" w:sz="6" w:space="24" w:color="464D53" w:themeColor="text2"/>
          </w:pgBorders>
          <w:cols w:space="425"/>
          <w:titlePg/>
          <w:docGrid w:linePitch="360"/>
        </w:sectPr>
      </w:pPr>
    </w:p>
    <w:p w:rsidR="00D40CEA" w:rsidRPr="009210AF" w:rsidRDefault="009210AF" w:rsidP="00D40CEA">
      <w:pPr>
        <w:pStyle w:val="Heading6"/>
        <w:rPr>
          <w:i w:val="0"/>
          <w:sz w:val="28"/>
          <w:szCs w:val="28"/>
        </w:rPr>
      </w:pPr>
      <w:bookmarkStart w:id="11" w:name="_Toc277325440"/>
      <w:r w:rsidRPr="009210AF">
        <w:rPr>
          <w:i w:val="0"/>
          <w:sz w:val="28"/>
          <w:szCs w:val="28"/>
        </w:rPr>
        <w:lastRenderedPageBreak/>
        <w:t xml:space="preserve">2.9   </w:t>
      </w:r>
      <w:r w:rsidR="00D40CEA" w:rsidRPr="009210AF">
        <w:rPr>
          <w:i w:val="0"/>
          <w:sz w:val="28"/>
          <w:szCs w:val="28"/>
        </w:rPr>
        <w:t>Objectives, KPIs and critical things</w:t>
      </w:r>
      <w:bookmarkEnd w:id="11"/>
    </w:p>
    <w:p w:rsidR="004A4B82" w:rsidRPr="009210AF" w:rsidRDefault="004A4B82" w:rsidP="004A4B82">
      <w:pPr>
        <w:pStyle w:val="PwCNormal"/>
        <w:numPr>
          <w:ilvl w:val="0"/>
          <w:numId w:val="0"/>
        </w:numPr>
        <w:rPr>
          <w:i w:val="0"/>
        </w:rPr>
      </w:pPr>
      <w:r w:rsidRPr="009210AF">
        <w:rPr>
          <w:i w:val="0"/>
        </w:rPr>
        <w:t>Consider all the previous discussion.  If you are really successful over the next 3 years, what specific things will you have achieved in 3 years?</w:t>
      </w:r>
    </w:p>
    <w:tbl>
      <w:tblPr>
        <w:tblStyle w:val="Tables-APBase"/>
        <w:tblW w:w="5000" w:type="pct"/>
        <w:tblLook w:val="04A0"/>
      </w:tblPr>
      <w:tblGrid>
        <w:gridCol w:w="675"/>
        <w:gridCol w:w="8222"/>
        <w:gridCol w:w="4048"/>
      </w:tblGrid>
      <w:tr w:rsidR="009210AF" w:rsidRPr="009210AF" w:rsidTr="009210AF">
        <w:trPr>
          <w:cnfStyle w:val="100000000000"/>
        </w:trPr>
        <w:tc>
          <w:tcPr>
            <w:cnfStyle w:val="000000000100"/>
            <w:tcW w:w="8897" w:type="dxa"/>
            <w:gridSpan w:val="2"/>
            <w:tcBorders>
              <w:top w:val="single" w:sz="4" w:space="0" w:color="F37B20" w:themeColor="accent5"/>
              <w:left w:val="single" w:sz="4" w:space="0" w:color="F37B20" w:themeColor="accent5"/>
              <w:bottom w:val="single" w:sz="4" w:space="0" w:color="F37B20" w:themeColor="accent5"/>
            </w:tcBorders>
            <w:shd w:val="clear" w:color="auto" w:fill="F37B20" w:themeFill="accent5"/>
          </w:tcPr>
          <w:p w:rsidR="004A4B82" w:rsidRPr="009210AF" w:rsidRDefault="004A4B82" w:rsidP="00BF178C">
            <w:pPr>
              <w:pStyle w:val="TableColumnHeadingNormal"/>
              <w:rPr>
                <w:color w:val="383855" w:themeColor="background2" w:themeShade="BF"/>
              </w:rPr>
            </w:pPr>
            <w:r w:rsidRPr="009210AF">
              <w:rPr>
                <w:color w:val="383855" w:themeColor="background2" w:themeShade="BF"/>
              </w:rPr>
              <w:t>End point notes</w:t>
            </w:r>
          </w:p>
        </w:tc>
        <w:tc>
          <w:tcPr>
            <w:tcW w:w="4048" w:type="dxa"/>
            <w:tcBorders>
              <w:top w:val="single" w:sz="4" w:space="0" w:color="F37B20" w:themeColor="accent5"/>
              <w:bottom w:val="single" w:sz="4" w:space="0" w:color="F37B20" w:themeColor="accent5"/>
              <w:right w:val="single" w:sz="4" w:space="0" w:color="F37B20" w:themeColor="accent5"/>
            </w:tcBorders>
            <w:shd w:val="clear" w:color="auto" w:fill="F37B20" w:themeFill="accent5"/>
          </w:tcPr>
          <w:p w:rsidR="004A4B82" w:rsidRPr="009210AF" w:rsidRDefault="004A4B82" w:rsidP="00BF178C">
            <w:pPr>
              <w:pStyle w:val="TableColumnHeadingNormal"/>
              <w:cnfStyle w:val="100000000000"/>
              <w:rPr>
                <w:color w:val="383855" w:themeColor="background2" w:themeShade="BF"/>
              </w:rPr>
            </w:pPr>
            <w:r w:rsidRPr="009210AF">
              <w:rPr>
                <w:color w:val="383855" w:themeColor="background2" w:themeShade="BF"/>
              </w:rPr>
              <w:t>How will you know when you have achieved your end-point?</w:t>
            </w:r>
          </w:p>
        </w:tc>
      </w:tr>
      <w:tr w:rsidR="009210AF" w:rsidRPr="009210AF" w:rsidTr="009210AF">
        <w:tc>
          <w:tcPr>
            <w:tcW w:w="675" w:type="dxa"/>
            <w:tcBorders>
              <w:top w:val="single" w:sz="4" w:space="0" w:color="F37B20" w:themeColor="accent5"/>
            </w:tcBorders>
          </w:tcPr>
          <w:p w:rsidR="004A4B82" w:rsidRPr="009210AF" w:rsidRDefault="004A4B82" w:rsidP="00A4629C">
            <w:pPr>
              <w:pStyle w:val="TableTextNormal"/>
              <w:rPr>
                <w:rStyle w:val="Base"/>
                <w:color w:val="F37B20" w:themeColor="accent5"/>
              </w:rPr>
            </w:pPr>
            <w:r w:rsidRPr="009210AF">
              <w:rPr>
                <w:rStyle w:val="Base"/>
                <w:color w:val="F37B20" w:themeColor="accent5"/>
              </w:rPr>
              <w:t>1</w:t>
            </w:r>
          </w:p>
          <w:p w:rsidR="006E391F" w:rsidRPr="009210AF" w:rsidRDefault="006E391F" w:rsidP="00A4629C">
            <w:pPr>
              <w:pStyle w:val="TableTextNormal"/>
              <w:rPr>
                <w:rStyle w:val="Base"/>
                <w:color w:val="F37B20" w:themeColor="accent5"/>
              </w:rPr>
            </w:pPr>
          </w:p>
        </w:tc>
        <w:tc>
          <w:tcPr>
            <w:tcW w:w="8222" w:type="dxa"/>
            <w:tcBorders>
              <w:top w:val="single" w:sz="4" w:space="0" w:color="F37B20" w:themeColor="accent5"/>
            </w:tcBorders>
          </w:tcPr>
          <w:p w:rsidR="004A4B82" w:rsidRPr="009210AF" w:rsidRDefault="004A4B82" w:rsidP="00A4629C">
            <w:pPr>
              <w:pStyle w:val="TableTextNormal"/>
              <w:rPr>
                <w:color w:val="F37B20" w:themeColor="accent5"/>
              </w:rPr>
            </w:pPr>
          </w:p>
        </w:tc>
        <w:tc>
          <w:tcPr>
            <w:tcW w:w="4048" w:type="dxa"/>
            <w:tcBorders>
              <w:top w:val="single" w:sz="4" w:space="0" w:color="F37B20" w:themeColor="accent5"/>
            </w:tcBorders>
          </w:tcPr>
          <w:p w:rsidR="004A4B82" w:rsidRPr="009210AF" w:rsidRDefault="004A4B82" w:rsidP="00A4629C">
            <w:pPr>
              <w:pStyle w:val="TableTextNormal"/>
              <w:rPr>
                <w:color w:val="F37B20" w:themeColor="accent5"/>
              </w:rPr>
            </w:pPr>
          </w:p>
        </w:tc>
      </w:tr>
      <w:tr w:rsidR="009210AF" w:rsidRPr="009210AF" w:rsidTr="009210AF">
        <w:tc>
          <w:tcPr>
            <w:tcW w:w="675" w:type="dxa"/>
          </w:tcPr>
          <w:p w:rsidR="004A4B82" w:rsidRPr="009210AF" w:rsidRDefault="004A4B82" w:rsidP="00A4629C">
            <w:pPr>
              <w:pStyle w:val="TableTextNormal"/>
              <w:rPr>
                <w:rStyle w:val="Base"/>
                <w:color w:val="F37B20" w:themeColor="accent5"/>
              </w:rPr>
            </w:pPr>
            <w:r w:rsidRPr="009210AF">
              <w:rPr>
                <w:rStyle w:val="Base"/>
                <w:color w:val="F37B20" w:themeColor="accent5"/>
              </w:rPr>
              <w:t>2</w:t>
            </w:r>
          </w:p>
          <w:p w:rsidR="006E391F" w:rsidRPr="009210AF" w:rsidRDefault="006E391F" w:rsidP="00A4629C">
            <w:pPr>
              <w:pStyle w:val="TableTextNormal"/>
              <w:rPr>
                <w:rStyle w:val="Base"/>
                <w:color w:val="F37B20" w:themeColor="accent5"/>
              </w:rPr>
            </w:pPr>
          </w:p>
        </w:tc>
        <w:tc>
          <w:tcPr>
            <w:tcW w:w="8222" w:type="dxa"/>
          </w:tcPr>
          <w:p w:rsidR="004A4B82" w:rsidRPr="009210AF" w:rsidRDefault="004A4B82" w:rsidP="00A4629C">
            <w:pPr>
              <w:pStyle w:val="TableTextNormal"/>
              <w:rPr>
                <w:color w:val="F37B20" w:themeColor="accent5"/>
              </w:rPr>
            </w:pPr>
          </w:p>
        </w:tc>
        <w:tc>
          <w:tcPr>
            <w:tcW w:w="4048" w:type="dxa"/>
          </w:tcPr>
          <w:p w:rsidR="004A4B82" w:rsidRPr="009210AF" w:rsidRDefault="004A4B82" w:rsidP="00A4629C">
            <w:pPr>
              <w:pStyle w:val="TableTextNormal"/>
              <w:rPr>
                <w:color w:val="F37B20" w:themeColor="accent5"/>
              </w:rPr>
            </w:pPr>
          </w:p>
        </w:tc>
      </w:tr>
      <w:tr w:rsidR="009210AF" w:rsidRPr="009210AF" w:rsidTr="009210AF">
        <w:tc>
          <w:tcPr>
            <w:tcW w:w="675" w:type="dxa"/>
          </w:tcPr>
          <w:p w:rsidR="004A4B82" w:rsidRPr="009210AF" w:rsidRDefault="004A4B82" w:rsidP="00A4629C">
            <w:pPr>
              <w:pStyle w:val="TableTextNormal"/>
              <w:rPr>
                <w:rStyle w:val="Base"/>
                <w:color w:val="F37B20" w:themeColor="accent5"/>
              </w:rPr>
            </w:pPr>
            <w:r w:rsidRPr="009210AF">
              <w:rPr>
                <w:rStyle w:val="Base"/>
                <w:color w:val="F37B20" w:themeColor="accent5"/>
              </w:rPr>
              <w:t>3</w:t>
            </w:r>
          </w:p>
          <w:p w:rsidR="006E391F" w:rsidRPr="009210AF" w:rsidRDefault="006E391F" w:rsidP="00A4629C">
            <w:pPr>
              <w:pStyle w:val="TableTextNormal"/>
              <w:rPr>
                <w:rStyle w:val="Base"/>
                <w:color w:val="F37B20" w:themeColor="accent5"/>
              </w:rPr>
            </w:pPr>
          </w:p>
        </w:tc>
        <w:tc>
          <w:tcPr>
            <w:tcW w:w="8222" w:type="dxa"/>
          </w:tcPr>
          <w:p w:rsidR="004A4B82" w:rsidRPr="009210AF" w:rsidRDefault="004A4B82" w:rsidP="00A4629C">
            <w:pPr>
              <w:pStyle w:val="TableTextNormal"/>
              <w:rPr>
                <w:color w:val="F37B20" w:themeColor="accent5"/>
              </w:rPr>
            </w:pPr>
          </w:p>
        </w:tc>
        <w:tc>
          <w:tcPr>
            <w:tcW w:w="4048" w:type="dxa"/>
          </w:tcPr>
          <w:p w:rsidR="004A4B82" w:rsidRPr="009210AF" w:rsidRDefault="004A4B82" w:rsidP="00A4629C">
            <w:pPr>
              <w:pStyle w:val="TableTextNormal"/>
              <w:rPr>
                <w:color w:val="F37B20" w:themeColor="accent5"/>
              </w:rPr>
            </w:pPr>
          </w:p>
        </w:tc>
      </w:tr>
      <w:tr w:rsidR="009210AF" w:rsidRPr="009210AF" w:rsidTr="009210AF">
        <w:tc>
          <w:tcPr>
            <w:tcW w:w="675" w:type="dxa"/>
          </w:tcPr>
          <w:p w:rsidR="004A4B82" w:rsidRPr="009210AF" w:rsidRDefault="004A4B82" w:rsidP="00A4629C">
            <w:pPr>
              <w:pStyle w:val="TableTextNormal"/>
              <w:rPr>
                <w:rStyle w:val="Base"/>
                <w:color w:val="F37B20" w:themeColor="accent5"/>
              </w:rPr>
            </w:pPr>
            <w:r w:rsidRPr="009210AF">
              <w:rPr>
                <w:rStyle w:val="Base"/>
                <w:color w:val="F37B20" w:themeColor="accent5"/>
              </w:rPr>
              <w:t>4</w:t>
            </w:r>
          </w:p>
          <w:p w:rsidR="006E391F" w:rsidRPr="009210AF" w:rsidRDefault="006E391F" w:rsidP="00A4629C">
            <w:pPr>
              <w:pStyle w:val="TableTextNormal"/>
              <w:rPr>
                <w:rStyle w:val="Base"/>
                <w:color w:val="F37B20" w:themeColor="accent5"/>
              </w:rPr>
            </w:pPr>
          </w:p>
        </w:tc>
        <w:tc>
          <w:tcPr>
            <w:tcW w:w="8222" w:type="dxa"/>
          </w:tcPr>
          <w:p w:rsidR="004A4B82" w:rsidRPr="009210AF" w:rsidRDefault="004A4B82" w:rsidP="00A4629C">
            <w:pPr>
              <w:pStyle w:val="TableTextNormal"/>
              <w:rPr>
                <w:color w:val="F37B20" w:themeColor="accent5"/>
              </w:rPr>
            </w:pPr>
          </w:p>
        </w:tc>
        <w:tc>
          <w:tcPr>
            <w:tcW w:w="4048" w:type="dxa"/>
          </w:tcPr>
          <w:p w:rsidR="004A4B82" w:rsidRPr="009210AF" w:rsidRDefault="004A4B82" w:rsidP="00A4629C">
            <w:pPr>
              <w:pStyle w:val="TableTextNormal"/>
              <w:rPr>
                <w:color w:val="F37B20" w:themeColor="accent5"/>
              </w:rPr>
            </w:pPr>
          </w:p>
        </w:tc>
      </w:tr>
      <w:tr w:rsidR="009210AF" w:rsidRPr="009210AF" w:rsidTr="009210AF">
        <w:tc>
          <w:tcPr>
            <w:tcW w:w="675" w:type="dxa"/>
          </w:tcPr>
          <w:p w:rsidR="004A4B82" w:rsidRPr="009210AF" w:rsidRDefault="004A4B82" w:rsidP="00A4629C">
            <w:pPr>
              <w:pStyle w:val="TableTextNormal"/>
              <w:rPr>
                <w:rStyle w:val="Base"/>
                <w:color w:val="F37B20" w:themeColor="accent5"/>
              </w:rPr>
            </w:pPr>
            <w:r w:rsidRPr="009210AF">
              <w:rPr>
                <w:rStyle w:val="Base"/>
                <w:color w:val="F37B20" w:themeColor="accent5"/>
              </w:rPr>
              <w:t>5</w:t>
            </w:r>
          </w:p>
          <w:p w:rsidR="006E391F" w:rsidRPr="009210AF" w:rsidRDefault="006E391F" w:rsidP="00A4629C">
            <w:pPr>
              <w:pStyle w:val="TableTextNormal"/>
              <w:rPr>
                <w:rStyle w:val="Base"/>
                <w:color w:val="F37B20" w:themeColor="accent5"/>
              </w:rPr>
            </w:pPr>
          </w:p>
        </w:tc>
        <w:tc>
          <w:tcPr>
            <w:tcW w:w="8222" w:type="dxa"/>
          </w:tcPr>
          <w:p w:rsidR="004A4B82" w:rsidRPr="009210AF" w:rsidRDefault="004A4B82" w:rsidP="00A4629C">
            <w:pPr>
              <w:pStyle w:val="TableTextNormal"/>
              <w:rPr>
                <w:color w:val="F37B20" w:themeColor="accent5"/>
              </w:rPr>
            </w:pPr>
          </w:p>
        </w:tc>
        <w:tc>
          <w:tcPr>
            <w:tcW w:w="4048" w:type="dxa"/>
          </w:tcPr>
          <w:p w:rsidR="004A4B82" w:rsidRPr="009210AF" w:rsidRDefault="004A4B82" w:rsidP="00A4629C">
            <w:pPr>
              <w:pStyle w:val="TableTextNormal"/>
              <w:rPr>
                <w:color w:val="F37B20" w:themeColor="accent5"/>
              </w:rPr>
            </w:pPr>
          </w:p>
        </w:tc>
      </w:tr>
    </w:tbl>
    <w:p w:rsidR="004A4B82" w:rsidRDefault="004A4B82" w:rsidP="004A4B82">
      <w:pPr>
        <w:pStyle w:val="PwCNormal"/>
        <w:numPr>
          <w:ilvl w:val="0"/>
          <w:numId w:val="0"/>
        </w:numPr>
      </w:pPr>
    </w:p>
    <w:tbl>
      <w:tblPr>
        <w:tblStyle w:val="Tables-APBase"/>
        <w:tblW w:w="5000" w:type="pct"/>
        <w:tblLook w:val="04A0"/>
      </w:tblPr>
      <w:tblGrid>
        <w:gridCol w:w="675"/>
        <w:gridCol w:w="12270"/>
      </w:tblGrid>
      <w:tr w:rsidR="009210AF" w:rsidRPr="009210AF" w:rsidTr="009210AF">
        <w:trPr>
          <w:cnfStyle w:val="100000000000"/>
        </w:trPr>
        <w:tc>
          <w:tcPr>
            <w:cnfStyle w:val="000000000100"/>
            <w:tcW w:w="12945" w:type="dxa"/>
            <w:gridSpan w:val="2"/>
            <w:tcBorders>
              <w:top w:val="single" w:sz="4" w:space="0" w:color="F37B20" w:themeColor="accent5"/>
              <w:left w:val="single" w:sz="4" w:space="0" w:color="F37B20" w:themeColor="accent5"/>
              <w:bottom w:val="single" w:sz="4" w:space="0" w:color="F37B20" w:themeColor="accent5"/>
              <w:right w:val="single" w:sz="4" w:space="0" w:color="F37B20" w:themeColor="accent5"/>
            </w:tcBorders>
            <w:shd w:val="clear" w:color="auto" w:fill="F37B20" w:themeFill="accent5"/>
          </w:tcPr>
          <w:p w:rsidR="004A4B82" w:rsidRPr="009210AF" w:rsidRDefault="004A4B82" w:rsidP="00BF178C">
            <w:pPr>
              <w:pStyle w:val="TableColumnHeadingNormal"/>
              <w:rPr>
                <w:color w:val="383855" w:themeColor="background2" w:themeShade="BF"/>
              </w:rPr>
            </w:pPr>
            <w:r w:rsidRPr="009210AF">
              <w:rPr>
                <w:color w:val="383855" w:themeColor="background2" w:themeShade="BF"/>
              </w:rPr>
              <w:t>In order to have any chance of reaching the 3 year objectives, what critical things must you address</w:t>
            </w:r>
            <w:r w:rsidRPr="009210AF">
              <w:rPr>
                <w:color w:val="383855" w:themeColor="background2" w:themeShade="BF"/>
              </w:rPr>
              <w:br/>
              <w:t>in the next 6 – 12 months?</w:t>
            </w:r>
          </w:p>
        </w:tc>
      </w:tr>
      <w:tr w:rsidR="009210AF" w:rsidRPr="009210AF" w:rsidTr="009210AF">
        <w:tc>
          <w:tcPr>
            <w:tcW w:w="675" w:type="dxa"/>
            <w:tcBorders>
              <w:top w:val="single" w:sz="4" w:space="0" w:color="F37B20" w:themeColor="accent5"/>
            </w:tcBorders>
          </w:tcPr>
          <w:p w:rsidR="005F5A49" w:rsidRPr="009210AF" w:rsidRDefault="004A4B82" w:rsidP="00A4629C">
            <w:pPr>
              <w:pStyle w:val="TableTextNormal"/>
              <w:rPr>
                <w:rStyle w:val="Base"/>
                <w:color w:val="F37B20" w:themeColor="accent5"/>
              </w:rPr>
            </w:pPr>
            <w:r w:rsidRPr="009210AF">
              <w:rPr>
                <w:rStyle w:val="Base"/>
                <w:color w:val="F37B20" w:themeColor="accent5"/>
              </w:rPr>
              <w:t>1</w:t>
            </w:r>
          </w:p>
        </w:tc>
        <w:tc>
          <w:tcPr>
            <w:tcW w:w="12270" w:type="dxa"/>
            <w:tcBorders>
              <w:top w:val="single" w:sz="4" w:space="0" w:color="F37B20" w:themeColor="accent5"/>
            </w:tcBorders>
          </w:tcPr>
          <w:p w:rsidR="004A4B82" w:rsidRPr="009210AF" w:rsidRDefault="004A4B82" w:rsidP="00A4629C">
            <w:pPr>
              <w:pStyle w:val="TableTextNormal"/>
              <w:rPr>
                <w:color w:val="F37B20" w:themeColor="accent5"/>
              </w:rPr>
            </w:pPr>
          </w:p>
        </w:tc>
      </w:tr>
      <w:tr w:rsidR="009210AF" w:rsidRPr="009210AF" w:rsidTr="004A4B82">
        <w:tc>
          <w:tcPr>
            <w:tcW w:w="675" w:type="dxa"/>
          </w:tcPr>
          <w:p w:rsidR="005F5A49" w:rsidRPr="009210AF" w:rsidRDefault="004A4B82" w:rsidP="00A4629C">
            <w:pPr>
              <w:pStyle w:val="TableTextNormal"/>
              <w:rPr>
                <w:rStyle w:val="Base"/>
                <w:color w:val="F37B20" w:themeColor="accent5"/>
              </w:rPr>
            </w:pPr>
            <w:r w:rsidRPr="009210AF">
              <w:rPr>
                <w:rStyle w:val="Base"/>
                <w:color w:val="F37B20" w:themeColor="accent5"/>
              </w:rPr>
              <w:t>2</w:t>
            </w:r>
          </w:p>
        </w:tc>
        <w:tc>
          <w:tcPr>
            <w:tcW w:w="12270" w:type="dxa"/>
          </w:tcPr>
          <w:p w:rsidR="004A4B82" w:rsidRPr="009210AF" w:rsidRDefault="004A4B82" w:rsidP="00A4629C">
            <w:pPr>
              <w:pStyle w:val="TableTextNormal"/>
              <w:rPr>
                <w:color w:val="F37B20" w:themeColor="accent5"/>
              </w:rPr>
            </w:pPr>
          </w:p>
        </w:tc>
      </w:tr>
      <w:tr w:rsidR="009210AF" w:rsidRPr="009210AF" w:rsidTr="004A4B82">
        <w:tc>
          <w:tcPr>
            <w:tcW w:w="675" w:type="dxa"/>
          </w:tcPr>
          <w:p w:rsidR="005F5A49" w:rsidRPr="009210AF" w:rsidRDefault="004A4B82" w:rsidP="00A4629C">
            <w:pPr>
              <w:pStyle w:val="TableTextNormal"/>
              <w:rPr>
                <w:rStyle w:val="Base"/>
                <w:color w:val="F37B20" w:themeColor="accent5"/>
              </w:rPr>
            </w:pPr>
            <w:r w:rsidRPr="009210AF">
              <w:rPr>
                <w:rStyle w:val="Base"/>
                <w:color w:val="F37B20" w:themeColor="accent5"/>
              </w:rPr>
              <w:t>3</w:t>
            </w:r>
          </w:p>
        </w:tc>
        <w:tc>
          <w:tcPr>
            <w:tcW w:w="12270" w:type="dxa"/>
          </w:tcPr>
          <w:p w:rsidR="004A4B82" w:rsidRPr="009210AF" w:rsidRDefault="004A4B82" w:rsidP="00A4629C">
            <w:pPr>
              <w:pStyle w:val="TableTextNormal"/>
              <w:rPr>
                <w:color w:val="F37B20" w:themeColor="accent5"/>
              </w:rPr>
            </w:pPr>
          </w:p>
        </w:tc>
      </w:tr>
      <w:tr w:rsidR="009210AF" w:rsidRPr="009210AF" w:rsidTr="004A4B82">
        <w:tc>
          <w:tcPr>
            <w:tcW w:w="675" w:type="dxa"/>
          </w:tcPr>
          <w:p w:rsidR="005F5A49" w:rsidRPr="009210AF" w:rsidRDefault="004A4B82" w:rsidP="00A4629C">
            <w:pPr>
              <w:pStyle w:val="TableTextNormal"/>
              <w:rPr>
                <w:rStyle w:val="Base"/>
                <w:color w:val="F37B20" w:themeColor="accent5"/>
              </w:rPr>
            </w:pPr>
            <w:r w:rsidRPr="009210AF">
              <w:rPr>
                <w:rStyle w:val="Base"/>
                <w:color w:val="F37B20" w:themeColor="accent5"/>
              </w:rPr>
              <w:t>4</w:t>
            </w:r>
          </w:p>
        </w:tc>
        <w:tc>
          <w:tcPr>
            <w:tcW w:w="12270" w:type="dxa"/>
          </w:tcPr>
          <w:p w:rsidR="004A4B82" w:rsidRPr="009210AF" w:rsidRDefault="004A4B82" w:rsidP="00A4629C">
            <w:pPr>
              <w:pStyle w:val="TableTextNormal"/>
              <w:rPr>
                <w:color w:val="F37B20" w:themeColor="accent5"/>
              </w:rPr>
            </w:pPr>
          </w:p>
        </w:tc>
      </w:tr>
      <w:tr w:rsidR="009210AF" w:rsidRPr="009210AF" w:rsidTr="004A4B82">
        <w:tc>
          <w:tcPr>
            <w:tcW w:w="675" w:type="dxa"/>
          </w:tcPr>
          <w:p w:rsidR="004A4B82" w:rsidRPr="009210AF" w:rsidRDefault="004A4B82" w:rsidP="00A4629C">
            <w:pPr>
              <w:pStyle w:val="TableTextNormal"/>
              <w:rPr>
                <w:rStyle w:val="Base"/>
                <w:color w:val="F37B20" w:themeColor="accent5"/>
              </w:rPr>
            </w:pPr>
            <w:r w:rsidRPr="009210AF">
              <w:rPr>
                <w:rStyle w:val="Base"/>
                <w:color w:val="F37B20" w:themeColor="accent5"/>
              </w:rPr>
              <w:t>5</w:t>
            </w:r>
          </w:p>
        </w:tc>
        <w:tc>
          <w:tcPr>
            <w:tcW w:w="12270" w:type="dxa"/>
          </w:tcPr>
          <w:p w:rsidR="004A4B82" w:rsidRPr="009210AF" w:rsidRDefault="004A4B82" w:rsidP="00A4629C">
            <w:pPr>
              <w:pStyle w:val="TableTextNormal"/>
              <w:rPr>
                <w:color w:val="F37B20" w:themeColor="accent5"/>
              </w:rPr>
            </w:pPr>
          </w:p>
        </w:tc>
      </w:tr>
    </w:tbl>
    <w:p w:rsidR="004A4B82" w:rsidRDefault="004A4B82" w:rsidP="004A4B82">
      <w:pPr>
        <w:pStyle w:val="PwCNormal"/>
        <w:numPr>
          <w:ilvl w:val="0"/>
          <w:numId w:val="0"/>
        </w:numPr>
      </w:pPr>
    </w:p>
    <w:p w:rsidR="00905849" w:rsidRDefault="00905849" w:rsidP="00D40CEA">
      <w:pPr>
        <w:pStyle w:val="Heading6"/>
        <w:sectPr w:rsidR="00905849" w:rsidSect="009210AF">
          <w:pgSz w:w="16840" w:h="11907" w:orient="landscape" w:code="9"/>
          <w:pgMar w:top="1134" w:right="567" w:bottom="993" w:left="3317" w:header="567" w:footer="57" w:gutter="227"/>
          <w:pgBorders w:offsetFrom="page">
            <w:top w:val="single" w:sz="6" w:space="24" w:color="464D53" w:themeColor="text2"/>
            <w:left w:val="single" w:sz="6" w:space="24" w:color="464D53" w:themeColor="text2"/>
          </w:pgBorders>
          <w:cols w:space="425"/>
          <w:titlePg/>
          <w:docGrid w:linePitch="360"/>
        </w:sectPr>
      </w:pPr>
    </w:p>
    <w:p w:rsidR="00D40CEA" w:rsidRPr="00B339B9" w:rsidRDefault="00B339B9" w:rsidP="00D40CEA">
      <w:pPr>
        <w:pStyle w:val="Heading6"/>
        <w:rPr>
          <w:i w:val="0"/>
          <w:sz w:val="28"/>
          <w:szCs w:val="28"/>
        </w:rPr>
      </w:pPr>
      <w:bookmarkStart w:id="12" w:name="_Toc277325441"/>
      <w:r w:rsidRPr="00B339B9">
        <w:rPr>
          <w:i w:val="0"/>
          <w:sz w:val="28"/>
          <w:szCs w:val="28"/>
        </w:rPr>
        <w:lastRenderedPageBreak/>
        <w:t xml:space="preserve">2.10 </w:t>
      </w:r>
      <w:r w:rsidR="00D40CEA" w:rsidRPr="00B339B9">
        <w:rPr>
          <w:i w:val="0"/>
          <w:sz w:val="28"/>
          <w:szCs w:val="28"/>
        </w:rPr>
        <w:t xml:space="preserve">Impact/Ease: </w:t>
      </w:r>
      <w:r w:rsidR="00AC7987" w:rsidRPr="00B339B9">
        <w:rPr>
          <w:i w:val="0"/>
          <w:sz w:val="28"/>
          <w:szCs w:val="28"/>
        </w:rPr>
        <w:t xml:space="preserve">Establishing </w:t>
      </w:r>
      <w:r w:rsidR="00D40CEA" w:rsidRPr="00B339B9">
        <w:rPr>
          <w:i w:val="0"/>
          <w:sz w:val="28"/>
          <w:szCs w:val="28"/>
        </w:rPr>
        <w:t>the priorities</w:t>
      </w:r>
      <w:bookmarkEnd w:id="12"/>
    </w:p>
    <w:p w:rsidR="004A4B82" w:rsidRPr="00B339B9" w:rsidRDefault="004A4B82" w:rsidP="00B339B9">
      <w:pPr>
        <w:rPr>
          <w:i w:val="0"/>
          <w:sz w:val="22"/>
          <w:szCs w:val="22"/>
        </w:rPr>
      </w:pPr>
      <w:r w:rsidRPr="00B339B9">
        <w:rPr>
          <w:i w:val="0"/>
          <w:sz w:val="22"/>
          <w:szCs w:val="22"/>
        </w:rPr>
        <w:t>Note your key strategies into the table from the Strategic SWOT. Consider firstly the relative impact of each strategy on your objectives—10 is the maximum positive influence, 1 is the minimum. After you have finished rating the impact, move on to rate each strategy according to its ease to accomplish (time, resources, $ etc)—10 is the maximum ease (easy), while 1 is minimum ease (very difficult).</w:t>
      </w:r>
    </w:p>
    <w:tbl>
      <w:tblPr>
        <w:tblStyle w:val="Tables-APBase"/>
        <w:tblW w:w="5000" w:type="pct"/>
        <w:tblLook w:val="04A0"/>
      </w:tblPr>
      <w:tblGrid>
        <w:gridCol w:w="534"/>
        <w:gridCol w:w="9780"/>
        <w:gridCol w:w="1315"/>
        <w:gridCol w:w="1316"/>
      </w:tblGrid>
      <w:tr w:rsidR="00B339B9" w:rsidRPr="00B339B9" w:rsidTr="00B339B9">
        <w:trPr>
          <w:cnfStyle w:val="100000000000"/>
        </w:trPr>
        <w:tc>
          <w:tcPr>
            <w:cnfStyle w:val="000000000100"/>
            <w:tcW w:w="534" w:type="dxa"/>
            <w:tcBorders>
              <w:top w:val="single" w:sz="4" w:space="0" w:color="F37B20" w:themeColor="accent5"/>
              <w:left w:val="single" w:sz="4" w:space="0" w:color="F37B20" w:themeColor="accent5"/>
              <w:bottom w:val="single" w:sz="4" w:space="0" w:color="F37B20" w:themeColor="accent5"/>
            </w:tcBorders>
            <w:shd w:val="clear" w:color="auto" w:fill="F37B20" w:themeFill="accent5"/>
          </w:tcPr>
          <w:p w:rsidR="004A4B82" w:rsidRPr="00B339B9" w:rsidRDefault="004A4B82" w:rsidP="00BF178C">
            <w:pPr>
              <w:pStyle w:val="TableColumnHeadingNormal"/>
              <w:rPr>
                <w:color w:val="383855" w:themeColor="background2" w:themeShade="BF"/>
              </w:rPr>
            </w:pPr>
            <w:r w:rsidRPr="00B339B9">
              <w:rPr>
                <w:color w:val="383855" w:themeColor="background2" w:themeShade="BF"/>
              </w:rPr>
              <w:t>#</w:t>
            </w:r>
          </w:p>
        </w:tc>
        <w:tc>
          <w:tcPr>
            <w:tcW w:w="9780" w:type="dxa"/>
            <w:tcBorders>
              <w:top w:val="single" w:sz="4" w:space="0" w:color="F37B20" w:themeColor="accent5"/>
              <w:bottom w:val="single" w:sz="4" w:space="0" w:color="F37B20" w:themeColor="accent5"/>
              <w:right w:val="single" w:sz="6" w:space="0" w:color="464D53" w:themeColor="text2"/>
            </w:tcBorders>
            <w:shd w:val="clear" w:color="auto" w:fill="F37B20" w:themeFill="accent5"/>
          </w:tcPr>
          <w:p w:rsidR="004A4B82" w:rsidRPr="00B339B9" w:rsidRDefault="004A4B82" w:rsidP="00BF178C">
            <w:pPr>
              <w:pStyle w:val="TableColumnHeadingNormal"/>
              <w:cnfStyle w:val="100000000000"/>
              <w:rPr>
                <w:color w:val="383855" w:themeColor="background2" w:themeShade="BF"/>
              </w:rPr>
            </w:pPr>
            <w:r w:rsidRPr="00B339B9">
              <w:rPr>
                <w:color w:val="383855" w:themeColor="background2" w:themeShade="BF"/>
              </w:rPr>
              <w:t>Strategy</w:t>
            </w:r>
          </w:p>
        </w:tc>
        <w:tc>
          <w:tcPr>
            <w:tcW w:w="1315" w:type="dxa"/>
            <w:tcBorders>
              <w:top w:val="single" w:sz="4" w:space="0" w:color="F37B20" w:themeColor="accent5"/>
              <w:left w:val="single" w:sz="6" w:space="0" w:color="464D53" w:themeColor="text2"/>
              <w:bottom w:val="single" w:sz="4" w:space="0" w:color="F37B20" w:themeColor="accent5"/>
              <w:right w:val="single" w:sz="6" w:space="0" w:color="464D53" w:themeColor="text2"/>
            </w:tcBorders>
            <w:shd w:val="clear" w:color="auto" w:fill="F37B20" w:themeFill="accent5"/>
          </w:tcPr>
          <w:p w:rsidR="004A4B82" w:rsidRPr="00B339B9" w:rsidRDefault="004A4B82" w:rsidP="00BF178C">
            <w:pPr>
              <w:pStyle w:val="TableColumnHeadingNormal"/>
              <w:cnfStyle w:val="100000000000"/>
              <w:rPr>
                <w:color w:val="383855" w:themeColor="background2" w:themeShade="BF"/>
              </w:rPr>
            </w:pPr>
            <w:r w:rsidRPr="00B339B9">
              <w:rPr>
                <w:color w:val="383855" w:themeColor="background2" w:themeShade="BF"/>
              </w:rPr>
              <w:t>Impact</w:t>
            </w:r>
          </w:p>
        </w:tc>
        <w:tc>
          <w:tcPr>
            <w:tcW w:w="1316" w:type="dxa"/>
            <w:tcBorders>
              <w:top w:val="single" w:sz="4" w:space="0" w:color="F37B20" w:themeColor="accent5"/>
              <w:left w:val="single" w:sz="6" w:space="0" w:color="464D53" w:themeColor="text2"/>
              <w:bottom w:val="single" w:sz="4" w:space="0" w:color="F37B20" w:themeColor="accent5"/>
              <w:right w:val="single" w:sz="4" w:space="0" w:color="F37B20" w:themeColor="accent5"/>
            </w:tcBorders>
            <w:shd w:val="clear" w:color="auto" w:fill="F37B20" w:themeFill="accent5"/>
          </w:tcPr>
          <w:p w:rsidR="004A4B82" w:rsidRPr="00B339B9" w:rsidRDefault="004A4B82" w:rsidP="00BF178C">
            <w:pPr>
              <w:pStyle w:val="TableColumnHeadingNormal"/>
              <w:cnfStyle w:val="100000000000"/>
              <w:rPr>
                <w:color w:val="383855" w:themeColor="background2" w:themeShade="BF"/>
              </w:rPr>
            </w:pPr>
            <w:r w:rsidRPr="00B339B9">
              <w:rPr>
                <w:color w:val="383855" w:themeColor="background2" w:themeShade="BF"/>
              </w:rPr>
              <w:t>Ease</w:t>
            </w:r>
          </w:p>
        </w:tc>
      </w:tr>
      <w:tr w:rsidR="00B339B9" w:rsidRPr="00B339B9" w:rsidTr="00B339B9">
        <w:tc>
          <w:tcPr>
            <w:tcW w:w="534" w:type="dxa"/>
            <w:tcBorders>
              <w:top w:val="single" w:sz="4" w:space="0" w:color="F37B20" w:themeColor="accent5"/>
            </w:tcBorders>
          </w:tcPr>
          <w:p w:rsidR="004A4B82" w:rsidRPr="00B339B9" w:rsidRDefault="004A4B82" w:rsidP="00A4629C">
            <w:pPr>
              <w:pStyle w:val="TableTextNormal"/>
              <w:rPr>
                <w:rStyle w:val="Base"/>
                <w:color w:val="F37B20" w:themeColor="accent5"/>
              </w:rPr>
            </w:pPr>
            <w:r w:rsidRPr="00B339B9">
              <w:rPr>
                <w:rStyle w:val="Base"/>
                <w:color w:val="F37B20" w:themeColor="accent5"/>
              </w:rPr>
              <w:t>1</w:t>
            </w:r>
          </w:p>
        </w:tc>
        <w:tc>
          <w:tcPr>
            <w:tcW w:w="9780" w:type="dxa"/>
            <w:tcBorders>
              <w:top w:val="single" w:sz="4" w:space="0" w:color="F37B20" w:themeColor="accent5"/>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4" w:space="0" w:color="F37B20" w:themeColor="accent5"/>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4" w:space="0" w:color="F37B20" w:themeColor="accent5"/>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2</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3</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4</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5</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6</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7</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8</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9</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10</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11</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12</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13</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r w:rsidR="00B339B9" w:rsidRPr="00B339B9" w:rsidTr="00B339B9">
        <w:tc>
          <w:tcPr>
            <w:tcW w:w="534" w:type="dxa"/>
          </w:tcPr>
          <w:p w:rsidR="004A4B82" w:rsidRPr="00B339B9" w:rsidRDefault="004A4B82" w:rsidP="00A4629C">
            <w:pPr>
              <w:pStyle w:val="TableTextNormal"/>
              <w:rPr>
                <w:rStyle w:val="Base"/>
                <w:color w:val="F37B20" w:themeColor="accent5"/>
              </w:rPr>
            </w:pPr>
            <w:r w:rsidRPr="00B339B9">
              <w:rPr>
                <w:rStyle w:val="Base"/>
                <w:color w:val="F37B20" w:themeColor="accent5"/>
              </w:rPr>
              <w:t>14</w:t>
            </w:r>
          </w:p>
        </w:tc>
        <w:tc>
          <w:tcPr>
            <w:tcW w:w="9780" w:type="dxa"/>
            <w:tcBorders>
              <w:right w:val="single" w:sz="6" w:space="0" w:color="464D53" w:themeColor="text2"/>
            </w:tcBorders>
          </w:tcPr>
          <w:p w:rsidR="004A4B82" w:rsidRPr="00B339B9" w:rsidRDefault="004A4B82" w:rsidP="00A4629C">
            <w:pPr>
              <w:pStyle w:val="TableTextNormal"/>
              <w:rPr>
                <w:color w:val="F37B20" w:themeColor="accent5"/>
              </w:rPr>
            </w:pPr>
          </w:p>
        </w:tc>
        <w:tc>
          <w:tcPr>
            <w:tcW w:w="1315" w:type="dxa"/>
            <w:tcBorders>
              <w:top w:val="single" w:sz="6" w:space="0" w:color="464D53" w:themeColor="text2"/>
              <w:left w:val="single" w:sz="6" w:space="0" w:color="464D53" w:themeColor="text2"/>
              <w:right w:val="single" w:sz="6" w:space="0" w:color="464D53" w:themeColor="text2"/>
            </w:tcBorders>
          </w:tcPr>
          <w:p w:rsidR="004A4B82" w:rsidRPr="00B339B9" w:rsidRDefault="004A4B82" w:rsidP="00A4629C">
            <w:pPr>
              <w:pStyle w:val="TableTextNormalCENTRE"/>
              <w:rPr>
                <w:color w:val="F37B20" w:themeColor="accent5"/>
              </w:rPr>
            </w:pPr>
          </w:p>
        </w:tc>
        <w:tc>
          <w:tcPr>
            <w:tcW w:w="1316" w:type="dxa"/>
            <w:tcBorders>
              <w:top w:val="single" w:sz="6" w:space="0" w:color="464D53" w:themeColor="text2"/>
              <w:left w:val="single" w:sz="6" w:space="0" w:color="464D53" w:themeColor="text2"/>
            </w:tcBorders>
          </w:tcPr>
          <w:p w:rsidR="004A4B82" w:rsidRPr="00B339B9" w:rsidRDefault="004A4B82" w:rsidP="00A4629C">
            <w:pPr>
              <w:pStyle w:val="TableTextNormalCENTRE"/>
              <w:rPr>
                <w:color w:val="F37B20" w:themeColor="accent5"/>
              </w:rPr>
            </w:pPr>
          </w:p>
        </w:tc>
      </w:tr>
    </w:tbl>
    <w:p w:rsidR="00342F09" w:rsidRDefault="00342F09" w:rsidP="00CF235C">
      <w:pPr>
        <w:pStyle w:val="Sources"/>
      </w:pPr>
      <w:r w:rsidRPr="00342F09">
        <w:t>Note: This exercise continues over the page</w:t>
      </w:r>
      <w:r>
        <w:t>.</w:t>
      </w:r>
    </w:p>
    <w:p w:rsidR="00905849" w:rsidRDefault="00905849" w:rsidP="00CF235C">
      <w:pPr>
        <w:pStyle w:val="Sources"/>
        <w:sectPr w:rsidR="00905849" w:rsidSect="00B339B9">
          <w:pgSz w:w="16840" w:h="11907" w:orient="landscape" w:code="9"/>
          <w:pgMar w:top="1134" w:right="567" w:bottom="993" w:left="3317" w:header="567" w:footer="340" w:gutter="227"/>
          <w:pgBorders w:offsetFrom="page">
            <w:top w:val="single" w:sz="6" w:space="24" w:color="464D53" w:themeColor="text2"/>
            <w:left w:val="single" w:sz="6" w:space="24" w:color="464D53" w:themeColor="text2"/>
          </w:pgBorders>
          <w:cols w:space="425"/>
          <w:titlePg/>
          <w:docGrid w:linePitch="360"/>
        </w:sectPr>
      </w:pPr>
    </w:p>
    <w:p w:rsidR="00D40CEA" w:rsidRPr="007D0137" w:rsidRDefault="007D0137" w:rsidP="00D40CEA">
      <w:pPr>
        <w:pStyle w:val="Heading6"/>
        <w:rPr>
          <w:i w:val="0"/>
          <w:sz w:val="28"/>
          <w:szCs w:val="28"/>
        </w:rPr>
      </w:pPr>
      <w:bookmarkStart w:id="13" w:name="_Toc277325442"/>
      <w:r>
        <w:rPr>
          <w:i w:val="0"/>
          <w:sz w:val="28"/>
          <w:szCs w:val="28"/>
        </w:rPr>
        <w:lastRenderedPageBreak/>
        <w:t xml:space="preserve">2.11   </w:t>
      </w:r>
      <w:r w:rsidR="00D40CEA" w:rsidRPr="007D0137">
        <w:rPr>
          <w:i w:val="0"/>
          <w:sz w:val="28"/>
          <w:szCs w:val="28"/>
        </w:rPr>
        <w:t>Impact/Ease matrix – Graphing the priorities</w:t>
      </w:r>
      <w:bookmarkEnd w:id="13"/>
    </w:p>
    <w:p w:rsidR="00342F09" w:rsidRPr="007D0137" w:rsidRDefault="00342F09" w:rsidP="007D0137">
      <w:pPr>
        <w:pStyle w:val="PwCNormal"/>
        <w:numPr>
          <w:ilvl w:val="0"/>
          <w:numId w:val="0"/>
        </w:numPr>
        <w:rPr>
          <w:i w:val="0"/>
          <w:sz w:val="22"/>
          <w:szCs w:val="22"/>
        </w:rPr>
      </w:pPr>
      <w:r w:rsidRPr="007D0137">
        <w:rPr>
          <w:i w:val="0"/>
          <w:sz w:val="22"/>
          <w:szCs w:val="22"/>
        </w:rPr>
        <w:t>Graph each strategy according to its rating. Where do the strategies fall? What are the priorities? What are the implications for the business?</w:t>
      </w:r>
    </w:p>
    <w:tbl>
      <w:tblPr>
        <w:tblStyle w:val="Newtable2"/>
        <w:tblW w:w="12857" w:type="dxa"/>
        <w:tblLook w:val="0000"/>
      </w:tblPr>
      <w:tblGrid>
        <w:gridCol w:w="2486"/>
        <w:gridCol w:w="760"/>
        <w:gridCol w:w="628"/>
        <w:gridCol w:w="3880"/>
        <w:gridCol w:w="571"/>
        <w:gridCol w:w="544"/>
        <w:gridCol w:w="3988"/>
      </w:tblGrid>
      <w:tr w:rsidR="00A31973" w:rsidRPr="007D0137" w:rsidTr="00A31973">
        <w:trPr>
          <w:cantSplit/>
          <w:trHeight w:val="12"/>
        </w:trPr>
        <w:tc>
          <w:tcPr>
            <w:tcW w:w="1330" w:type="dxa"/>
            <w:vMerge w:val="restart"/>
            <w:shd w:val="clear" w:color="auto" w:fill="auto"/>
            <w:textDirection w:val="btLr"/>
          </w:tcPr>
          <w:p w:rsidR="00A31973" w:rsidRDefault="00A31973" w:rsidP="007B22EA">
            <w:pPr>
              <w:pStyle w:val="TableColumnHeadingNormal"/>
              <w:jc w:val="center"/>
              <w:rPr>
                <w:color w:val="F37B20" w:themeColor="accent5"/>
              </w:rPr>
            </w:pPr>
          </w:p>
          <w:p w:rsidR="00A31973" w:rsidRDefault="00A31973" w:rsidP="00A31973">
            <w:pPr>
              <w:pStyle w:val="TableColumnHeadingNormal"/>
              <w:rPr>
                <w:color w:val="F37B20" w:themeColor="accent5"/>
              </w:rPr>
            </w:pPr>
          </w:p>
          <w:p w:rsidR="00A31973" w:rsidRDefault="00A31973" w:rsidP="00A31973">
            <w:pPr>
              <w:pStyle w:val="TableColumnHeadingNormal"/>
              <w:rPr>
                <w:color w:val="F37B20" w:themeColor="accent5"/>
              </w:rPr>
            </w:pPr>
          </w:p>
          <w:p w:rsidR="00A31973" w:rsidRDefault="00A31973" w:rsidP="00A31973">
            <w:pPr>
              <w:pStyle w:val="TableColumnHeadingNormal"/>
              <w:rPr>
                <w:color w:val="F37B20" w:themeColor="accent5"/>
              </w:rPr>
            </w:pPr>
          </w:p>
          <w:p w:rsidR="00A31973" w:rsidRDefault="00A31973" w:rsidP="00A31973">
            <w:pPr>
              <w:pStyle w:val="TableColumnHeadingNormal"/>
              <w:rPr>
                <w:color w:val="F37B20" w:themeColor="accent5"/>
              </w:rPr>
            </w:pPr>
          </w:p>
          <w:p w:rsidR="00A31973" w:rsidRPr="007D0137" w:rsidRDefault="00A31973" w:rsidP="00A31973">
            <w:pPr>
              <w:pStyle w:val="TableColumnHeadingNormal"/>
              <w:rPr>
                <w:color w:val="F37B20" w:themeColor="accent5"/>
              </w:rPr>
            </w:pPr>
            <w:r>
              <w:rPr>
                <w:color w:val="F37B20" w:themeColor="accent5"/>
              </w:rPr>
              <w:t xml:space="preserve">                                                                       </w:t>
            </w:r>
            <w:r w:rsidRPr="007D0137">
              <w:rPr>
                <w:color w:val="F37B20" w:themeColor="accent5"/>
              </w:rPr>
              <w:t>Impac</w:t>
            </w:r>
            <w:r>
              <w:rPr>
                <w:color w:val="F37B20" w:themeColor="accent5"/>
              </w:rPr>
              <w:t>t</w:t>
            </w:r>
          </w:p>
        </w:tc>
        <w:tc>
          <w:tcPr>
            <w:tcW w:w="842" w:type="dxa"/>
          </w:tcPr>
          <w:p w:rsidR="00A31973" w:rsidRPr="007D0137" w:rsidRDefault="00A31973" w:rsidP="007B22EA">
            <w:pPr>
              <w:pStyle w:val="TableTextNormal"/>
              <w:jc w:val="right"/>
              <w:rPr>
                <w:rStyle w:val="Bright"/>
                <w:color w:val="F37B20" w:themeColor="accent5"/>
              </w:rPr>
            </w:pPr>
          </w:p>
        </w:tc>
        <w:tc>
          <w:tcPr>
            <w:tcW w:w="628" w:type="dxa"/>
            <w:tcBorders>
              <w:right w:val="single" w:sz="4" w:space="0" w:color="464D53" w:themeColor="text2"/>
            </w:tcBorders>
            <w:shd w:val="clear" w:color="auto" w:fill="auto"/>
          </w:tcPr>
          <w:p w:rsidR="00A31973" w:rsidRPr="007D0137" w:rsidRDefault="00A31973" w:rsidP="007B22EA">
            <w:pPr>
              <w:pStyle w:val="TableTextNormal"/>
              <w:jc w:val="right"/>
              <w:rPr>
                <w:rStyle w:val="Bright"/>
                <w:color w:val="F37B20" w:themeColor="accent5"/>
              </w:rPr>
            </w:pPr>
            <w:r w:rsidRPr="007D0137">
              <w:rPr>
                <w:rStyle w:val="Bright"/>
                <w:color w:val="F37B20" w:themeColor="accent5"/>
              </w:rPr>
              <w:t>High 10</w:t>
            </w:r>
          </w:p>
        </w:tc>
        <w:tc>
          <w:tcPr>
            <w:tcW w:w="4973" w:type="dxa"/>
            <w:gridSpan w:val="2"/>
            <w:vMerge w:val="restart"/>
            <w:tcBorders>
              <w:top w:val="single" w:sz="4" w:space="0" w:color="464D53" w:themeColor="text2"/>
              <w:left w:val="single" w:sz="4" w:space="0" w:color="464D53" w:themeColor="text2"/>
              <w:bottom w:val="single" w:sz="4" w:space="0" w:color="464D53" w:themeColor="text2"/>
              <w:right w:val="single" w:sz="4" w:space="0" w:color="464D53" w:themeColor="text2"/>
            </w:tcBorders>
            <w:shd w:val="clear" w:color="auto" w:fill="auto"/>
          </w:tcPr>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tc>
        <w:tc>
          <w:tcPr>
            <w:tcW w:w="5084" w:type="dxa"/>
            <w:gridSpan w:val="2"/>
            <w:vMerge w:val="restart"/>
            <w:tcBorders>
              <w:top w:val="single" w:sz="4" w:space="0" w:color="464D53" w:themeColor="text2"/>
              <w:left w:val="single" w:sz="4" w:space="0" w:color="464D53" w:themeColor="text2"/>
              <w:bottom w:val="single" w:sz="4" w:space="0" w:color="464D53" w:themeColor="text2"/>
              <w:right w:val="single" w:sz="4" w:space="0" w:color="464D53" w:themeColor="text2"/>
            </w:tcBorders>
            <w:shd w:val="clear" w:color="auto" w:fill="auto"/>
          </w:tcPr>
          <w:p w:rsidR="00A31973" w:rsidRPr="007D0137" w:rsidRDefault="00A31973" w:rsidP="00342F09">
            <w:pPr>
              <w:pStyle w:val="TableTextNormal"/>
              <w:rPr>
                <w:color w:val="F37B20" w:themeColor="accent5"/>
              </w:rPr>
            </w:pPr>
          </w:p>
        </w:tc>
      </w:tr>
      <w:tr w:rsidR="00A31973" w:rsidRPr="007D0137" w:rsidTr="00A31973">
        <w:trPr>
          <w:cantSplit/>
          <w:trHeight w:val="283"/>
        </w:trPr>
        <w:tc>
          <w:tcPr>
            <w:tcW w:w="1330" w:type="dxa"/>
            <w:vMerge/>
            <w:shd w:val="clear" w:color="auto" w:fill="auto"/>
          </w:tcPr>
          <w:p w:rsidR="00A31973" w:rsidRPr="007D0137" w:rsidRDefault="00A31973" w:rsidP="007B22EA">
            <w:pPr>
              <w:pStyle w:val="TableTextNormal"/>
              <w:jc w:val="right"/>
              <w:rPr>
                <w:color w:val="F37B20" w:themeColor="accent5"/>
              </w:rPr>
            </w:pPr>
          </w:p>
        </w:tc>
        <w:tc>
          <w:tcPr>
            <w:tcW w:w="842" w:type="dxa"/>
          </w:tcPr>
          <w:p w:rsidR="00A31973" w:rsidRPr="007D0137" w:rsidRDefault="00A31973" w:rsidP="007B22EA">
            <w:pPr>
              <w:pStyle w:val="TableTextNormal"/>
              <w:jc w:val="right"/>
              <w:rPr>
                <w:rStyle w:val="Bright"/>
                <w:color w:val="F37B20" w:themeColor="accent5"/>
              </w:rPr>
            </w:pPr>
          </w:p>
        </w:tc>
        <w:tc>
          <w:tcPr>
            <w:tcW w:w="628" w:type="dxa"/>
            <w:vMerge w:val="restart"/>
            <w:tcBorders>
              <w:right w:val="single" w:sz="4" w:space="0" w:color="464D53" w:themeColor="text2"/>
            </w:tcBorders>
            <w:shd w:val="clear" w:color="auto" w:fill="auto"/>
            <w:vAlign w:val="center"/>
          </w:tcPr>
          <w:p w:rsidR="00A31973" w:rsidRPr="007D0137" w:rsidRDefault="00A31973" w:rsidP="007B22EA">
            <w:pPr>
              <w:pStyle w:val="TableTextNormal"/>
              <w:jc w:val="right"/>
              <w:rPr>
                <w:rStyle w:val="Bright"/>
                <w:color w:val="F37B20" w:themeColor="accent5"/>
              </w:rPr>
            </w:pPr>
            <w:r w:rsidRPr="007D0137">
              <w:rPr>
                <w:rStyle w:val="Bright"/>
                <w:color w:val="F37B20" w:themeColor="accent5"/>
              </w:rPr>
              <w:t>5</w:t>
            </w:r>
          </w:p>
        </w:tc>
        <w:tc>
          <w:tcPr>
            <w:tcW w:w="4973" w:type="dxa"/>
            <w:gridSpan w:val="2"/>
            <w:vMerge/>
            <w:tcBorders>
              <w:top w:val="single" w:sz="4" w:space="0" w:color="464D53" w:themeColor="text2"/>
              <w:left w:val="single" w:sz="4" w:space="0" w:color="464D53" w:themeColor="text2"/>
              <w:bottom w:val="single" w:sz="4" w:space="0" w:color="464D53" w:themeColor="text2"/>
              <w:right w:val="single" w:sz="4" w:space="0" w:color="464D53" w:themeColor="text2"/>
            </w:tcBorders>
            <w:shd w:val="clear" w:color="auto" w:fill="auto"/>
          </w:tcPr>
          <w:p w:rsidR="00A31973" w:rsidRPr="007D0137" w:rsidRDefault="00A31973" w:rsidP="00342F09">
            <w:pPr>
              <w:pStyle w:val="TableTextNormal"/>
              <w:rPr>
                <w:color w:val="F37B20" w:themeColor="accent5"/>
              </w:rPr>
            </w:pPr>
          </w:p>
        </w:tc>
        <w:tc>
          <w:tcPr>
            <w:tcW w:w="5084" w:type="dxa"/>
            <w:gridSpan w:val="2"/>
            <w:vMerge/>
            <w:tcBorders>
              <w:top w:val="single" w:sz="4" w:space="0" w:color="464D53" w:themeColor="text2"/>
              <w:left w:val="single" w:sz="4" w:space="0" w:color="464D53" w:themeColor="text2"/>
              <w:bottom w:val="single" w:sz="4" w:space="0" w:color="464D53" w:themeColor="text2"/>
              <w:right w:val="single" w:sz="4" w:space="0" w:color="464D53" w:themeColor="text2"/>
            </w:tcBorders>
            <w:shd w:val="clear" w:color="auto" w:fill="auto"/>
          </w:tcPr>
          <w:p w:rsidR="00A31973" w:rsidRPr="007D0137" w:rsidRDefault="00A31973" w:rsidP="00342F09">
            <w:pPr>
              <w:pStyle w:val="TableTextNormal"/>
              <w:rPr>
                <w:color w:val="F37B20" w:themeColor="accent5"/>
              </w:rPr>
            </w:pPr>
          </w:p>
        </w:tc>
      </w:tr>
      <w:tr w:rsidR="00A31973" w:rsidRPr="007D0137" w:rsidTr="00A31973">
        <w:trPr>
          <w:cantSplit/>
          <w:trHeight w:val="283"/>
        </w:trPr>
        <w:tc>
          <w:tcPr>
            <w:tcW w:w="1330" w:type="dxa"/>
            <w:vMerge/>
            <w:shd w:val="clear" w:color="auto" w:fill="auto"/>
          </w:tcPr>
          <w:p w:rsidR="00A31973" w:rsidRPr="007D0137" w:rsidRDefault="00A31973" w:rsidP="007B22EA">
            <w:pPr>
              <w:pStyle w:val="TableTextNormal"/>
              <w:rPr>
                <w:color w:val="F37B20" w:themeColor="accent5"/>
              </w:rPr>
            </w:pPr>
          </w:p>
        </w:tc>
        <w:tc>
          <w:tcPr>
            <w:tcW w:w="842" w:type="dxa"/>
          </w:tcPr>
          <w:p w:rsidR="00A31973" w:rsidRPr="007D0137" w:rsidRDefault="00A31973" w:rsidP="007B22EA">
            <w:pPr>
              <w:pStyle w:val="TableTextNormal"/>
              <w:rPr>
                <w:rStyle w:val="Bright"/>
                <w:color w:val="F37B20" w:themeColor="accent5"/>
              </w:rPr>
            </w:pPr>
          </w:p>
        </w:tc>
        <w:tc>
          <w:tcPr>
            <w:tcW w:w="628" w:type="dxa"/>
            <w:vMerge/>
            <w:tcBorders>
              <w:right w:val="single" w:sz="4" w:space="0" w:color="464D53" w:themeColor="text2"/>
            </w:tcBorders>
            <w:shd w:val="clear" w:color="auto" w:fill="auto"/>
            <w:vAlign w:val="bottom"/>
          </w:tcPr>
          <w:p w:rsidR="00A31973" w:rsidRPr="007D0137" w:rsidRDefault="00A31973" w:rsidP="007B22EA">
            <w:pPr>
              <w:pStyle w:val="TableTextNormal"/>
              <w:rPr>
                <w:rStyle w:val="Bright"/>
                <w:color w:val="F37B20" w:themeColor="accent5"/>
              </w:rPr>
            </w:pPr>
          </w:p>
        </w:tc>
        <w:tc>
          <w:tcPr>
            <w:tcW w:w="4973" w:type="dxa"/>
            <w:gridSpan w:val="2"/>
            <w:vMerge w:val="restart"/>
            <w:tcBorders>
              <w:top w:val="single" w:sz="4" w:space="0" w:color="464D53" w:themeColor="text2"/>
              <w:left w:val="single" w:sz="4" w:space="0" w:color="464D53" w:themeColor="text2"/>
              <w:bottom w:val="single" w:sz="4" w:space="0" w:color="464D53" w:themeColor="text2"/>
              <w:right w:val="single" w:sz="4" w:space="0" w:color="464D53" w:themeColor="text2"/>
            </w:tcBorders>
            <w:shd w:val="clear" w:color="auto" w:fill="auto"/>
          </w:tcPr>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p w:rsidR="00A31973" w:rsidRPr="007D0137" w:rsidRDefault="00A31973" w:rsidP="00342F09">
            <w:pPr>
              <w:pStyle w:val="TableTextNormal"/>
              <w:rPr>
                <w:color w:val="F37B20" w:themeColor="accent5"/>
              </w:rPr>
            </w:pPr>
          </w:p>
        </w:tc>
        <w:tc>
          <w:tcPr>
            <w:tcW w:w="5084" w:type="dxa"/>
            <w:gridSpan w:val="2"/>
            <w:vMerge w:val="restart"/>
            <w:tcBorders>
              <w:top w:val="single" w:sz="4" w:space="0" w:color="464D53" w:themeColor="text2"/>
              <w:left w:val="single" w:sz="4" w:space="0" w:color="464D53" w:themeColor="text2"/>
              <w:bottom w:val="single" w:sz="4" w:space="0" w:color="464D53" w:themeColor="text2"/>
              <w:right w:val="single" w:sz="4" w:space="0" w:color="464D53" w:themeColor="text2"/>
            </w:tcBorders>
            <w:shd w:val="clear" w:color="auto" w:fill="auto"/>
          </w:tcPr>
          <w:p w:rsidR="00A31973" w:rsidRPr="007D0137" w:rsidRDefault="00A31973" w:rsidP="00342F09">
            <w:pPr>
              <w:pStyle w:val="TableTextNormal"/>
              <w:rPr>
                <w:color w:val="F37B20" w:themeColor="accent5"/>
              </w:rPr>
            </w:pPr>
          </w:p>
        </w:tc>
      </w:tr>
      <w:tr w:rsidR="00A31973" w:rsidRPr="007D0137" w:rsidTr="00A31973">
        <w:trPr>
          <w:cantSplit/>
          <w:trHeight w:val="12"/>
        </w:trPr>
        <w:tc>
          <w:tcPr>
            <w:tcW w:w="1330" w:type="dxa"/>
            <w:vMerge/>
            <w:shd w:val="clear" w:color="auto" w:fill="auto"/>
          </w:tcPr>
          <w:p w:rsidR="00A31973" w:rsidRPr="007D0137" w:rsidRDefault="00A31973" w:rsidP="007B22EA">
            <w:pPr>
              <w:pStyle w:val="TableTextNormal"/>
              <w:jc w:val="right"/>
              <w:rPr>
                <w:color w:val="F37B20" w:themeColor="accent5"/>
              </w:rPr>
            </w:pPr>
          </w:p>
        </w:tc>
        <w:tc>
          <w:tcPr>
            <w:tcW w:w="842" w:type="dxa"/>
          </w:tcPr>
          <w:p w:rsidR="00A31973" w:rsidRPr="007D0137" w:rsidRDefault="00A31973" w:rsidP="007B22EA">
            <w:pPr>
              <w:pStyle w:val="TableTextNormal"/>
              <w:jc w:val="right"/>
              <w:rPr>
                <w:rStyle w:val="Bright"/>
                <w:color w:val="F37B20" w:themeColor="accent5"/>
              </w:rPr>
            </w:pPr>
          </w:p>
        </w:tc>
        <w:tc>
          <w:tcPr>
            <w:tcW w:w="628" w:type="dxa"/>
            <w:tcBorders>
              <w:right w:val="single" w:sz="4" w:space="0" w:color="464D53" w:themeColor="text2"/>
            </w:tcBorders>
            <w:shd w:val="clear" w:color="auto" w:fill="auto"/>
            <w:vAlign w:val="bottom"/>
          </w:tcPr>
          <w:p w:rsidR="00A31973" w:rsidRPr="007D0137" w:rsidRDefault="00A31973" w:rsidP="007B22EA">
            <w:pPr>
              <w:pStyle w:val="TableTextNormal"/>
              <w:jc w:val="right"/>
              <w:rPr>
                <w:rStyle w:val="Bright"/>
                <w:color w:val="F37B20" w:themeColor="accent5"/>
              </w:rPr>
            </w:pPr>
            <w:r w:rsidRPr="007D0137">
              <w:rPr>
                <w:rStyle w:val="Bright"/>
                <w:color w:val="F37B20" w:themeColor="accent5"/>
              </w:rPr>
              <w:t>Low 1</w:t>
            </w:r>
          </w:p>
        </w:tc>
        <w:tc>
          <w:tcPr>
            <w:tcW w:w="4973" w:type="dxa"/>
            <w:gridSpan w:val="2"/>
            <w:vMerge/>
            <w:tcBorders>
              <w:top w:val="single" w:sz="4" w:space="0" w:color="464D53" w:themeColor="text2"/>
              <w:left w:val="single" w:sz="4" w:space="0" w:color="464D53" w:themeColor="text2"/>
              <w:bottom w:val="single" w:sz="4" w:space="0" w:color="464D53" w:themeColor="text2"/>
              <w:right w:val="single" w:sz="4" w:space="0" w:color="464D53" w:themeColor="text2"/>
            </w:tcBorders>
            <w:shd w:val="clear" w:color="auto" w:fill="auto"/>
          </w:tcPr>
          <w:p w:rsidR="00A31973" w:rsidRPr="007D0137" w:rsidRDefault="00A31973" w:rsidP="00342F09">
            <w:pPr>
              <w:pStyle w:val="TableTextNormal"/>
              <w:rPr>
                <w:color w:val="F37B20" w:themeColor="accent5"/>
              </w:rPr>
            </w:pPr>
          </w:p>
        </w:tc>
        <w:tc>
          <w:tcPr>
            <w:tcW w:w="5084" w:type="dxa"/>
            <w:gridSpan w:val="2"/>
            <w:vMerge/>
            <w:tcBorders>
              <w:top w:val="single" w:sz="4" w:space="0" w:color="464D53" w:themeColor="text2"/>
              <w:left w:val="single" w:sz="4" w:space="0" w:color="464D53" w:themeColor="text2"/>
              <w:bottom w:val="single" w:sz="4" w:space="0" w:color="464D53" w:themeColor="text2"/>
              <w:right w:val="single" w:sz="4" w:space="0" w:color="464D53" w:themeColor="text2"/>
            </w:tcBorders>
            <w:shd w:val="clear" w:color="auto" w:fill="auto"/>
          </w:tcPr>
          <w:p w:rsidR="00A31973" w:rsidRPr="007D0137" w:rsidRDefault="00A31973" w:rsidP="00342F09">
            <w:pPr>
              <w:pStyle w:val="TableTextNormal"/>
              <w:rPr>
                <w:color w:val="F37B20" w:themeColor="accent5"/>
              </w:rPr>
            </w:pPr>
          </w:p>
        </w:tc>
      </w:tr>
      <w:tr w:rsidR="00A31973" w:rsidRPr="007D0137" w:rsidTr="00A31973">
        <w:trPr>
          <w:cantSplit/>
          <w:trHeight w:val="12"/>
        </w:trPr>
        <w:tc>
          <w:tcPr>
            <w:tcW w:w="1330" w:type="dxa"/>
            <w:vMerge/>
            <w:shd w:val="clear" w:color="auto" w:fill="auto"/>
          </w:tcPr>
          <w:p w:rsidR="00A31973" w:rsidRPr="007D0137" w:rsidRDefault="00A31973" w:rsidP="00342F09">
            <w:pPr>
              <w:pStyle w:val="TableTextNormal"/>
              <w:rPr>
                <w:color w:val="F37B20" w:themeColor="accent5"/>
              </w:rPr>
            </w:pPr>
          </w:p>
        </w:tc>
        <w:tc>
          <w:tcPr>
            <w:tcW w:w="842" w:type="dxa"/>
          </w:tcPr>
          <w:p w:rsidR="00A31973" w:rsidRPr="007D0137" w:rsidRDefault="00A31973" w:rsidP="00342F09">
            <w:pPr>
              <w:pStyle w:val="TableTextNormal"/>
              <w:rPr>
                <w:color w:val="F37B20" w:themeColor="accent5"/>
              </w:rPr>
            </w:pPr>
          </w:p>
        </w:tc>
        <w:tc>
          <w:tcPr>
            <w:tcW w:w="628" w:type="dxa"/>
            <w:shd w:val="clear" w:color="auto" w:fill="auto"/>
          </w:tcPr>
          <w:p w:rsidR="00A31973" w:rsidRPr="007D0137" w:rsidRDefault="00A31973" w:rsidP="00342F09">
            <w:pPr>
              <w:pStyle w:val="TableTextNormal"/>
              <w:rPr>
                <w:color w:val="F37B20" w:themeColor="accent5"/>
              </w:rPr>
            </w:pPr>
          </w:p>
        </w:tc>
        <w:tc>
          <w:tcPr>
            <w:tcW w:w="4380" w:type="dxa"/>
            <w:tcBorders>
              <w:top w:val="single" w:sz="4" w:space="0" w:color="464D53" w:themeColor="text2"/>
            </w:tcBorders>
            <w:shd w:val="clear" w:color="auto" w:fill="auto"/>
          </w:tcPr>
          <w:p w:rsidR="00A31973" w:rsidRPr="007D0137" w:rsidRDefault="00A31973" w:rsidP="00342F09">
            <w:pPr>
              <w:pStyle w:val="TableTextNormal"/>
              <w:rPr>
                <w:rStyle w:val="Bright"/>
                <w:color w:val="F37B20" w:themeColor="accent5"/>
              </w:rPr>
            </w:pPr>
            <w:r w:rsidRPr="007D0137">
              <w:rPr>
                <w:rStyle w:val="Bright"/>
                <w:color w:val="F37B20" w:themeColor="accent5"/>
              </w:rPr>
              <w:t>Low</w:t>
            </w:r>
            <w:r w:rsidRPr="007D0137">
              <w:rPr>
                <w:rStyle w:val="Bright"/>
                <w:color w:val="F37B20" w:themeColor="accent5"/>
              </w:rPr>
              <w:br/>
              <w:t>1</w:t>
            </w:r>
          </w:p>
        </w:tc>
        <w:tc>
          <w:tcPr>
            <w:tcW w:w="1180" w:type="dxa"/>
            <w:gridSpan w:val="2"/>
            <w:tcBorders>
              <w:top w:val="single" w:sz="4" w:space="0" w:color="464D53" w:themeColor="text2"/>
            </w:tcBorders>
            <w:shd w:val="clear" w:color="auto" w:fill="auto"/>
            <w:vAlign w:val="center"/>
          </w:tcPr>
          <w:p w:rsidR="00A31973" w:rsidRPr="007D0137" w:rsidRDefault="00A31973" w:rsidP="007B22EA">
            <w:pPr>
              <w:pStyle w:val="TableColumnHeadingNormal"/>
              <w:jc w:val="center"/>
              <w:rPr>
                <w:rStyle w:val="Bright"/>
                <w:color w:val="F37B20" w:themeColor="accent5"/>
              </w:rPr>
            </w:pPr>
            <w:r>
              <w:rPr>
                <w:rStyle w:val="Bright"/>
                <w:color w:val="F37B20" w:themeColor="accent5"/>
              </w:rPr>
              <w:t xml:space="preserve">Ease </w:t>
            </w:r>
          </w:p>
        </w:tc>
        <w:tc>
          <w:tcPr>
            <w:tcW w:w="4497" w:type="dxa"/>
            <w:tcBorders>
              <w:top w:val="single" w:sz="4" w:space="0" w:color="464D53" w:themeColor="text2"/>
            </w:tcBorders>
            <w:shd w:val="clear" w:color="auto" w:fill="auto"/>
          </w:tcPr>
          <w:p w:rsidR="00A31973" w:rsidRPr="007D0137" w:rsidRDefault="00A31973" w:rsidP="00C0155A">
            <w:pPr>
              <w:pStyle w:val="TableTextNormal"/>
              <w:jc w:val="right"/>
              <w:rPr>
                <w:rStyle w:val="Bright"/>
                <w:color w:val="F37B20" w:themeColor="accent5"/>
              </w:rPr>
            </w:pPr>
            <w:r w:rsidRPr="007D0137">
              <w:rPr>
                <w:rStyle w:val="Bright"/>
                <w:color w:val="F37B20" w:themeColor="accent5"/>
              </w:rPr>
              <w:t>High</w:t>
            </w:r>
            <w:r w:rsidRPr="007D0137">
              <w:rPr>
                <w:rStyle w:val="Bright"/>
                <w:color w:val="F37B20" w:themeColor="accent5"/>
              </w:rPr>
              <w:br/>
              <w:t>10</w:t>
            </w:r>
          </w:p>
        </w:tc>
      </w:tr>
      <w:tr w:rsidR="00A31973" w:rsidRPr="007D0137" w:rsidTr="00A31973">
        <w:trPr>
          <w:cantSplit/>
          <w:trHeight w:val="73"/>
        </w:trPr>
        <w:tc>
          <w:tcPr>
            <w:tcW w:w="1330" w:type="dxa"/>
            <w:shd w:val="clear" w:color="auto" w:fill="auto"/>
          </w:tcPr>
          <w:p w:rsidR="00A31973" w:rsidRPr="007D0137" w:rsidRDefault="00A31973" w:rsidP="00342F09">
            <w:pPr>
              <w:pStyle w:val="TableTextNormal"/>
              <w:rPr>
                <w:color w:val="F37B20" w:themeColor="accent5"/>
              </w:rPr>
            </w:pPr>
          </w:p>
        </w:tc>
        <w:tc>
          <w:tcPr>
            <w:tcW w:w="842" w:type="dxa"/>
          </w:tcPr>
          <w:p w:rsidR="00A31973" w:rsidRPr="007D0137" w:rsidRDefault="00A31973" w:rsidP="00342F09">
            <w:pPr>
              <w:pStyle w:val="TableTextNormal"/>
              <w:rPr>
                <w:color w:val="F37B20" w:themeColor="accent5"/>
              </w:rPr>
            </w:pPr>
          </w:p>
        </w:tc>
        <w:tc>
          <w:tcPr>
            <w:tcW w:w="628" w:type="dxa"/>
            <w:shd w:val="clear" w:color="auto" w:fill="auto"/>
          </w:tcPr>
          <w:p w:rsidR="00A31973" w:rsidRPr="007D0137" w:rsidRDefault="00A31973" w:rsidP="00342F09">
            <w:pPr>
              <w:pStyle w:val="TableTextNormal"/>
              <w:rPr>
                <w:color w:val="F37B20" w:themeColor="accent5"/>
              </w:rPr>
            </w:pPr>
          </w:p>
        </w:tc>
        <w:tc>
          <w:tcPr>
            <w:tcW w:w="4380" w:type="dxa"/>
            <w:tcBorders>
              <w:top w:val="single" w:sz="4" w:space="0" w:color="464D53" w:themeColor="text2"/>
            </w:tcBorders>
            <w:shd w:val="clear" w:color="auto" w:fill="auto"/>
          </w:tcPr>
          <w:p w:rsidR="00A31973" w:rsidRPr="007D0137" w:rsidRDefault="00A31973" w:rsidP="00342F09">
            <w:pPr>
              <w:pStyle w:val="TableTextNormal"/>
              <w:rPr>
                <w:rStyle w:val="Bright"/>
                <w:color w:val="F37B20" w:themeColor="accent5"/>
              </w:rPr>
            </w:pPr>
          </w:p>
        </w:tc>
        <w:tc>
          <w:tcPr>
            <w:tcW w:w="1180" w:type="dxa"/>
            <w:gridSpan w:val="2"/>
            <w:tcBorders>
              <w:top w:val="single" w:sz="4" w:space="0" w:color="464D53" w:themeColor="text2"/>
            </w:tcBorders>
            <w:shd w:val="clear" w:color="auto" w:fill="auto"/>
            <w:vAlign w:val="center"/>
          </w:tcPr>
          <w:p w:rsidR="00A31973" w:rsidRPr="007D0137" w:rsidRDefault="00A31973" w:rsidP="00A31973">
            <w:pPr>
              <w:pStyle w:val="TableColumnHeadingNormal"/>
              <w:rPr>
                <w:rStyle w:val="Bright"/>
                <w:color w:val="F37B20" w:themeColor="accent5"/>
              </w:rPr>
            </w:pPr>
          </w:p>
        </w:tc>
        <w:tc>
          <w:tcPr>
            <w:tcW w:w="4497" w:type="dxa"/>
            <w:tcBorders>
              <w:top w:val="single" w:sz="4" w:space="0" w:color="464D53" w:themeColor="text2"/>
            </w:tcBorders>
            <w:shd w:val="clear" w:color="auto" w:fill="auto"/>
          </w:tcPr>
          <w:p w:rsidR="00A31973" w:rsidRPr="007D0137" w:rsidRDefault="00A31973" w:rsidP="00C0155A">
            <w:pPr>
              <w:pStyle w:val="TableTextNormal"/>
              <w:jc w:val="right"/>
              <w:rPr>
                <w:rStyle w:val="Bright"/>
                <w:color w:val="F37B20" w:themeColor="accent5"/>
              </w:rPr>
            </w:pPr>
          </w:p>
        </w:tc>
      </w:tr>
      <w:tr w:rsidR="00A31973" w:rsidRPr="007D0137" w:rsidTr="00A31973">
        <w:trPr>
          <w:cantSplit/>
          <w:trHeight w:val="12"/>
        </w:trPr>
        <w:tc>
          <w:tcPr>
            <w:tcW w:w="1330" w:type="dxa"/>
            <w:shd w:val="clear" w:color="auto" w:fill="auto"/>
          </w:tcPr>
          <w:p w:rsidR="00A31973" w:rsidRPr="007D0137" w:rsidRDefault="00A31973" w:rsidP="00342F09">
            <w:pPr>
              <w:pStyle w:val="TableTextNormal"/>
              <w:rPr>
                <w:color w:val="F37B20" w:themeColor="accent5"/>
              </w:rPr>
            </w:pPr>
          </w:p>
        </w:tc>
        <w:tc>
          <w:tcPr>
            <w:tcW w:w="842" w:type="dxa"/>
          </w:tcPr>
          <w:p w:rsidR="00A31973" w:rsidRPr="007D0137" w:rsidRDefault="00A31973" w:rsidP="00342F09">
            <w:pPr>
              <w:pStyle w:val="TableTextNormal"/>
              <w:rPr>
                <w:color w:val="F37B20" w:themeColor="accent5"/>
              </w:rPr>
            </w:pPr>
          </w:p>
        </w:tc>
        <w:tc>
          <w:tcPr>
            <w:tcW w:w="628" w:type="dxa"/>
            <w:shd w:val="clear" w:color="auto" w:fill="auto"/>
          </w:tcPr>
          <w:p w:rsidR="00A31973" w:rsidRPr="007D0137" w:rsidRDefault="00A31973" w:rsidP="00342F09">
            <w:pPr>
              <w:pStyle w:val="TableTextNormal"/>
              <w:rPr>
                <w:color w:val="F37B20" w:themeColor="accent5"/>
              </w:rPr>
            </w:pPr>
          </w:p>
        </w:tc>
        <w:tc>
          <w:tcPr>
            <w:tcW w:w="4380" w:type="dxa"/>
            <w:shd w:val="clear" w:color="auto" w:fill="auto"/>
          </w:tcPr>
          <w:p w:rsidR="00A31973" w:rsidRPr="007D0137" w:rsidRDefault="00A31973" w:rsidP="00342F09">
            <w:pPr>
              <w:pStyle w:val="TableTextNormal"/>
              <w:rPr>
                <w:color w:val="F37B20" w:themeColor="accent5"/>
              </w:rPr>
            </w:pPr>
          </w:p>
        </w:tc>
        <w:tc>
          <w:tcPr>
            <w:tcW w:w="1180" w:type="dxa"/>
            <w:gridSpan w:val="2"/>
            <w:shd w:val="clear" w:color="auto" w:fill="auto"/>
            <w:vAlign w:val="center"/>
          </w:tcPr>
          <w:p w:rsidR="00A31973" w:rsidRPr="007D0137" w:rsidRDefault="00A31973" w:rsidP="006E391F">
            <w:pPr>
              <w:pStyle w:val="TableColumnHeadingNormal"/>
              <w:rPr>
                <w:color w:val="F37B20" w:themeColor="accent5"/>
              </w:rPr>
            </w:pPr>
          </w:p>
        </w:tc>
        <w:tc>
          <w:tcPr>
            <w:tcW w:w="4497" w:type="dxa"/>
            <w:shd w:val="clear" w:color="auto" w:fill="auto"/>
          </w:tcPr>
          <w:p w:rsidR="00A31973" w:rsidRPr="007D0137" w:rsidRDefault="00A31973" w:rsidP="00C0155A">
            <w:pPr>
              <w:pStyle w:val="TableTextNormal"/>
              <w:jc w:val="right"/>
              <w:rPr>
                <w:color w:val="F37B20" w:themeColor="accent5"/>
              </w:rPr>
            </w:pPr>
          </w:p>
        </w:tc>
      </w:tr>
    </w:tbl>
    <w:p w:rsidR="00342F09" w:rsidRDefault="00342F09" w:rsidP="00342F09">
      <w:pPr>
        <w:pStyle w:val="PwCNormal"/>
        <w:numPr>
          <w:ilvl w:val="0"/>
          <w:numId w:val="0"/>
        </w:numPr>
      </w:pPr>
    </w:p>
    <w:p w:rsidR="00D40CEA" w:rsidRPr="00271259" w:rsidRDefault="00271259" w:rsidP="00D40CEA">
      <w:pPr>
        <w:pStyle w:val="Heading6"/>
        <w:rPr>
          <w:i w:val="0"/>
          <w:sz w:val="28"/>
          <w:szCs w:val="28"/>
        </w:rPr>
      </w:pPr>
      <w:bookmarkStart w:id="14" w:name="_Toc277325443"/>
      <w:r>
        <w:rPr>
          <w:i w:val="0"/>
          <w:sz w:val="28"/>
          <w:szCs w:val="28"/>
        </w:rPr>
        <w:t xml:space="preserve">2.12   </w:t>
      </w:r>
      <w:r w:rsidR="00D40CEA" w:rsidRPr="00271259">
        <w:rPr>
          <w:i w:val="0"/>
          <w:sz w:val="28"/>
          <w:szCs w:val="28"/>
        </w:rPr>
        <w:t>Action planning</w:t>
      </w:r>
      <w:bookmarkEnd w:id="14"/>
    </w:p>
    <w:p w:rsidR="00282EA2" w:rsidRDefault="00282EA2" w:rsidP="00282EA2">
      <w:pPr>
        <w:pStyle w:val="PwCNormal"/>
        <w:numPr>
          <w:ilvl w:val="0"/>
          <w:numId w:val="0"/>
        </w:numPr>
      </w:pPr>
    </w:p>
    <w:tbl>
      <w:tblPr>
        <w:tblStyle w:val="Tables-APBase"/>
        <w:tblW w:w="5000" w:type="pct"/>
        <w:tblLook w:val="04A0"/>
      </w:tblPr>
      <w:tblGrid>
        <w:gridCol w:w="3936"/>
        <w:gridCol w:w="6237"/>
        <w:gridCol w:w="1386"/>
        <w:gridCol w:w="1386"/>
      </w:tblGrid>
      <w:tr w:rsidR="00271259" w:rsidRPr="00271259" w:rsidTr="00271259">
        <w:trPr>
          <w:cnfStyle w:val="100000000000"/>
        </w:trPr>
        <w:tc>
          <w:tcPr>
            <w:cnfStyle w:val="000000000100"/>
            <w:tcW w:w="3936" w:type="dxa"/>
            <w:tcBorders>
              <w:top w:val="single" w:sz="4" w:space="0" w:color="F37B20" w:themeColor="accent5"/>
              <w:left w:val="single" w:sz="4" w:space="0" w:color="F37B20" w:themeColor="accent5"/>
              <w:bottom w:val="single" w:sz="4" w:space="0" w:color="F37B20" w:themeColor="accent5"/>
            </w:tcBorders>
            <w:shd w:val="clear" w:color="auto" w:fill="F37B20" w:themeFill="accent5"/>
          </w:tcPr>
          <w:p w:rsidR="00282EA2" w:rsidRPr="00271259" w:rsidRDefault="00282EA2" w:rsidP="00BF178C">
            <w:pPr>
              <w:pStyle w:val="TableColumnHeadingNormal"/>
              <w:rPr>
                <w:color w:val="4C4C72" w:themeColor="background2"/>
              </w:rPr>
            </w:pPr>
            <w:r w:rsidRPr="00271259">
              <w:rPr>
                <w:color w:val="4C4C72" w:themeColor="background2"/>
              </w:rPr>
              <w:t xml:space="preserve">Priority </w:t>
            </w:r>
            <w:r w:rsidR="00867B82" w:rsidRPr="00271259">
              <w:rPr>
                <w:color w:val="4C4C72" w:themeColor="background2"/>
              </w:rPr>
              <w:t>strategy</w:t>
            </w:r>
          </w:p>
        </w:tc>
        <w:tc>
          <w:tcPr>
            <w:tcW w:w="6237" w:type="dxa"/>
            <w:tcBorders>
              <w:top w:val="single" w:sz="4" w:space="0" w:color="F37B20" w:themeColor="accent5"/>
              <w:bottom w:val="single" w:sz="4" w:space="0" w:color="F37B20" w:themeColor="accent5"/>
            </w:tcBorders>
            <w:shd w:val="clear" w:color="auto" w:fill="F37B20" w:themeFill="accent5"/>
          </w:tcPr>
          <w:p w:rsidR="00282EA2" w:rsidRPr="00271259" w:rsidRDefault="00282EA2" w:rsidP="00BF178C">
            <w:pPr>
              <w:pStyle w:val="TableColumnHeadingNormal"/>
              <w:cnfStyle w:val="100000000000"/>
              <w:rPr>
                <w:color w:val="4C4C72" w:themeColor="background2"/>
              </w:rPr>
            </w:pPr>
            <w:r w:rsidRPr="00271259">
              <w:rPr>
                <w:color w:val="4C4C72" w:themeColor="background2"/>
              </w:rPr>
              <w:t>Actions</w:t>
            </w:r>
          </w:p>
        </w:tc>
        <w:tc>
          <w:tcPr>
            <w:tcW w:w="1386" w:type="dxa"/>
            <w:tcBorders>
              <w:top w:val="single" w:sz="4" w:space="0" w:color="F37B20" w:themeColor="accent5"/>
              <w:bottom w:val="single" w:sz="4" w:space="0" w:color="F37B20" w:themeColor="accent5"/>
            </w:tcBorders>
            <w:shd w:val="clear" w:color="auto" w:fill="F37B20" w:themeFill="accent5"/>
          </w:tcPr>
          <w:p w:rsidR="00282EA2" w:rsidRPr="00271259" w:rsidRDefault="00282EA2" w:rsidP="00BF178C">
            <w:pPr>
              <w:pStyle w:val="TableColumnHeadingNormal"/>
              <w:cnfStyle w:val="100000000000"/>
              <w:rPr>
                <w:color w:val="4C4C72" w:themeColor="background2"/>
              </w:rPr>
            </w:pPr>
            <w:r w:rsidRPr="00271259">
              <w:rPr>
                <w:color w:val="4C4C72" w:themeColor="background2"/>
              </w:rPr>
              <w:t xml:space="preserve">By </w:t>
            </w:r>
            <w:r w:rsidR="00867B82" w:rsidRPr="00271259">
              <w:rPr>
                <w:color w:val="4C4C72" w:themeColor="background2"/>
              </w:rPr>
              <w:t>whom</w:t>
            </w:r>
          </w:p>
        </w:tc>
        <w:tc>
          <w:tcPr>
            <w:tcW w:w="1386" w:type="dxa"/>
            <w:tcBorders>
              <w:top w:val="single" w:sz="4" w:space="0" w:color="F37B20" w:themeColor="accent5"/>
              <w:bottom w:val="single" w:sz="4" w:space="0" w:color="F37B20" w:themeColor="accent5"/>
              <w:right w:val="single" w:sz="4" w:space="0" w:color="F37B20" w:themeColor="accent5"/>
            </w:tcBorders>
            <w:shd w:val="clear" w:color="auto" w:fill="F37B20" w:themeFill="accent5"/>
          </w:tcPr>
          <w:p w:rsidR="00282EA2" w:rsidRPr="00271259" w:rsidRDefault="00282EA2" w:rsidP="00282EA2">
            <w:pPr>
              <w:pStyle w:val="TableColumnHeadingNormal"/>
              <w:cnfStyle w:val="100000000000"/>
              <w:rPr>
                <w:color w:val="4C4C72" w:themeColor="background2"/>
              </w:rPr>
            </w:pPr>
            <w:r w:rsidRPr="00271259">
              <w:rPr>
                <w:color w:val="4C4C72" w:themeColor="background2"/>
              </w:rPr>
              <w:t xml:space="preserve">By </w:t>
            </w:r>
            <w:r w:rsidR="00867B82" w:rsidRPr="00271259">
              <w:rPr>
                <w:color w:val="4C4C72" w:themeColor="background2"/>
              </w:rPr>
              <w:t>when</w:t>
            </w:r>
          </w:p>
        </w:tc>
      </w:tr>
      <w:tr w:rsidR="00282EA2" w:rsidTr="00271259">
        <w:tc>
          <w:tcPr>
            <w:tcW w:w="3936" w:type="dxa"/>
            <w:tcBorders>
              <w:top w:val="single" w:sz="4" w:space="0" w:color="F37B20" w:themeColor="accent5"/>
            </w:tcBorders>
          </w:tcPr>
          <w:p w:rsidR="00282EA2" w:rsidRPr="00271259" w:rsidRDefault="006E391F" w:rsidP="00282EA2">
            <w:pPr>
              <w:pStyle w:val="TableTextNormal"/>
              <w:rPr>
                <w:rStyle w:val="Base"/>
                <w:color w:val="F37B20" w:themeColor="accent5"/>
              </w:rPr>
            </w:pPr>
            <w:r w:rsidRPr="00271259">
              <w:rPr>
                <w:rStyle w:val="Base"/>
                <w:color w:val="F37B20" w:themeColor="accent5"/>
              </w:rPr>
              <w:t>1</w:t>
            </w:r>
          </w:p>
          <w:p w:rsidR="006E391F" w:rsidRPr="00271259" w:rsidRDefault="006E391F" w:rsidP="00282EA2">
            <w:pPr>
              <w:pStyle w:val="TableTextNormal"/>
              <w:rPr>
                <w:rStyle w:val="Base"/>
                <w:color w:val="F37B20" w:themeColor="accent5"/>
              </w:rPr>
            </w:pPr>
          </w:p>
        </w:tc>
        <w:tc>
          <w:tcPr>
            <w:tcW w:w="6237" w:type="dxa"/>
            <w:tcBorders>
              <w:top w:val="single" w:sz="4" w:space="0" w:color="F37B20" w:themeColor="accent5"/>
            </w:tcBorders>
          </w:tcPr>
          <w:p w:rsidR="00282EA2" w:rsidRPr="004A4B82" w:rsidRDefault="00282EA2" w:rsidP="00BF178C">
            <w:pPr>
              <w:pStyle w:val="TableTextNormal"/>
            </w:pPr>
          </w:p>
        </w:tc>
        <w:tc>
          <w:tcPr>
            <w:tcW w:w="1386" w:type="dxa"/>
            <w:tcBorders>
              <w:top w:val="single" w:sz="4" w:space="0" w:color="F37B20" w:themeColor="accent5"/>
            </w:tcBorders>
          </w:tcPr>
          <w:p w:rsidR="00282EA2" w:rsidRDefault="00282EA2" w:rsidP="00BF178C">
            <w:pPr>
              <w:pStyle w:val="TableTextNormalCENTRE"/>
            </w:pPr>
          </w:p>
        </w:tc>
        <w:tc>
          <w:tcPr>
            <w:tcW w:w="1386" w:type="dxa"/>
            <w:tcBorders>
              <w:top w:val="single" w:sz="4" w:space="0" w:color="F37B20" w:themeColor="accent5"/>
            </w:tcBorders>
          </w:tcPr>
          <w:p w:rsidR="00282EA2" w:rsidRDefault="00282EA2" w:rsidP="00BF178C">
            <w:pPr>
              <w:pStyle w:val="TableTextNormalCENTRE"/>
            </w:pPr>
          </w:p>
        </w:tc>
      </w:tr>
      <w:tr w:rsidR="00282EA2" w:rsidTr="00282EA2">
        <w:tc>
          <w:tcPr>
            <w:tcW w:w="3936" w:type="dxa"/>
          </w:tcPr>
          <w:p w:rsidR="00282EA2" w:rsidRPr="00271259" w:rsidRDefault="006E391F" w:rsidP="00BF178C">
            <w:pPr>
              <w:pStyle w:val="TableTextNormal"/>
              <w:rPr>
                <w:rStyle w:val="Base"/>
                <w:color w:val="F37B20" w:themeColor="accent5"/>
              </w:rPr>
            </w:pPr>
            <w:r w:rsidRPr="00271259">
              <w:rPr>
                <w:rStyle w:val="Base"/>
                <w:color w:val="F37B20" w:themeColor="accent5"/>
              </w:rPr>
              <w:t>2</w:t>
            </w:r>
          </w:p>
          <w:p w:rsidR="006E391F" w:rsidRPr="00271259" w:rsidRDefault="006E391F" w:rsidP="00BF178C">
            <w:pPr>
              <w:pStyle w:val="TableTextNormal"/>
              <w:rPr>
                <w:rStyle w:val="Base"/>
                <w:color w:val="F37B20" w:themeColor="accent5"/>
              </w:rPr>
            </w:pPr>
          </w:p>
        </w:tc>
        <w:tc>
          <w:tcPr>
            <w:tcW w:w="6237" w:type="dxa"/>
          </w:tcPr>
          <w:p w:rsidR="00282EA2" w:rsidRPr="004A4B82" w:rsidRDefault="00282EA2" w:rsidP="00BF178C">
            <w:pPr>
              <w:pStyle w:val="TableTextNormal"/>
            </w:pPr>
          </w:p>
        </w:tc>
        <w:tc>
          <w:tcPr>
            <w:tcW w:w="1386" w:type="dxa"/>
          </w:tcPr>
          <w:p w:rsidR="00282EA2" w:rsidRDefault="00282EA2" w:rsidP="00BF178C">
            <w:pPr>
              <w:pStyle w:val="TableTextNormalCENTRE"/>
            </w:pPr>
          </w:p>
        </w:tc>
        <w:tc>
          <w:tcPr>
            <w:tcW w:w="1386" w:type="dxa"/>
          </w:tcPr>
          <w:p w:rsidR="00282EA2" w:rsidRDefault="00282EA2" w:rsidP="00BF178C">
            <w:pPr>
              <w:pStyle w:val="TableTextNormalCENTRE"/>
            </w:pPr>
          </w:p>
        </w:tc>
      </w:tr>
      <w:tr w:rsidR="00282EA2" w:rsidTr="00282EA2">
        <w:tc>
          <w:tcPr>
            <w:tcW w:w="3936" w:type="dxa"/>
          </w:tcPr>
          <w:p w:rsidR="00282EA2" w:rsidRPr="00271259" w:rsidRDefault="006E391F" w:rsidP="00BF178C">
            <w:pPr>
              <w:pStyle w:val="TableTextNormal"/>
              <w:rPr>
                <w:rStyle w:val="Base"/>
                <w:color w:val="F37B20" w:themeColor="accent5"/>
              </w:rPr>
            </w:pPr>
            <w:r w:rsidRPr="00271259">
              <w:rPr>
                <w:rStyle w:val="Base"/>
                <w:color w:val="F37B20" w:themeColor="accent5"/>
              </w:rPr>
              <w:t>3</w:t>
            </w:r>
          </w:p>
          <w:p w:rsidR="006E391F" w:rsidRPr="00271259" w:rsidRDefault="006E391F" w:rsidP="00BF178C">
            <w:pPr>
              <w:pStyle w:val="TableTextNormal"/>
              <w:rPr>
                <w:rStyle w:val="Base"/>
                <w:color w:val="F37B20" w:themeColor="accent5"/>
              </w:rPr>
            </w:pPr>
          </w:p>
        </w:tc>
        <w:tc>
          <w:tcPr>
            <w:tcW w:w="6237" w:type="dxa"/>
          </w:tcPr>
          <w:p w:rsidR="00282EA2" w:rsidRPr="004A4B82" w:rsidRDefault="00282EA2" w:rsidP="00BF178C">
            <w:pPr>
              <w:pStyle w:val="TableTextNormal"/>
            </w:pPr>
          </w:p>
        </w:tc>
        <w:tc>
          <w:tcPr>
            <w:tcW w:w="1386" w:type="dxa"/>
          </w:tcPr>
          <w:p w:rsidR="00282EA2" w:rsidRDefault="00282EA2" w:rsidP="00BF178C">
            <w:pPr>
              <w:pStyle w:val="TableTextNormalCENTRE"/>
            </w:pPr>
          </w:p>
        </w:tc>
        <w:tc>
          <w:tcPr>
            <w:tcW w:w="1386" w:type="dxa"/>
          </w:tcPr>
          <w:p w:rsidR="00282EA2" w:rsidRDefault="00282EA2" w:rsidP="00BF178C">
            <w:pPr>
              <w:pStyle w:val="TableTextNormalCENTRE"/>
            </w:pPr>
          </w:p>
        </w:tc>
      </w:tr>
      <w:tr w:rsidR="00282EA2" w:rsidTr="00282EA2">
        <w:tc>
          <w:tcPr>
            <w:tcW w:w="3936" w:type="dxa"/>
          </w:tcPr>
          <w:p w:rsidR="00282EA2" w:rsidRPr="00271259" w:rsidRDefault="006E391F" w:rsidP="00BF178C">
            <w:pPr>
              <w:pStyle w:val="TableTextNormal"/>
              <w:rPr>
                <w:rStyle w:val="Base"/>
                <w:color w:val="F37B20" w:themeColor="accent5"/>
              </w:rPr>
            </w:pPr>
            <w:r w:rsidRPr="00271259">
              <w:rPr>
                <w:rStyle w:val="Base"/>
                <w:color w:val="F37B20" w:themeColor="accent5"/>
              </w:rPr>
              <w:t>4</w:t>
            </w:r>
          </w:p>
          <w:p w:rsidR="006E391F" w:rsidRPr="00271259" w:rsidRDefault="006E391F" w:rsidP="00BF178C">
            <w:pPr>
              <w:pStyle w:val="TableTextNormal"/>
              <w:rPr>
                <w:rStyle w:val="Base"/>
                <w:color w:val="F37B20" w:themeColor="accent5"/>
              </w:rPr>
            </w:pPr>
          </w:p>
        </w:tc>
        <w:tc>
          <w:tcPr>
            <w:tcW w:w="6237" w:type="dxa"/>
          </w:tcPr>
          <w:p w:rsidR="00282EA2" w:rsidRPr="004A4B82" w:rsidRDefault="00282EA2" w:rsidP="00BF178C">
            <w:pPr>
              <w:pStyle w:val="TableTextNormal"/>
            </w:pPr>
          </w:p>
        </w:tc>
        <w:tc>
          <w:tcPr>
            <w:tcW w:w="1386" w:type="dxa"/>
          </w:tcPr>
          <w:p w:rsidR="00282EA2" w:rsidRDefault="00282EA2" w:rsidP="00BF178C">
            <w:pPr>
              <w:pStyle w:val="TableTextNormalCENTRE"/>
            </w:pPr>
          </w:p>
        </w:tc>
        <w:tc>
          <w:tcPr>
            <w:tcW w:w="1386" w:type="dxa"/>
          </w:tcPr>
          <w:p w:rsidR="00282EA2" w:rsidRDefault="00282EA2" w:rsidP="00BF178C">
            <w:pPr>
              <w:pStyle w:val="TableTextNormalCENTRE"/>
            </w:pPr>
          </w:p>
        </w:tc>
      </w:tr>
      <w:tr w:rsidR="00282EA2" w:rsidTr="00282EA2">
        <w:tc>
          <w:tcPr>
            <w:tcW w:w="3936" w:type="dxa"/>
          </w:tcPr>
          <w:p w:rsidR="00282EA2" w:rsidRPr="00271259" w:rsidRDefault="006E391F" w:rsidP="00BF178C">
            <w:pPr>
              <w:pStyle w:val="TableTextNormal"/>
              <w:rPr>
                <w:rStyle w:val="Base"/>
                <w:color w:val="F37B20" w:themeColor="accent5"/>
              </w:rPr>
            </w:pPr>
            <w:r w:rsidRPr="00271259">
              <w:rPr>
                <w:rStyle w:val="Base"/>
                <w:color w:val="F37B20" w:themeColor="accent5"/>
              </w:rPr>
              <w:t>5</w:t>
            </w:r>
          </w:p>
          <w:p w:rsidR="006E391F" w:rsidRPr="00271259" w:rsidRDefault="006E391F" w:rsidP="00BF178C">
            <w:pPr>
              <w:pStyle w:val="TableTextNormal"/>
              <w:rPr>
                <w:rStyle w:val="Base"/>
                <w:color w:val="F37B20" w:themeColor="accent5"/>
              </w:rPr>
            </w:pPr>
          </w:p>
        </w:tc>
        <w:tc>
          <w:tcPr>
            <w:tcW w:w="6237" w:type="dxa"/>
          </w:tcPr>
          <w:p w:rsidR="00282EA2" w:rsidRPr="004A4B82" w:rsidRDefault="00282EA2" w:rsidP="00BF178C">
            <w:pPr>
              <w:pStyle w:val="TableTextNormal"/>
            </w:pPr>
          </w:p>
        </w:tc>
        <w:tc>
          <w:tcPr>
            <w:tcW w:w="1386" w:type="dxa"/>
          </w:tcPr>
          <w:p w:rsidR="00282EA2" w:rsidRDefault="00282EA2" w:rsidP="00BF178C">
            <w:pPr>
              <w:pStyle w:val="TableTextNormalCENTRE"/>
            </w:pPr>
          </w:p>
        </w:tc>
        <w:tc>
          <w:tcPr>
            <w:tcW w:w="1386" w:type="dxa"/>
          </w:tcPr>
          <w:p w:rsidR="00282EA2" w:rsidRDefault="00282EA2" w:rsidP="00BF178C">
            <w:pPr>
              <w:pStyle w:val="TableTextNormalCENTRE"/>
            </w:pPr>
          </w:p>
        </w:tc>
      </w:tr>
      <w:tr w:rsidR="00282EA2" w:rsidTr="00282EA2">
        <w:tc>
          <w:tcPr>
            <w:tcW w:w="3936" w:type="dxa"/>
          </w:tcPr>
          <w:p w:rsidR="00282EA2" w:rsidRPr="00271259" w:rsidRDefault="006E391F" w:rsidP="00BF178C">
            <w:pPr>
              <w:pStyle w:val="TableTextNormal"/>
              <w:rPr>
                <w:rStyle w:val="Base"/>
                <w:color w:val="F37B20" w:themeColor="accent5"/>
              </w:rPr>
            </w:pPr>
            <w:r w:rsidRPr="00271259">
              <w:rPr>
                <w:rStyle w:val="Base"/>
                <w:color w:val="F37B20" w:themeColor="accent5"/>
              </w:rPr>
              <w:t>6</w:t>
            </w:r>
          </w:p>
          <w:p w:rsidR="006E391F" w:rsidRPr="00271259" w:rsidRDefault="006E391F" w:rsidP="00BF178C">
            <w:pPr>
              <w:pStyle w:val="TableTextNormal"/>
              <w:rPr>
                <w:rStyle w:val="Base"/>
                <w:color w:val="F37B20" w:themeColor="accent5"/>
              </w:rPr>
            </w:pPr>
          </w:p>
        </w:tc>
        <w:tc>
          <w:tcPr>
            <w:tcW w:w="6237" w:type="dxa"/>
          </w:tcPr>
          <w:p w:rsidR="00282EA2" w:rsidRPr="004A4B82" w:rsidRDefault="00282EA2" w:rsidP="00BF178C">
            <w:pPr>
              <w:pStyle w:val="TableTextNormal"/>
            </w:pPr>
          </w:p>
        </w:tc>
        <w:tc>
          <w:tcPr>
            <w:tcW w:w="1386" w:type="dxa"/>
          </w:tcPr>
          <w:p w:rsidR="00282EA2" w:rsidRDefault="00282EA2" w:rsidP="00BF178C">
            <w:pPr>
              <w:pStyle w:val="TableTextNormalCENTRE"/>
            </w:pPr>
          </w:p>
        </w:tc>
        <w:tc>
          <w:tcPr>
            <w:tcW w:w="1386" w:type="dxa"/>
          </w:tcPr>
          <w:p w:rsidR="00282EA2" w:rsidRDefault="00282EA2" w:rsidP="00BF178C">
            <w:pPr>
              <w:pStyle w:val="TableTextNormalCENTRE"/>
            </w:pPr>
          </w:p>
        </w:tc>
      </w:tr>
      <w:tr w:rsidR="00282EA2" w:rsidTr="00282EA2">
        <w:tc>
          <w:tcPr>
            <w:tcW w:w="3936" w:type="dxa"/>
          </w:tcPr>
          <w:p w:rsidR="00282EA2" w:rsidRPr="00271259" w:rsidRDefault="006E391F" w:rsidP="00BF178C">
            <w:pPr>
              <w:pStyle w:val="TableTextNormal"/>
              <w:rPr>
                <w:rStyle w:val="Base"/>
                <w:color w:val="F37B20" w:themeColor="accent5"/>
              </w:rPr>
            </w:pPr>
            <w:r w:rsidRPr="00271259">
              <w:rPr>
                <w:rStyle w:val="Base"/>
                <w:color w:val="F37B20" w:themeColor="accent5"/>
              </w:rPr>
              <w:t>7</w:t>
            </w:r>
          </w:p>
          <w:p w:rsidR="006E391F" w:rsidRPr="00271259" w:rsidRDefault="006E391F" w:rsidP="00BF178C">
            <w:pPr>
              <w:pStyle w:val="TableTextNormal"/>
              <w:rPr>
                <w:rStyle w:val="Base"/>
                <w:color w:val="F37B20" w:themeColor="accent5"/>
              </w:rPr>
            </w:pPr>
          </w:p>
        </w:tc>
        <w:tc>
          <w:tcPr>
            <w:tcW w:w="6237" w:type="dxa"/>
          </w:tcPr>
          <w:p w:rsidR="00282EA2" w:rsidRPr="004A4B82" w:rsidRDefault="00282EA2" w:rsidP="00BF178C">
            <w:pPr>
              <w:pStyle w:val="TableTextNormal"/>
            </w:pPr>
          </w:p>
        </w:tc>
        <w:tc>
          <w:tcPr>
            <w:tcW w:w="1386" w:type="dxa"/>
          </w:tcPr>
          <w:p w:rsidR="00282EA2" w:rsidRDefault="00282EA2" w:rsidP="00BF178C">
            <w:pPr>
              <w:pStyle w:val="TableTextNormalCENTRE"/>
            </w:pPr>
          </w:p>
        </w:tc>
        <w:tc>
          <w:tcPr>
            <w:tcW w:w="1386" w:type="dxa"/>
          </w:tcPr>
          <w:p w:rsidR="00282EA2" w:rsidRDefault="00282EA2" w:rsidP="00BF178C">
            <w:pPr>
              <w:pStyle w:val="TableTextNormalCENTRE"/>
            </w:pPr>
          </w:p>
        </w:tc>
      </w:tr>
    </w:tbl>
    <w:p w:rsidR="00282EA2" w:rsidRDefault="00282EA2" w:rsidP="00D40CEA">
      <w:pPr>
        <w:pStyle w:val="PwCNormal"/>
        <w:numPr>
          <w:ilvl w:val="0"/>
          <w:numId w:val="0"/>
        </w:numPr>
      </w:pPr>
    </w:p>
    <w:p w:rsidR="00121A30" w:rsidRDefault="00121A30" w:rsidP="00121A30"/>
    <w:p w:rsidR="00D916AB" w:rsidRDefault="00D916AB" w:rsidP="00121A30">
      <w:pPr>
        <w:pStyle w:val="Heading6"/>
      </w:pPr>
    </w:p>
    <w:sectPr w:rsidR="00D916AB" w:rsidSect="0042583B">
      <w:footerReference w:type="first" r:id="rId18"/>
      <w:type w:val="evenPage"/>
      <w:pgSz w:w="16840" w:h="11907" w:orient="landscape" w:code="9"/>
      <w:pgMar w:top="1134" w:right="567" w:bottom="993" w:left="3317" w:header="567" w:footer="567" w:gutter="227"/>
      <w:pgBorders w:offsetFrom="page">
        <w:top w:val="single" w:sz="6" w:space="24" w:color="464D53" w:themeColor="text2"/>
        <w:left w:val="single" w:sz="6" w:space="24" w:color="464D53" w:themeColor="text2"/>
      </w:pgBorders>
      <w:cols w:space="227"/>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590" w:rsidRDefault="00030590" w:rsidP="004343B3">
      <w:pPr>
        <w:pStyle w:val="Separator"/>
      </w:pPr>
      <w:r>
        <w:separator/>
      </w:r>
    </w:p>
  </w:endnote>
  <w:endnote w:type="continuationSeparator" w:id="0">
    <w:p w:rsidR="00030590" w:rsidRDefault="00030590" w:rsidP="004343B3">
      <w:pPr>
        <w:pStyle w:val="Separator"/>
      </w:pPr>
      <w:r>
        <w:continuationSeparator/>
      </w:r>
    </w:p>
  </w:endnote>
  <w:endnote w:type="continuationNotice" w:id="1">
    <w:p w:rsidR="00030590" w:rsidRDefault="00030590" w:rsidP="004343B3">
      <w:pPr>
        <w:pStyle w:val="Separato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83B" w:rsidRDefault="004258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C4" w:rsidRDefault="00B90EC4" w:rsidP="0074777D">
    <w:pPr>
      <w:pStyle w:val="dividerline"/>
    </w:pPr>
  </w:p>
  <w:p w:rsidR="00B90EC4" w:rsidRPr="0074777D" w:rsidRDefault="0081213E" w:rsidP="0074777D">
    <w:pPr>
      <w:pStyle w:val="Footer"/>
      <w:tabs>
        <w:tab w:val="clear" w:pos="2551"/>
        <w:tab w:val="clear" w:pos="7682"/>
        <w:tab w:val="center" w:pos="5103"/>
        <w:tab w:val="right" w:pos="12616"/>
      </w:tabs>
    </w:pPr>
    <w:r>
      <w:rPr>
        <w:noProof/>
      </w:rPr>
      <w:drawing>
        <wp:anchor distT="0" distB="0" distL="114300" distR="114300" simplePos="0" relativeHeight="251643904" behindDoc="0" locked="0" layoutInCell="1" allowOverlap="1">
          <wp:simplePos x="0" y="0"/>
          <wp:positionH relativeFrom="margin">
            <wp:posOffset>-457200</wp:posOffset>
          </wp:positionH>
          <wp:positionV relativeFrom="margin">
            <wp:posOffset>6369685</wp:posOffset>
          </wp:positionV>
          <wp:extent cx="972820" cy="26670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Daniels &amp; Co Orange on White Horiz Narrow.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72820" cy="266700"/>
                  </a:xfrm>
                  <a:prstGeom prst="rect">
                    <a:avLst/>
                  </a:prstGeom>
                </pic:spPr>
              </pic:pic>
            </a:graphicData>
          </a:graphic>
        </wp:anchor>
      </w:drawing>
    </w:r>
    <w:r w:rsidR="00B90EC4">
      <w:tab/>
    </w:r>
    <w:r w:rsidR="00677D89">
      <w:fldChar w:fldCharType="begin"/>
    </w:r>
    <w:r w:rsidR="00A64810">
      <w:instrText xml:space="preserve"> PAGE   \* MERGEFORMAT </w:instrText>
    </w:r>
    <w:r w:rsidR="00677D89">
      <w:fldChar w:fldCharType="separate"/>
    </w:r>
    <w:r w:rsidR="00BC1001">
      <w:rPr>
        <w:noProof/>
      </w:rPr>
      <w:t>ii</w:t>
    </w:r>
    <w:r w:rsidR="00677D89">
      <w:rPr>
        <w:noProof/>
      </w:rPr>
      <w:fldChar w:fldCharType="end"/>
    </w:r>
    <w:r w:rsidR="00B90EC4">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83B" w:rsidRDefault="0042583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C4" w:rsidRPr="0074777D" w:rsidRDefault="00271259" w:rsidP="0042583B">
    <w:pPr>
      <w:pStyle w:val="Footer"/>
      <w:tabs>
        <w:tab w:val="clear" w:pos="2551"/>
        <w:tab w:val="clear" w:pos="7682"/>
        <w:tab w:val="center" w:pos="5103"/>
        <w:tab w:val="left" w:pos="5461"/>
        <w:tab w:val="right" w:pos="12616"/>
      </w:tabs>
    </w:pPr>
    <w:r>
      <w:rPr>
        <w:noProof/>
      </w:rPr>
      <w:drawing>
        <wp:anchor distT="0" distB="0" distL="114300" distR="114300" simplePos="0" relativeHeight="251674624" behindDoc="0" locked="0" layoutInCell="1" allowOverlap="1">
          <wp:simplePos x="0" y="0"/>
          <wp:positionH relativeFrom="column">
            <wp:posOffset>-445391</wp:posOffset>
          </wp:positionH>
          <wp:positionV relativeFrom="page">
            <wp:posOffset>7103242</wp:posOffset>
          </wp:positionV>
          <wp:extent cx="1285200" cy="352800"/>
          <wp:effectExtent l="0" t="0" r="0" b="0"/>
          <wp:wrapTopAndBottom/>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Daniels &amp; Co Orange on White Horiz Narrow.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85200" cy="352800"/>
                  </a:xfrm>
                  <a:prstGeom prst="rect">
                    <a:avLst/>
                  </a:prstGeom>
                </pic:spPr>
              </pic:pic>
            </a:graphicData>
          </a:graphic>
        </wp:anchor>
      </w:drawing>
    </w:r>
    <w:r w:rsidR="00B90EC4">
      <w:tab/>
    </w:r>
    <w:r w:rsidR="008228BD">
      <w:t>13</w:t>
    </w:r>
    <w:r w:rsidR="0042583B">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973" w:rsidRDefault="00A31973" w:rsidP="005A0B7B">
    <w:pPr>
      <w:pStyle w:val="Footer"/>
      <w:tabs>
        <w:tab w:val="clear" w:pos="2551"/>
        <w:tab w:val="clear" w:pos="7682"/>
        <w:tab w:val="center" w:pos="5103"/>
        <w:tab w:val="right" w:pos="12616"/>
      </w:tabs>
    </w:pPr>
  </w:p>
  <w:p w:rsidR="00B90EC4" w:rsidRDefault="00A31973" w:rsidP="005A0B7B">
    <w:pPr>
      <w:pStyle w:val="Footer"/>
      <w:tabs>
        <w:tab w:val="clear" w:pos="2551"/>
        <w:tab w:val="clear" w:pos="7682"/>
        <w:tab w:val="center" w:pos="5103"/>
        <w:tab w:val="right" w:pos="12616"/>
      </w:tabs>
    </w:pPr>
    <w:r>
      <w:rPr>
        <w:noProof/>
      </w:rPr>
      <w:drawing>
        <wp:anchor distT="0" distB="0" distL="114300" distR="114300" simplePos="0" relativeHeight="251644928" behindDoc="0" locked="0" layoutInCell="1" allowOverlap="1">
          <wp:simplePos x="0" y="0"/>
          <wp:positionH relativeFrom="column">
            <wp:posOffset>-288290</wp:posOffset>
          </wp:positionH>
          <wp:positionV relativeFrom="page">
            <wp:posOffset>7063740</wp:posOffset>
          </wp:positionV>
          <wp:extent cx="1285200" cy="352800"/>
          <wp:effectExtent l="0" t="0" r="0" b="0"/>
          <wp:wrapTopAndBottom/>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Daniels &amp; Co Orange on White Horiz Narrow.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85200" cy="352800"/>
                  </a:xfrm>
                  <a:prstGeom prst="rect">
                    <a:avLst/>
                  </a:prstGeom>
                </pic:spPr>
              </pic:pic>
            </a:graphicData>
          </a:graphic>
        </wp:anchor>
      </w:drawing>
    </w:r>
  </w:p>
  <w:p w:rsidR="00B90EC4" w:rsidRPr="005A0B7B" w:rsidRDefault="00B90EC4" w:rsidP="004C4394">
    <w:pPr>
      <w:pStyle w:val="Footer"/>
      <w:tabs>
        <w:tab w:val="clear" w:pos="2551"/>
        <w:tab w:val="clear" w:pos="7682"/>
        <w:tab w:val="center" w:pos="5103"/>
        <w:tab w:val="right" w:pos="12616"/>
      </w:tabs>
      <w:ind w:left="0"/>
    </w:pPr>
    <w:r>
      <w:tab/>
    </w:r>
    <w:r w:rsidR="00677D89">
      <w:fldChar w:fldCharType="begin"/>
    </w:r>
    <w:r w:rsidR="00A64810">
      <w:instrText xml:space="preserve"> PAGE   \* MERGEFORMAT </w:instrText>
    </w:r>
    <w:r w:rsidR="00677D89">
      <w:fldChar w:fldCharType="separate"/>
    </w:r>
    <w:r w:rsidR="00BC1001">
      <w:rPr>
        <w:noProof/>
      </w:rPr>
      <w:t>1</w:t>
    </w:r>
    <w:r w:rsidR="00677D89">
      <w:rPr>
        <w:noProof/>
      </w:rPr>
      <w:fldChar w:fldCharType="end"/>
    </w:r>
    <w: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C4" w:rsidRDefault="00F9386A" w:rsidP="00121A30">
    <w:pPr>
      <w:pStyle w:val="Footer"/>
      <w:tabs>
        <w:tab w:val="clear" w:pos="2551"/>
        <w:tab w:val="clear" w:pos="7682"/>
        <w:tab w:val="center" w:pos="5046"/>
      </w:tabs>
    </w:pPr>
    <w:r>
      <w:rPr>
        <w:noProof/>
      </w:rPr>
      <w:drawing>
        <wp:anchor distT="0" distB="0" distL="114300" distR="114300" simplePos="0" relativeHeight="251659776" behindDoc="0" locked="0" layoutInCell="1" allowOverlap="1">
          <wp:simplePos x="0" y="0"/>
          <wp:positionH relativeFrom="column">
            <wp:posOffset>-178130</wp:posOffset>
          </wp:positionH>
          <wp:positionV relativeFrom="page">
            <wp:posOffset>6973694</wp:posOffset>
          </wp:positionV>
          <wp:extent cx="1285200" cy="352800"/>
          <wp:effectExtent l="0" t="0" r="0" b="0"/>
          <wp:wrapTopAndBottom/>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Daniels &amp; Co Orange on White Horiz Narrow.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85200" cy="352800"/>
                  </a:xfrm>
                  <a:prstGeom prst="rect">
                    <a:avLst/>
                  </a:prstGeom>
                </pic:spPr>
              </pic:pic>
            </a:graphicData>
          </a:graphic>
        </wp:anchor>
      </w:drawing>
    </w:r>
    <w:r w:rsidR="00121A30">
      <w:tab/>
      <w:t>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590" w:rsidRDefault="00030590" w:rsidP="004343B3">
      <w:pPr>
        <w:pStyle w:val="Separator"/>
      </w:pPr>
      <w:r>
        <w:separator/>
      </w:r>
    </w:p>
  </w:footnote>
  <w:footnote w:type="continuationSeparator" w:id="0">
    <w:p w:rsidR="00030590" w:rsidRDefault="00030590" w:rsidP="004343B3">
      <w:pPr>
        <w:pStyle w:val="Separator"/>
      </w:pPr>
      <w:r>
        <w:continuationSeparator/>
      </w:r>
    </w:p>
  </w:footnote>
  <w:footnote w:type="continuationNotice" w:id="1">
    <w:p w:rsidR="00030590" w:rsidRDefault="00030590" w:rsidP="004343B3">
      <w:pPr>
        <w:pStyle w:val="Separato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83B" w:rsidRDefault="004258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C4" w:rsidRDefault="00B90EC4" w:rsidP="00F9386A">
    <w:pPr>
      <w:pStyle w:val="Header"/>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C4" w:rsidRPr="0051607C" w:rsidRDefault="00B90EC4" w:rsidP="00E12750">
    <w:pPr>
      <w:pStyle w:val="FirstPagePanelFrame"/>
      <w:framePr w:w="12829" w:wrap="notBeside"/>
    </w:pPr>
  </w:p>
  <w:p w:rsidR="00B90EC4" w:rsidRPr="00C36917" w:rsidRDefault="00B90EC4" w:rsidP="00C369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C5C15C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A60A7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E2E8112"/>
    <w:lvl w:ilvl="0">
      <w:start w:val="1"/>
      <w:numFmt w:val="decimal"/>
      <w:pStyle w:val="ListNumber3"/>
      <w:lvlText w:val="%1."/>
      <w:lvlJc w:val="left"/>
      <w:pPr>
        <w:tabs>
          <w:tab w:val="num" w:pos="926"/>
        </w:tabs>
        <w:ind w:left="926" w:hanging="360"/>
      </w:pPr>
    </w:lvl>
  </w:abstractNum>
  <w:abstractNum w:abstractNumId="3">
    <w:nsid w:val="FFFFFF7F"/>
    <w:multiLevelType w:val="singleLevel"/>
    <w:tmpl w:val="8CAE505C"/>
    <w:lvl w:ilvl="0">
      <w:start w:val="1"/>
      <w:numFmt w:val="decimal"/>
      <w:pStyle w:val="ListNumber2"/>
      <w:lvlText w:val="%1."/>
      <w:lvlJc w:val="left"/>
      <w:pPr>
        <w:tabs>
          <w:tab w:val="num" w:pos="643"/>
        </w:tabs>
        <w:ind w:left="643" w:hanging="360"/>
      </w:pPr>
    </w:lvl>
  </w:abstractNum>
  <w:abstractNum w:abstractNumId="4">
    <w:nsid w:val="FFFFFF80"/>
    <w:multiLevelType w:val="singleLevel"/>
    <w:tmpl w:val="BB3EF11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8"/>
    <w:multiLevelType w:val="singleLevel"/>
    <w:tmpl w:val="395848C2"/>
    <w:lvl w:ilvl="0">
      <w:start w:val="1"/>
      <w:numFmt w:val="decimal"/>
      <w:pStyle w:val="ListNumber"/>
      <w:lvlText w:val="%1."/>
      <w:lvlJc w:val="left"/>
      <w:pPr>
        <w:tabs>
          <w:tab w:val="num" w:pos="360"/>
        </w:tabs>
        <w:ind w:left="360" w:hanging="360"/>
      </w:pPr>
    </w:lvl>
  </w:abstractNum>
  <w:abstractNum w:abstractNumId="6">
    <w:nsid w:val="FFFFFF89"/>
    <w:multiLevelType w:val="singleLevel"/>
    <w:tmpl w:val="99AAB142"/>
    <w:lvl w:ilvl="0">
      <w:start w:val="1"/>
      <w:numFmt w:val="bullet"/>
      <w:pStyle w:val="ListBullet"/>
      <w:lvlText w:val=""/>
      <w:lvlJc w:val="left"/>
      <w:pPr>
        <w:tabs>
          <w:tab w:val="num" w:pos="360"/>
        </w:tabs>
        <w:ind w:left="360" w:hanging="360"/>
      </w:pPr>
      <w:rPr>
        <w:rFonts w:ascii="Symbol" w:hAnsi="Symbol" w:hint="default"/>
      </w:rPr>
    </w:lvl>
  </w:abstractNum>
  <w:abstractNum w:abstractNumId="7">
    <w:nsid w:val="0731221B"/>
    <w:multiLevelType w:val="multilevel"/>
    <w:tmpl w:val="54B62ED8"/>
    <w:styleLink w:val="BulletList"/>
    <w:lvl w:ilvl="0">
      <w:start w:val="1"/>
      <w:numFmt w:val="bullet"/>
      <w:lvlRestart w:val="0"/>
      <w:lvlText w:val=""/>
      <w:lvlJc w:val="left"/>
      <w:pPr>
        <w:tabs>
          <w:tab w:val="num" w:pos="567"/>
        </w:tabs>
        <w:ind w:left="567" w:hanging="567"/>
      </w:pPr>
      <w:rPr>
        <w:rFonts w:ascii="Symbol" w:hAnsi="Symbol" w:hint="default"/>
        <w:b w:val="0"/>
        <w:i w:val="0"/>
        <w:color w:val="auto"/>
      </w:rPr>
    </w:lvl>
    <w:lvl w:ilvl="1">
      <w:start w:val="1"/>
      <w:numFmt w:val="bullet"/>
      <w:lvlText w:val="–"/>
      <w:lvlJc w:val="left"/>
      <w:pPr>
        <w:tabs>
          <w:tab w:val="num" w:pos="1134"/>
        </w:tabs>
        <w:ind w:left="1134" w:hanging="567"/>
      </w:pPr>
      <w:rPr>
        <w:rFonts w:ascii="Arial" w:hAnsi="Arial" w:hint="default"/>
        <w:b w:val="0"/>
        <w:i w:val="0"/>
        <w:color w:val="auto"/>
      </w:rPr>
    </w:lvl>
    <w:lvl w:ilvl="2">
      <w:start w:val="1"/>
      <w:numFmt w:val="bullet"/>
      <w:lvlText w:val="o"/>
      <w:lvlJc w:val="left"/>
      <w:pPr>
        <w:tabs>
          <w:tab w:val="num" w:pos="1701"/>
        </w:tabs>
        <w:ind w:left="1701" w:hanging="567"/>
      </w:pPr>
      <w:rPr>
        <w:rFonts w:ascii="Arial" w:hAnsi="Arial" w:hint="default"/>
        <w:b w:val="0"/>
        <w:i w:val="0"/>
        <w:color w:val="auto"/>
        <w:sz w:val="10"/>
        <w:szCs w:val="10"/>
      </w:rPr>
    </w:lvl>
    <w:lvl w:ilvl="3">
      <w:start w:val="1"/>
      <w:numFmt w:val="bullet"/>
      <w:lvlText w:val=""/>
      <w:lvlJc w:val="left"/>
      <w:pPr>
        <w:tabs>
          <w:tab w:val="num" w:pos="2268"/>
        </w:tabs>
        <w:ind w:left="2268" w:hanging="567"/>
      </w:pPr>
      <w:rPr>
        <w:rFonts w:ascii="Wingdings" w:hAnsi="Wingdings" w:hint="default"/>
        <w:b w:val="0"/>
        <w:i w:val="0"/>
        <w:color w:val="auto"/>
        <w:sz w:val="10"/>
        <w:szCs w:val="10"/>
      </w:rPr>
    </w:lvl>
    <w:lvl w:ilvl="4">
      <w:start w:val="1"/>
      <w:numFmt w:val="none"/>
      <w:lvlText w:val="%5"/>
      <w:lvlJc w:val="left"/>
      <w:pPr>
        <w:tabs>
          <w:tab w:val="num" w:pos="0"/>
        </w:tabs>
        <w:ind w:left="0" w:firstLine="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8">
    <w:nsid w:val="09257FF5"/>
    <w:multiLevelType w:val="multilevel"/>
    <w:tmpl w:val="585065D6"/>
    <w:name w:val="TableBullets9"/>
    <w:lvl w:ilvl="0">
      <w:start w:val="1"/>
      <w:numFmt w:val="bullet"/>
      <w:pStyle w:val="CVBullet1"/>
      <w:lvlText w:val=""/>
      <w:lvlJc w:val="left"/>
      <w:pPr>
        <w:ind w:left="227" w:hanging="227"/>
      </w:pPr>
      <w:rPr>
        <w:rFonts w:ascii="Symbol" w:hAnsi="Symbol" w:hint="default"/>
        <w:color w:val="auto"/>
      </w:rPr>
    </w:lvl>
    <w:lvl w:ilvl="1">
      <w:start w:val="1"/>
      <w:numFmt w:val="bullet"/>
      <w:pStyle w:val="CVBullet2"/>
      <w:lvlText w:val="–"/>
      <w:lvlJc w:val="left"/>
      <w:pPr>
        <w:ind w:left="454" w:hanging="227"/>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13C4B44"/>
    <w:multiLevelType w:val="multilevel"/>
    <w:tmpl w:val="4E5C847A"/>
    <w:styleLink w:val="Indents"/>
    <w:lvl w:ilvl="0">
      <w:start w:val="1"/>
      <w:numFmt w:val="none"/>
      <w:pStyle w:val="PwCNormal"/>
      <w:suff w:val="nothing"/>
      <w:lvlText w:val=""/>
      <w:lvlJc w:val="left"/>
      <w:pPr>
        <w:ind w:left="0" w:firstLine="0"/>
      </w:pPr>
      <w:rPr>
        <w:rFonts w:hint="default"/>
        <w:color w:val="auto"/>
      </w:rPr>
    </w:lvl>
    <w:lvl w:ilvl="1">
      <w:start w:val="1"/>
      <w:numFmt w:val="none"/>
      <w:pStyle w:val="Indent1"/>
      <w:suff w:val="nothing"/>
      <w:lvlText w:val=""/>
      <w:lvlJc w:val="left"/>
      <w:pPr>
        <w:ind w:left="567" w:firstLine="0"/>
      </w:pPr>
      <w:rPr>
        <w:rFonts w:hint="default"/>
      </w:rPr>
    </w:lvl>
    <w:lvl w:ilvl="2">
      <w:start w:val="1"/>
      <w:numFmt w:val="none"/>
      <w:pStyle w:val="Indent2"/>
      <w:suff w:val="nothing"/>
      <w:lvlText w:val=""/>
      <w:lvlJc w:val="left"/>
      <w:pPr>
        <w:ind w:left="1134" w:firstLine="0"/>
      </w:pPr>
      <w:rPr>
        <w:rFonts w:hint="default"/>
      </w:rPr>
    </w:lvl>
    <w:lvl w:ilvl="3">
      <w:start w:val="1"/>
      <w:numFmt w:val="none"/>
      <w:pStyle w:val="Indent3"/>
      <w:suff w:val="nothing"/>
      <w:lvlText w:val=""/>
      <w:lvlJc w:val="left"/>
      <w:pPr>
        <w:ind w:left="1701" w:firstLine="0"/>
      </w:pPr>
      <w:rPr>
        <w:rFonts w:hint="default"/>
      </w:rPr>
    </w:lvl>
    <w:lvl w:ilvl="4">
      <w:start w:val="1"/>
      <w:numFmt w:val="none"/>
      <w:pStyle w:val="Indent4"/>
      <w:suff w:val="nothing"/>
      <w:lvlText w:val=""/>
      <w:lvlJc w:val="left"/>
      <w:pPr>
        <w:ind w:left="2268" w:firstLine="0"/>
      </w:pPr>
      <w:rPr>
        <w:rFonts w:hint="default"/>
      </w:rPr>
    </w:lvl>
    <w:lvl w:ilvl="5">
      <w:start w:val="1"/>
      <w:numFmt w:val="none"/>
      <w:pStyle w:val="Indent5"/>
      <w:suff w:val="nothing"/>
      <w:lvlText w:val=""/>
      <w:lvlJc w:val="left"/>
      <w:pPr>
        <w:ind w:left="2835" w:firstLine="0"/>
      </w:pPr>
      <w:rPr>
        <w:rFonts w:hint="default"/>
      </w:rPr>
    </w:lvl>
    <w:lvl w:ilvl="6">
      <w:start w:val="1"/>
      <w:numFmt w:val="none"/>
      <w:pStyle w:val="Indent6"/>
      <w:suff w:val="nothing"/>
      <w:lvlText w:val=""/>
      <w:lvlJc w:val="left"/>
      <w:pPr>
        <w:ind w:left="3402" w:firstLine="0"/>
      </w:pPr>
      <w:rPr>
        <w:rFonts w:hint="default"/>
      </w:rPr>
    </w:lvl>
    <w:lvl w:ilvl="7">
      <w:start w:val="1"/>
      <w:numFmt w:val="none"/>
      <w:pStyle w:val="Indent7"/>
      <w:suff w:val="nothing"/>
      <w:lvlText w:val=""/>
      <w:lvlJc w:val="left"/>
      <w:pPr>
        <w:ind w:left="3969" w:firstLine="0"/>
      </w:pPr>
      <w:rPr>
        <w:rFonts w:hint="default"/>
      </w:rPr>
    </w:lvl>
    <w:lvl w:ilvl="8">
      <w:start w:val="1"/>
      <w:numFmt w:val="none"/>
      <w:pStyle w:val="Indent8"/>
      <w:suff w:val="nothing"/>
      <w:lvlText w:val=""/>
      <w:lvlJc w:val="left"/>
      <w:pPr>
        <w:ind w:left="4536" w:firstLine="0"/>
      </w:pPr>
      <w:rPr>
        <w:rFonts w:hint="default"/>
      </w:rPr>
    </w:lvl>
  </w:abstractNum>
  <w:abstractNum w:abstractNumId="1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1016E66"/>
    <w:multiLevelType w:val="hybridMultilevel"/>
    <w:tmpl w:val="BA9EB3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BF876DE"/>
    <w:multiLevelType w:val="multilevel"/>
    <w:tmpl w:val="B7F496D4"/>
    <w:lvl w:ilvl="0">
      <w:start w:val="1"/>
      <w:numFmt w:val="bullet"/>
      <w:lvlRestart w:val="0"/>
      <w:pStyle w:val="TableBullet1Small"/>
      <w:lvlText w:val=""/>
      <w:lvlJc w:val="left"/>
      <w:pPr>
        <w:tabs>
          <w:tab w:val="num" w:pos="284"/>
        </w:tabs>
        <w:ind w:left="170" w:hanging="170"/>
      </w:pPr>
      <w:rPr>
        <w:rFonts w:ascii="Symbol" w:hAnsi="Symbol" w:hint="default"/>
        <w:b w:val="0"/>
        <w:i w:val="0"/>
        <w:color w:val="auto"/>
      </w:rPr>
    </w:lvl>
    <w:lvl w:ilvl="1">
      <w:start w:val="1"/>
      <w:numFmt w:val="bullet"/>
      <w:lvlRestart w:val="0"/>
      <w:pStyle w:val="TableBullet2Small"/>
      <w:lvlText w:val="–"/>
      <w:lvlJc w:val="left"/>
      <w:pPr>
        <w:tabs>
          <w:tab w:val="num" w:pos="567"/>
        </w:tabs>
        <w:ind w:left="340" w:hanging="170"/>
      </w:pPr>
      <w:rPr>
        <w:rFonts w:ascii="Arial" w:hAnsi="Arial" w:hint="default"/>
        <w:b w:val="0"/>
        <w:i w:val="0"/>
        <w:color w:val="auto"/>
      </w:rPr>
    </w:lvl>
    <w:lvl w:ilvl="2">
      <w:start w:val="1"/>
      <w:numFmt w:val="bullet"/>
      <w:lvlRestart w:val="0"/>
      <w:pStyle w:val="TableBullet3Small"/>
      <w:lvlText w:val="o"/>
      <w:lvlJc w:val="left"/>
      <w:pPr>
        <w:tabs>
          <w:tab w:val="num" w:pos="851"/>
        </w:tabs>
        <w:ind w:left="510" w:hanging="170"/>
      </w:pPr>
      <w:rPr>
        <w:rFonts w:ascii="Arial" w:hAnsi="Arial" w:hint="default"/>
        <w:b w:val="0"/>
        <w:i w:val="0"/>
        <w:color w:val="auto"/>
        <w:sz w:val="10"/>
        <w:szCs w:val="10"/>
      </w:rPr>
    </w:lvl>
    <w:lvl w:ilvl="3">
      <w:start w:val="1"/>
      <w:numFmt w:val="none"/>
      <w:lvlRestart w:val="0"/>
      <w:lvlText w:val=""/>
      <w:lvlJc w:val="left"/>
      <w:pPr>
        <w:tabs>
          <w:tab w:val="num" w:pos="2880"/>
        </w:tabs>
        <w:ind w:left="2880" w:hanging="720"/>
      </w:pPr>
      <w:rPr>
        <w:rFonts w:hint="default"/>
        <w:b w:val="0"/>
        <w:i w:val="0"/>
        <w:color w:val="auto"/>
        <w:sz w:val="10"/>
        <w:szCs w:val="10"/>
      </w:rPr>
    </w:lvl>
    <w:lvl w:ilvl="4">
      <w:start w:val="1"/>
      <w:numFmt w:val="lowerLetter"/>
      <w:lvlText w:val=""/>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13">
    <w:nsid w:val="32D7125E"/>
    <w:multiLevelType w:val="multilevel"/>
    <w:tmpl w:val="8E0CCD38"/>
    <w:styleLink w:val="CVBullets"/>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580C1D"/>
    <w:multiLevelType w:val="hybridMultilevel"/>
    <w:tmpl w:val="05226CE0"/>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nsid w:val="460B564E"/>
    <w:multiLevelType w:val="multilevel"/>
    <w:tmpl w:val="D5EA105E"/>
    <w:styleLink w:val="TableBulletSmallList"/>
    <w:lvl w:ilvl="0">
      <w:start w:val="1"/>
      <w:numFmt w:val="bullet"/>
      <w:lvlRestart w:val="0"/>
      <w:lvlText w:val=""/>
      <w:lvlJc w:val="left"/>
      <w:pPr>
        <w:tabs>
          <w:tab w:val="num" w:pos="284"/>
        </w:tabs>
        <w:ind w:left="284" w:hanging="284"/>
      </w:pPr>
      <w:rPr>
        <w:rFonts w:ascii="Symbol" w:hAnsi="Symbol" w:hint="default"/>
        <w:b w:val="0"/>
        <w:i w:val="0"/>
        <w:color w:val="auto"/>
      </w:rPr>
    </w:lvl>
    <w:lvl w:ilvl="1">
      <w:start w:val="1"/>
      <w:numFmt w:val="bullet"/>
      <w:lvlRestart w:val="0"/>
      <w:lvlText w:val="–"/>
      <w:lvlJc w:val="left"/>
      <w:pPr>
        <w:tabs>
          <w:tab w:val="num" w:pos="567"/>
        </w:tabs>
        <w:ind w:left="567" w:hanging="283"/>
      </w:pPr>
      <w:rPr>
        <w:rFonts w:ascii="Arial" w:hAnsi="Arial" w:hint="default"/>
        <w:b w:val="0"/>
        <w:i w:val="0"/>
        <w:color w:val="auto"/>
      </w:rPr>
    </w:lvl>
    <w:lvl w:ilvl="2">
      <w:start w:val="1"/>
      <w:numFmt w:val="bullet"/>
      <w:lvlRestart w:val="0"/>
      <w:lvlText w:val="o"/>
      <w:lvlJc w:val="left"/>
      <w:pPr>
        <w:tabs>
          <w:tab w:val="num" w:pos="851"/>
        </w:tabs>
        <w:ind w:left="851" w:hanging="284"/>
      </w:pPr>
      <w:rPr>
        <w:rFonts w:ascii="Arial" w:hAnsi="Arial" w:hint="default"/>
        <w:b w:val="0"/>
        <w:i w:val="0"/>
        <w:color w:val="auto"/>
        <w:sz w:val="10"/>
        <w:szCs w:val="10"/>
      </w:rPr>
    </w:lvl>
    <w:lvl w:ilvl="3">
      <w:start w:val="1"/>
      <w:numFmt w:val="none"/>
      <w:lvlRestart w:val="0"/>
      <w:lvlText w:val=""/>
      <w:lvlJc w:val="left"/>
      <w:pPr>
        <w:tabs>
          <w:tab w:val="num" w:pos="2880"/>
        </w:tabs>
        <w:ind w:left="2880" w:hanging="720"/>
      </w:pPr>
      <w:rPr>
        <w:rFonts w:hint="default"/>
        <w:b w:val="0"/>
        <w:i w:val="0"/>
        <w:color w:val="auto"/>
        <w:sz w:val="10"/>
        <w:szCs w:val="10"/>
      </w:rPr>
    </w:lvl>
    <w:lvl w:ilvl="4">
      <w:start w:val="1"/>
      <w:numFmt w:val="lowerLetter"/>
      <w:lvlText w:val=""/>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16">
    <w:nsid w:val="4AAB5470"/>
    <w:multiLevelType w:val="multilevel"/>
    <w:tmpl w:val="E78EECA4"/>
    <w:lvl w:ilvl="0">
      <w:start w:val="1"/>
      <w:numFmt w:val="bullet"/>
      <w:lvlRestart w:val="0"/>
      <w:pStyle w:val="Bullet1"/>
      <w:lvlText w:val=""/>
      <w:lvlJc w:val="left"/>
      <w:pPr>
        <w:tabs>
          <w:tab w:val="num" w:pos="284"/>
        </w:tabs>
        <w:ind w:left="227" w:hanging="227"/>
      </w:pPr>
      <w:rPr>
        <w:rFonts w:ascii="Symbol" w:hAnsi="Symbol" w:hint="default"/>
        <w:b w:val="0"/>
        <w:i w:val="0"/>
        <w:color w:val="auto"/>
      </w:rPr>
    </w:lvl>
    <w:lvl w:ilvl="1">
      <w:start w:val="1"/>
      <w:numFmt w:val="bullet"/>
      <w:pStyle w:val="Bullet2"/>
      <w:lvlText w:val="–"/>
      <w:lvlJc w:val="left"/>
      <w:pPr>
        <w:tabs>
          <w:tab w:val="num" w:pos="567"/>
        </w:tabs>
        <w:ind w:left="454" w:hanging="227"/>
      </w:pPr>
      <w:rPr>
        <w:rFonts w:ascii="Arial" w:hAnsi="Arial" w:hint="default"/>
        <w:b w:val="0"/>
        <w:i w:val="0"/>
        <w:color w:val="auto"/>
      </w:rPr>
    </w:lvl>
    <w:lvl w:ilvl="2">
      <w:start w:val="1"/>
      <w:numFmt w:val="bullet"/>
      <w:pStyle w:val="Bullet3"/>
      <w:lvlText w:val="›"/>
      <w:lvlJc w:val="left"/>
      <w:pPr>
        <w:tabs>
          <w:tab w:val="num" w:pos="851"/>
        </w:tabs>
        <w:ind w:left="680" w:hanging="226"/>
      </w:pPr>
      <w:rPr>
        <w:rFonts w:ascii="Arial" w:hAnsi="Arial" w:hint="default"/>
        <w:b w:val="0"/>
        <w:i w:val="0"/>
        <w:color w:val="auto"/>
        <w:sz w:val="18"/>
        <w:szCs w:val="10"/>
      </w:rPr>
    </w:lvl>
    <w:lvl w:ilvl="3">
      <w:start w:val="1"/>
      <w:numFmt w:val="bullet"/>
      <w:pStyle w:val="Bullet4"/>
      <w:lvlText w:val=""/>
      <w:lvlJc w:val="left"/>
      <w:pPr>
        <w:tabs>
          <w:tab w:val="num" w:pos="1134"/>
        </w:tabs>
        <w:ind w:left="907" w:hanging="227"/>
      </w:pPr>
      <w:rPr>
        <w:rFonts w:ascii="Wingdings" w:hAnsi="Wingdings" w:hint="default"/>
        <w:b w:val="0"/>
        <w:i w:val="0"/>
        <w:color w:val="auto"/>
        <w:sz w:val="10"/>
        <w:szCs w:val="10"/>
      </w:rPr>
    </w:lvl>
    <w:lvl w:ilvl="4">
      <w:start w:val="1"/>
      <w:numFmt w:val="none"/>
      <w:lvlText w:val="%5"/>
      <w:lvlJc w:val="left"/>
      <w:pPr>
        <w:tabs>
          <w:tab w:val="num" w:pos="0"/>
        </w:tabs>
        <w:ind w:left="0" w:firstLine="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17">
    <w:nsid w:val="4D8C2F25"/>
    <w:multiLevelType w:val="multilevel"/>
    <w:tmpl w:val="7430F8F6"/>
    <w:lvl w:ilvl="0">
      <w:start w:val="1"/>
      <w:numFmt w:val="bullet"/>
      <w:lvlRestart w:val="0"/>
      <w:pStyle w:val="TableBullet1Normal"/>
      <w:lvlText w:val=""/>
      <w:lvlJc w:val="left"/>
      <w:pPr>
        <w:tabs>
          <w:tab w:val="num" w:pos="283"/>
        </w:tabs>
        <w:ind w:left="170" w:hanging="170"/>
      </w:pPr>
      <w:rPr>
        <w:rFonts w:ascii="Symbol" w:hAnsi="Symbol" w:hint="default"/>
        <w:b w:val="0"/>
        <w:i w:val="0"/>
        <w:color w:val="auto"/>
      </w:rPr>
    </w:lvl>
    <w:lvl w:ilvl="1">
      <w:start w:val="1"/>
      <w:numFmt w:val="bullet"/>
      <w:lvlRestart w:val="0"/>
      <w:pStyle w:val="TableBullet2Normal"/>
      <w:lvlText w:val="–"/>
      <w:lvlJc w:val="left"/>
      <w:pPr>
        <w:tabs>
          <w:tab w:val="num" w:pos="567"/>
        </w:tabs>
        <w:ind w:left="340" w:hanging="170"/>
      </w:pPr>
      <w:rPr>
        <w:rFonts w:ascii="Arial" w:hAnsi="Arial" w:hint="default"/>
        <w:b w:val="0"/>
        <w:i w:val="0"/>
        <w:color w:val="auto"/>
        <w:szCs w:val="10"/>
      </w:rPr>
    </w:lvl>
    <w:lvl w:ilvl="2">
      <w:start w:val="1"/>
      <w:numFmt w:val="bullet"/>
      <w:lvlRestart w:val="0"/>
      <w:pStyle w:val="TableBullet3Normal"/>
      <w:lvlText w:val="o"/>
      <w:lvlJc w:val="left"/>
      <w:pPr>
        <w:tabs>
          <w:tab w:val="num" w:pos="851"/>
        </w:tabs>
        <w:ind w:left="510" w:hanging="170"/>
      </w:pPr>
      <w:rPr>
        <w:rFonts w:ascii="Arial" w:hAnsi="Arial" w:hint="default"/>
        <w:b w:val="0"/>
        <w:i w:val="0"/>
        <w:color w:val="auto"/>
        <w:sz w:val="10"/>
        <w:szCs w:val="10"/>
      </w:rPr>
    </w:lvl>
    <w:lvl w:ilvl="3">
      <w:start w:val="1"/>
      <w:numFmt w:val="none"/>
      <w:lvlRestart w:val="0"/>
      <w:lvlText w:val=""/>
      <w:lvlJc w:val="left"/>
      <w:pPr>
        <w:tabs>
          <w:tab w:val="num" w:pos="0"/>
        </w:tabs>
        <w:ind w:left="0" w:firstLine="0"/>
      </w:pPr>
      <w:rPr>
        <w:rFonts w:hint="default"/>
        <w:color w:val="auto"/>
        <w:sz w:val="10"/>
        <w:szCs w:val="10"/>
      </w:rPr>
    </w:lvl>
    <w:lvl w:ilvl="4">
      <w:start w:val="1"/>
      <w:numFmt w:val="none"/>
      <w:lvlText w:val="%5"/>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18">
    <w:nsid w:val="516B496B"/>
    <w:multiLevelType w:val="multilevel"/>
    <w:tmpl w:val="4BF0CDD4"/>
    <w:styleLink w:val="LongTOC"/>
    <w:lvl w:ilvl="0">
      <w:start w:val="1"/>
      <w:numFmt w:val="decimal"/>
      <w:lvlRestart w:val="0"/>
      <w:pStyle w:val="TOC1"/>
      <w:lvlText w:val="%1"/>
      <w:lvlJc w:val="left"/>
      <w:pPr>
        <w:tabs>
          <w:tab w:val="num" w:pos="567"/>
        </w:tabs>
        <w:ind w:left="567" w:hanging="567"/>
      </w:pPr>
      <w:rPr>
        <w:rFonts w:hint="default"/>
        <w:color w:val="FFFFFF"/>
      </w:rPr>
    </w:lvl>
    <w:lvl w:ilvl="1">
      <w:start w:val="1"/>
      <w:numFmt w:val="none"/>
      <w:lvlRestart w:val="0"/>
      <w:pStyle w:val="Appendicestitle"/>
      <w:suff w:val="nothing"/>
      <w:lvlText w:val=""/>
      <w:lvlJc w:val="left"/>
      <w:pPr>
        <w:ind w:left="0" w:firstLine="0"/>
      </w:pPr>
      <w:rPr>
        <w:rFonts w:ascii="Arial" w:hAnsi="Arial" w:cs="Arial" w:hint="default"/>
        <w:b w:val="0"/>
        <w:i w:val="0"/>
        <w:color w:val="000000"/>
        <w:sz w:val="36"/>
      </w:rPr>
    </w:lvl>
    <w:lvl w:ilvl="2">
      <w:start w:val="1"/>
      <w:numFmt w:val="upperLetter"/>
      <w:lvlRestart w:val="0"/>
      <w:pStyle w:val="TOC3"/>
      <w:lvlText w:val="Appendix %3"/>
      <w:lvlJc w:val="left"/>
      <w:pPr>
        <w:tabs>
          <w:tab w:val="num" w:pos="1984"/>
        </w:tabs>
        <w:ind w:left="1984" w:hanging="1984"/>
      </w:pPr>
      <w:rPr>
        <w:rFonts w:hint="default"/>
        <w:b w:val="0"/>
        <w:i w:val="0"/>
        <w:color w:val="FFFFFF"/>
        <w:sz w:val="21"/>
      </w:rPr>
    </w:lvl>
    <w:lvl w:ilvl="3">
      <w:start w:val="1"/>
      <w:numFmt w:val="none"/>
      <w:lvlText w:val=""/>
      <w:lvlJc w:val="left"/>
      <w:pPr>
        <w:tabs>
          <w:tab w:val="num" w:pos="0"/>
        </w:tabs>
        <w:ind w:left="0" w:firstLine="0"/>
      </w:pPr>
      <w:rPr>
        <w:rFonts w:ascii="Arial" w:hAnsi="Arial" w:cs="Arial" w:hint="default"/>
        <w:b w:val="0"/>
        <w:i/>
        <w:color w:val="464D53" w:themeColor="text2"/>
        <w:sz w:val="28"/>
      </w:rPr>
    </w:lvl>
    <w:lvl w:ilvl="4">
      <w:start w:val="1"/>
      <w:numFmt w:val="none"/>
      <w:lvlRestart w:val="0"/>
      <w:lvlText w:val=""/>
      <w:lvlJc w:val="left"/>
      <w:pPr>
        <w:tabs>
          <w:tab w:val="num" w:pos="0"/>
        </w:tabs>
        <w:ind w:left="0" w:firstLine="0"/>
      </w:pPr>
      <w:rPr>
        <w:rFonts w:ascii="Arial" w:hAnsi="Arial" w:cs="Arial" w:hint="default"/>
        <w:b w:val="0"/>
        <w:i w:val="0"/>
        <w:color w:val="4C4C72" w:themeColor="background2"/>
        <w:sz w:val="36"/>
      </w:rPr>
    </w:lvl>
    <w:lvl w:ilvl="5">
      <w:start w:val="1"/>
      <w:numFmt w:val="none"/>
      <w:lvlRestart w:val="0"/>
      <w:suff w:val="nothing"/>
      <w:lvlText w:val=""/>
      <w:lvlJc w:val="left"/>
      <w:pPr>
        <w:ind w:left="0" w:firstLine="0"/>
      </w:pPr>
      <w:rPr>
        <w:rFonts w:ascii="Arial" w:hAnsi="Arial" w:cs="Arial" w:hint="default"/>
        <w:b w:val="0"/>
        <w:i w:val="0"/>
        <w:color w:val="464D53" w:themeColor="text2"/>
        <w:sz w:val="72"/>
      </w:rPr>
    </w:lvl>
    <w:lvl w:ilvl="6">
      <w:start w:val="1"/>
      <w:numFmt w:val="none"/>
      <w:lvlText w:val=""/>
      <w:lvlJc w:val="left"/>
      <w:pPr>
        <w:tabs>
          <w:tab w:val="num" w:pos="567"/>
        </w:tabs>
        <w:ind w:left="567" w:hanging="567"/>
      </w:pPr>
      <w:rPr>
        <w:rFonts w:ascii="Arial" w:hAnsi="Arial" w:cs="Arial" w:hint="default"/>
        <w:b w:val="0"/>
        <w:i w:val="0"/>
        <w:color w:val="464D53" w:themeColor="text2"/>
      </w:rPr>
    </w:lvl>
    <w:lvl w:ilvl="7">
      <w:start w:val="1"/>
      <w:numFmt w:val="none"/>
      <w:lvlRestart w:val="4"/>
      <w:lvlText w:val=""/>
      <w:lvlJc w:val="left"/>
      <w:pPr>
        <w:tabs>
          <w:tab w:val="num" w:pos="567"/>
        </w:tabs>
        <w:ind w:left="0" w:firstLine="0"/>
      </w:pPr>
      <w:rPr>
        <w:rFonts w:ascii="Arial" w:hAnsi="Arial" w:cs="Arial" w:hint="default"/>
        <w:b w:val="0"/>
        <w:i w:val="0"/>
        <w:color w:val="auto"/>
      </w:rPr>
    </w:lvl>
    <w:lvl w:ilvl="8">
      <w:start w:val="1"/>
      <w:numFmt w:val="none"/>
      <w:lvlText w:val=""/>
      <w:lvlJc w:val="left"/>
      <w:pPr>
        <w:tabs>
          <w:tab w:val="num" w:pos="1134"/>
        </w:tabs>
        <w:ind w:left="0" w:firstLine="0"/>
      </w:pPr>
      <w:rPr>
        <w:rFonts w:ascii="Arial" w:hAnsi="Arial" w:cs="Arial" w:hint="default"/>
        <w:b w:val="0"/>
        <w:i w:val="0"/>
        <w:color w:val="auto"/>
      </w:rPr>
    </w:lvl>
  </w:abstractNum>
  <w:abstractNum w:abstractNumId="19">
    <w:nsid w:val="5BF91BE8"/>
    <w:multiLevelType w:val="multilevel"/>
    <w:tmpl w:val="4BF0CDD4"/>
    <w:name w:val="NumberedLists"/>
    <w:numStyleLink w:val="LongTOC"/>
  </w:abstractNum>
  <w:abstractNum w:abstractNumId="20">
    <w:nsid w:val="5F255EE9"/>
    <w:multiLevelType w:val="multilevel"/>
    <w:tmpl w:val="4BF0CDD4"/>
    <w:numStyleLink w:val="LongTOC"/>
  </w:abstractNum>
  <w:abstractNum w:abstractNumId="21">
    <w:nsid w:val="63504D5E"/>
    <w:multiLevelType w:val="multilevel"/>
    <w:tmpl w:val="0C09001D"/>
    <w:name w:val="Bullet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3917BB9"/>
    <w:multiLevelType w:val="multilevel"/>
    <w:tmpl w:val="4E5C847A"/>
    <w:numStyleLink w:val="Indents"/>
  </w:abstractNum>
  <w:abstractNum w:abstractNumId="23">
    <w:nsid w:val="639F19C8"/>
    <w:multiLevelType w:val="hybridMultilevel"/>
    <w:tmpl w:val="8D961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C8A32D2"/>
    <w:multiLevelType w:val="multilevel"/>
    <w:tmpl w:val="25800BE4"/>
    <w:styleLink w:val="TableBulletNormalList"/>
    <w:lvl w:ilvl="0">
      <w:start w:val="1"/>
      <w:numFmt w:val="bullet"/>
      <w:lvlRestart w:val="0"/>
      <w:lvlText w:val=""/>
      <w:lvlJc w:val="left"/>
      <w:pPr>
        <w:tabs>
          <w:tab w:val="num" w:pos="283"/>
        </w:tabs>
        <w:ind w:left="283" w:hanging="283"/>
      </w:pPr>
      <w:rPr>
        <w:rFonts w:ascii="Symbol" w:hAnsi="Symbol" w:hint="default"/>
        <w:b w:val="0"/>
        <w:i w:val="0"/>
        <w:color w:val="auto"/>
      </w:rPr>
    </w:lvl>
    <w:lvl w:ilvl="1">
      <w:start w:val="1"/>
      <w:numFmt w:val="bullet"/>
      <w:lvlRestart w:val="0"/>
      <w:lvlText w:val="–"/>
      <w:lvlJc w:val="left"/>
      <w:pPr>
        <w:tabs>
          <w:tab w:val="num" w:pos="567"/>
        </w:tabs>
        <w:ind w:left="567" w:hanging="283"/>
      </w:pPr>
      <w:rPr>
        <w:rFonts w:ascii="Arial" w:hAnsi="Arial" w:hint="default"/>
        <w:b w:val="0"/>
        <w:i w:val="0"/>
        <w:color w:val="auto"/>
        <w:szCs w:val="10"/>
      </w:rPr>
    </w:lvl>
    <w:lvl w:ilvl="2">
      <w:start w:val="1"/>
      <w:numFmt w:val="bullet"/>
      <w:lvlRestart w:val="0"/>
      <w:lvlText w:val="o"/>
      <w:lvlJc w:val="left"/>
      <w:pPr>
        <w:tabs>
          <w:tab w:val="num" w:pos="851"/>
        </w:tabs>
        <w:ind w:left="851" w:hanging="284"/>
      </w:pPr>
      <w:rPr>
        <w:rFonts w:ascii="Arial" w:hAnsi="Arial" w:hint="default"/>
        <w:b w:val="0"/>
        <w:i w:val="0"/>
        <w:color w:val="auto"/>
        <w:sz w:val="10"/>
        <w:szCs w:val="10"/>
      </w:rPr>
    </w:lvl>
    <w:lvl w:ilvl="3">
      <w:start w:val="1"/>
      <w:numFmt w:val="none"/>
      <w:lvlRestart w:val="0"/>
      <w:lvlText w:val=""/>
      <w:lvlJc w:val="left"/>
      <w:pPr>
        <w:tabs>
          <w:tab w:val="num" w:pos="0"/>
        </w:tabs>
        <w:ind w:left="0" w:firstLine="0"/>
      </w:pPr>
      <w:rPr>
        <w:rFonts w:hint="default"/>
        <w:color w:val="auto"/>
        <w:sz w:val="10"/>
        <w:szCs w:val="10"/>
      </w:rPr>
    </w:lvl>
    <w:lvl w:ilvl="4">
      <w:start w:val="1"/>
      <w:numFmt w:val="none"/>
      <w:lvlText w:val="%5"/>
      <w:lvlJc w:val="left"/>
      <w:pPr>
        <w:tabs>
          <w:tab w:val="num" w:pos="1800"/>
        </w:tabs>
        <w:ind w:left="1800" w:hanging="360"/>
      </w:pPr>
      <w:rPr>
        <w:rFonts w:hint="default"/>
      </w:rPr>
    </w:lvl>
    <w:lvl w:ilvl="5">
      <w:start w:val="1"/>
      <w:numFmt w:val="lowerRoman"/>
      <w:lvlText w:val=""/>
      <w:lvlJc w:val="left"/>
      <w:pPr>
        <w:tabs>
          <w:tab w:val="num" w:pos="2160"/>
        </w:tabs>
        <w:ind w:left="2160" w:hanging="360"/>
      </w:pPr>
      <w:rPr>
        <w:rFonts w:hint="default"/>
      </w:rPr>
    </w:lvl>
    <w:lvl w:ilvl="6">
      <w:start w:val="1"/>
      <w:numFmt w:val="decimal"/>
      <w:lvlText w:val=""/>
      <w:lvlJc w:val="left"/>
      <w:pPr>
        <w:tabs>
          <w:tab w:val="num" w:pos="2520"/>
        </w:tabs>
        <w:ind w:left="2520" w:hanging="360"/>
      </w:pPr>
      <w:rPr>
        <w:rFonts w:hint="default"/>
      </w:rPr>
    </w:lvl>
    <w:lvl w:ilvl="7">
      <w:start w:val="1"/>
      <w:numFmt w:val="lowerLetter"/>
      <w:lvlText w:val=""/>
      <w:lvlJc w:val="left"/>
      <w:pPr>
        <w:tabs>
          <w:tab w:val="num" w:pos="2880"/>
        </w:tabs>
        <w:ind w:left="2880" w:hanging="360"/>
      </w:pPr>
      <w:rPr>
        <w:rFonts w:hint="default"/>
      </w:rPr>
    </w:lvl>
    <w:lvl w:ilvl="8">
      <w:start w:val="1"/>
      <w:numFmt w:val="lowerRoman"/>
      <w:lvlText w:val=""/>
      <w:lvlJc w:val="left"/>
      <w:pPr>
        <w:tabs>
          <w:tab w:val="num" w:pos="3240"/>
        </w:tabs>
        <w:ind w:left="3240" w:hanging="360"/>
      </w:pPr>
      <w:rPr>
        <w:rFonts w:hint="default"/>
      </w:rPr>
    </w:lvl>
  </w:abstractNum>
  <w:abstractNum w:abstractNumId="25">
    <w:nsid w:val="71E23A2B"/>
    <w:multiLevelType w:val="multilevel"/>
    <w:tmpl w:val="0B24CF1C"/>
    <w:lvl w:ilvl="0">
      <w:start w:val="1"/>
      <w:numFmt w:val="decimal"/>
      <w:lvlRestart w:val="0"/>
      <w:pStyle w:val="ChapterNumberLong"/>
      <w:suff w:val="nothing"/>
      <w:lvlText w:val="%1"/>
      <w:lvlJc w:val="left"/>
      <w:pPr>
        <w:ind w:left="0" w:hanging="2636"/>
      </w:pPr>
      <w:rPr>
        <w:rFonts w:ascii="Arial" w:hAnsi="Arial" w:cs="Arial" w:hint="default"/>
        <w:b w:val="0"/>
        <w:i w:val="0"/>
        <w:sz w:val="72"/>
      </w:rPr>
    </w:lvl>
    <w:lvl w:ilvl="1">
      <w:start w:val="1"/>
      <w:numFmt w:val="decimal"/>
      <w:lvlRestart w:val="0"/>
      <w:lvlText w:val="%2"/>
      <w:lvlJc w:val="left"/>
      <w:pPr>
        <w:tabs>
          <w:tab w:val="num" w:pos="850"/>
        </w:tabs>
        <w:ind w:left="850" w:hanging="850"/>
      </w:pPr>
      <w:rPr>
        <w:rFonts w:asciiTheme="majorHAnsi" w:hAnsiTheme="majorHAnsi" w:cs="Arial" w:hint="default"/>
        <w:b/>
        <w:i/>
        <w:sz w:val="36"/>
      </w:rPr>
    </w:lvl>
    <w:lvl w:ilvl="2">
      <w:start w:val="1"/>
      <w:numFmt w:val="decimal"/>
      <w:lvlText w:val="%2.%3"/>
      <w:lvlJc w:val="left"/>
      <w:pPr>
        <w:tabs>
          <w:tab w:val="num" w:pos="850"/>
        </w:tabs>
        <w:ind w:left="850" w:hanging="850"/>
      </w:pPr>
      <w:rPr>
        <w:rFonts w:asciiTheme="majorHAnsi" w:hAnsiTheme="majorHAnsi" w:cs="Arial" w:hint="default"/>
        <w:b w:val="0"/>
        <w:i w:val="0"/>
        <w:sz w:val="32"/>
      </w:rPr>
    </w:lvl>
    <w:lvl w:ilvl="3">
      <w:start w:val="1"/>
      <w:numFmt w:val="decimal"/>
      <w:lvlText w:val="%2.%3.%4"/>
      <w:lvlJc w:val="left"/>
      <w:pPr>
        <w:tabs>
          <w:tab w:val="num" w:pos="850"/>
        </w:tabs>
        <w:ind w:left="850" w:hanging="850"/>
      </w:pPr>
      <w:rPr>
        <w:rFonts w:asciiTheme="majorHAnsi" w:hAnsiTheme="majorHAnsi" w:cs="Arial" w:hint="default"/>
        <w:b w:val="0"/>
        <w:i/>
        <w:sz w:val="28"/>
      </w:rPr>
    </w:lvl>
    <w:lvl w:ilvl="4">
      <w:start w:val="1"/>
      <w:numFmt w:val="upperLetter"/>
      <w:lvlRestart w:val="0"/>
      <w:lvlText w:val="Appendix %5"/>
      <w:lvlJc w:val="left"/>
      <w:pPr>
        <w:tabs>
          <w:tab w:val="num" w:pos="2268"/>
        </w:tabs>
        <w:ind w:left="2268" w:hanging="2268"/>
      </w:pPr>
      <w:rPr>
        <w:rFonts w:asciiTheme="majorHAnsi" w:hAnsiTheme="majorHAnsi" w:cs="Arial" w:hint="default"/>
        <w:b/>
        <w:i/>
        <w:sz w:val="36"/>
      </w:rPr>
    </w:lvl>
    <w:lvl w:ilvl="5">
      <w:start w:val="1"/>
      <w:numFmt w:val="upperLetter"/>
      <w:lvlRestart w:val="0"/>
      <w:pStyle w:val="AppendixNumberLong"/>
      <w:suff w:val="nothing"/>
      <w:lvlText w:val="Appendix %6"/>
      <w:lvlJc w:val="left"/>
      <w:pPr>
        <w:ind w:left="0" w:firstLine="0"/>
      </w:pPr>
      <w:rPr>
        <w:rFonts w:asciiTheme="majorHAnsi" w:hAnsiTheme="majorHAnsi" w:cs="Arial" w:hint="default"/>
        <w:b/>
        <w:i/>
        <w:sz w:val="72"/>
      </w:rPr>
    </w:lvl>
    <w:lvl w:ilvl="6">
      <w:start w:val="1"/>
      <w:numFmt w:val="decimal"/>
      <w:lvlText w:val="%7"/>
      <w:lvlJc w:val="left"/>
      <w:pPr>
        <w:tabs>
          <w:tab w:val="num" w:pos="567"/>
        </w:tabs>
        <w:ind w:left="567" w:hanging="567"/>
      </w:pPr>
      <w:rPr>
        <w:rFonts w:ascii="Georgia" w:hAnsi="Georgia" w:cs="Arial" w:hint="default"/>
        <w:b w:val="0"/>
        <w:i w:val="0"/>
      </w:rPr>
    </w:lvl>
    <w:lvl w:ilvl="7">
      <w:start w:val="1"/>
      <w:numFmt w:val="decimal"/>
      <w:pStyle w:val="ChapterNumberedList1"/>
      <w:lvlText w:val="%8"/>
      <w:lvlJc w:val="left"/>
      <w:pPr>
        <w:tabs>
          <w:tab w:val="num" w:pos="567"/>
        </w:tabs>
        <w:ind w:left="227" w:hanging="227"/>
      </w:pPr>
      <w:rPr>
        <w:rFonts w:ascii="Arial" w:hAnsi="Arial" w:cs="Arial" w:hint="default"/>
        <w:b w:val="0"/>
        <w:i w:val="0"/>
        <w:color w:val="auto"/>
      </w:rPr>
    </w:lvl>
    <w:lvl w:ilvl="8">
      <w:start w:val="1"/>
      <w:numFmt w:val="lowerLetter"/>
      <w:pStyle w:val="ChapterNumberedList2"/>
      <w:lvlText w:val="%9"/>
      <w:lvlJc w:val="left"/>
      <w:pPr>
        <w:tabs>
          <w:tab w:val="num" w:pos="1134"/>
        </w:tabs>
        <w:ind w:left="454" w:hanging="227"/>
      </w:pPr>
      <w:rPr>
        <w:rFonts w:ascii="Arial" w:hAnsi="Arial" w:cs="Arial" w:hint="default"/>
        <w:b w:val="0"/>
        <w:i w:val="0"/>
        <w:color w:val="auto"/>
      </w:rPr>
    </w:lvl>
  </w:abstractNum>
  <w:abstractNum w:abstractNumId="26">
    <w:nsid w:val="74900F69"/>
    <w:multiLevelType w:val="hybridMultilevel"/>
    <w:tmpl w:val="C7E6683A"/>
    <w:name w:val="LongTOC"/>
    <w:lvl w:ilvl="0" w:tplc="8BBE82A4">
      <w:start w:val="1"/>
      <w:numFmt w:val="bullet"/>
      <w:lvlText w:val=""/>
      <w:lvlJc w:val="left"/>
      <w:pPr>
        <w:tabs>
          <w:tab w:val="num" w:pos="360"/>
        </w:tabs>
        <w:ind w:left="360" w:hanging="360"/>
      </w:pPr>
      <w:rPr>
        <w:rFonts w:ascii="Symbol" w:hAnsi="Symbol" w:hint="default"/>
        <w:sz w:val="20"/>
      </w:rPr>
    </w:lvl>
    <w:lvl w:ilvl="1" w:tplc="6D0002FC" w:tentative="1">
      <w:start w:val="1"/>
      <w:numFmt w:val="bullet"/>
      <w:lvlText w:val="o"/>
      <w:lvlJc w:val="left"/>
      <w:pPr>
        <w:tabs>
          <w:tab w:val="num" w:pos="1440"/>
        </w:tabs>
        <w:ind w:left="1440" w:hanging="360"/>
      </w:pPr>
      <w:rPr>
        <w:rFonts w:ascii="Courier New" w:hAnsi="Courier New" w:hint="default"/>
      </w:rPr>
    </w:lvl>
    <w:lvl w:ilvl="2" w:tplc="C14AB47A" w:tentative="1">
      <w:start w:val="1"/>
      <w:numFmt w:val="bullet"/>
      <w:lvlText w:val=""/>
      <w:lvlJc w:val="left"/>
      <w:pPr>
        <w:tabs>
          <w:tab w:val="num" w:pos="2160"/>
        </w:tabs>
        <w:ind w:left="2160" w:hanging="360"/>
      </w:pPr>
      <w:rPr>
        <w:rFonts w:ascii="Wingdings" w:hAnsi="Wingdings" w:hint="default"/>
      </w:rPr>
    </w:lvl>
    <w:lvl w:ilvl="3" w:tplc="2D2AF60A" w:tentative="1">
      <w:start w:val="1"/>
      <w:numFmt w:val="bullet"/>
      <w:lvlText w:val=""/>
      <w:lvlJc w:val="left"/>
      <w:pPr>
        <w:tabs>
          <w:tab w:val="num" w:pos="2880"/>
        </w:tabs>
        <w:ind w:left="2880" w:hanging="360"/>
      </w:pPr>
      <w:rPr>
        <w:rFonts w:ascii="Symbol" w:hAnsi="Symbol" w:hint="default"/>
      </w:rPr>
    </w:lvl>
    <w:lvl w:ilvl="4" w:tplc="91C4B1A2" w:tentative="1">
      <w:start w:val="1"/>
      <w:numFmt w:val="bullet"/>
      <w:lvlText w:val="o"/>
      <w:lvlJc w:val="left"/>
      <w:pPr>
        <w:tabs>
          <w:tab w:val="num" w:pos="3600"/>
        </w:tabs>
        <w:ind w:left="3600" w:hanging="360"/>
      </w:pPr>
      <w:rPr>
        <w:rFonts w:ascii="Courier New" w:hAnsi="Courier New" w:hint="default"/>
      </w:rPr>
    </w:lvl>
    <w:lvl w:ilvl="5" w:tplc="31B2CA4A" w:tentative="1">
      <w:start w:val="1"/>
      <w:numFmt w:val="bullet"/>
      <w:lvlText w:val=""/>
      <w:lvlJc w:val="left"/>
      <w:pPr>
        <w:tabs>
          <w:tab w:val="num" w:pos="4320"/>
        </w:tabs>
        <w:ind w:left="4320" w:hanging="360"/>
      </w:pPr>
      <w:rPr>
        <w:rFonts w:ascii="Wingdings" w:hAnsi="Wingdings" w:hint="default"/>
      </w:rPr>
    </w:lvl>
    <w:lvl w:ilvl="6" w:tplc="2D846B2E" w:tentative="1">
      <w:start w:val="1"/>
      <w:numFmt w:val="bullet"/>
      <w:lvlText w:val=""/>
      <w:lvlJc w:val="left"/>
      <w:pPr>
        <w:tabs>
          <w:tab w:val="num" w:pos="5040"/>
        </w:tabs>
        <w:ind w:left="5040" w:hanging="360"/>
      </w:pPr>
      <w:rPr>
        <w:rFonts w:ascii="Symbol" w:hAnsi="Symbol" w:hint="default"/>
      </w:rPr>
    </w:lvl>
    <w:lvl w:ilvl="7" w:tplc="38547498" w:tentative="1">
      <w:start w:val="1"/>
      <w:numFmt w:val="bullet"/>
      <w:lvlText w:val="o"/>
      <w:lvlJc w:val="left"/>
      <w:pPr>
        <w:tabs>
          <w:tab w:val="num" w:pos="5760"/>
        </w:tabs>
        <w:ind w:left="5760" w:hanging="360"/>
      </w:pPr>
      <w:rPr>
        <w:rFonts w:ascii="Courier New" w:hAnsi="Courier New" w:hint="default"/>
      </w:rPr>
    </w:lvl>
    <w:lvl w:ilvl="8" w:tplc="6FE4E084" w:tentative="1">
      <w:start w:val="1"/>
      <w:numFmt w:val="bullet"/>
      <w:lvlText w:val=""/>
      <w:lvlJc w:val="left"/>
      <w:pPr>
        <w:tabs>
          <w:tab w:val="num" w:pos="6480"/>
        </w:tabs>
        <w:ind w:left="6480" w:hanging="360"/>
      </w:pPr>
      <w:rPr>
        <w:rFonts w:ascii="Wingdings" w:hAnsi="Wingdings" w:hint="default"/>
      </w:rPr>
    </w:lvl>
  </w:abstractNum>
  <w:abstractNum w:abstractNumId="27">
    <w:nsid w:val="765F6C36"/>
    <w:multiLevelType w:val="hybridMultilevel"/>
    <w:tmpl w:val="4A224C86"/>
    <w:name w:val="NumberedLists2"/>
    <w:lvl w:ilvl="0" w:tplc="AF2CD88A">
      <w:start w:val="1"/>
      <w:numFmt w:val="decimal"/>
      <w:lvlText w:val="%1."/>
      <w:lvlJc w:val="left"/>
      <w:pPr>
        <w:tabs>
          <w:tab w:val="num" w:pos="360"/>
        </w:tabs>
        <w:ind w:left="360" w:hanging="360"/>
      </w:pPr>
      <w:rPr>
        <w:rFonts w:cs="Times New Roman"/>
      </w:rPr>
    </w:lvl>
    <w:lvl w:ilvl="1" w:tplc="DCEE52C4" w:tentative="1">
      <w:start w:val="1"/>
      <w:numFmt w:val="lowerLetter"/>
      <w:lvlText w:val="%2."/>
      <w:lvlJc w:val="left"/>
      <w:pPr>
        <w:tabs>
          <w:tab w:val="num" w:pos="1080"/>
        </w:tabs>
        <w:ind w:left="1080" w:hanging="360"/>
      </w:pPr>
      <w:rPr>
        <w:rFonts w:cs="Times New Roman"/>
      </w:rPr>
    </w:lvl>
    <w:lvl w:ilvl="2" w:tplc="7DE2B8DC" w:tentative="1">
      <w:start w:val="1"/>
      <w:numFmt w:val="lowerRoman"/>
      <w:lvlText w:val="%3."/>
      <w:lvlJc w:val="right"/>
      <w:pPr>
        <w:tabs>
          <w:tab w:val="num" w:pos="1800"/>
        </w:tabs>
        <w:ind w:left="1800" w:hanging="180"/>
      </w:pPr>
      <w:rPr>
        <w:rFonts w:cs="Times New Roman"/>
      </w:rPr>
    </w:lvl>
    <w:lvl w:ilvl="3" w:tplc="64021DAA" w:tentative="1">
      <w:start w:val="1"/>
      <w:numFmt w:val="decimal"/>
      <w:lvlText w:val="%4."/>
      <w:lvlJc w:val="left"/>
      <w:pPr>
        <w:tabs>
          <w:tab w:val="num" w:pos="2520"/>
        </w:tabs>
        <w:ind w:left="2520" w:hanging="360"/>
      </w:pPr>
      <w:rPr>
        <w:rFonts w:cs="Times New Roman"/>
      </w:rPr>
    </w:lvl>
    <w:lvl w:ilvl="4" w:tplc="62B8AB90" w:tentative="1">
      <w:start w:val="1"/>
      <w:numFmt w:val="lowerLetter"/>
      <w:lvlText w:val="%5."/>
      <w:lvlJc w:val="left"/>
      <w:pPr>
        <w:tabs>
          <w:tab w:val="num" w:pos="3240"/>
        </w:tabs>
        <w:ind w:left="3240" w:hanging="360"/>
      </w:pPr>
      <w:rPr>
        <w:rFonts w:cs="Times New Roman"/>
      </w:rPr>
    </w:lvl>
    <w:lvl w:ilvl="5" w:tplc="3D84849A" w:tentative="1">
      <w:start w:val="1"/>
      <w:numFmt w:val="lowerRoman"/>
      <w:lvlText w:val="%6."/>
      <w:lvlJc w:val="right"/>
      <w:pPr>
        <w:tabs>
          <w:tab w:val="num" w:pos="3960"/>
        </w:tabs>
        <w:ind w:left="3960" w:hanging="180"/>
      </w:pPr>
      <w:rPr>
        <w:rFonts w:cs="Times New Roman"/>
      </w:rPr>
    </w:lvl>
    <w:lvl w:ilvl="6" w:tplc="8488F1DC" w:tentative="1">
      <w:start w:val="1"/>
      <w:numFmt w:val="decimal"/>
      <w:lvlText w:val="%7."/>
      <w:lvlJc w:val="left"/>
      <w:pPr>
        <w:tabs>
          <w:tab w:val="num" w:pos="4680"/>
        </w:tabs>
        <w:ind w:left="4680" w:hanging="360"/>
      </w:pPr>
      <w:rPr>
        <w:rFonts w:cs="Times New Roman"/>
      </w:rPr>
    </w:lvl>
    <w:lvl w:ilvl="7" w:tplc="4B4AEA2C" w:tentative="1">
      <w:start w:val="1"/>
      <w:numFmt w:val="lowerLetter"/>
      <w:lvlText w:val="%8."/>
      <w:lvlJc w:val="left"/>
      <w:pPr>
        <w:tabs>
          <w:tab w:val="num" w:pos="5400"/>
        </w:tabs>
        <w:ind w:left="5400" w:hanging="360"/>
      </w:pPr>
      <w:rPr>
        <w:rFonts w:cs="Times New Roman"/>
      </w:rPr>
    </w:lvl>
    <w:lvl w:ilvl="8" w:tplc="444A5926" w:tentative="1">
      <w:start w:val="1"/>
      <w:numFmt w:val="lowerRoman"/>
      <w:lvlText w:val="%9."/>
      <w:lvlJc w:val="right"/>
      <w:pPr>
        <w:tabs>
          <w:tab w:val="num" w:pos="6120"/>
        </w:tabs>
        <w:ind w:left="6120" w:hanging="180"/>
      </w:pPr>
      <w:rPr>
        <w:rFonts w:cs="Times New Roman"/>
      </w:rPr>
    </w:lvl>
  </w:abstractNum>
  <w:num w:numId="1">
    <w:abstractNumId w:val="7"/>
  </w:num>
  <w:num w:numId="2">
    <w:abstractNumId w:val="9"/>
  </w:num>
  <w:num w:numId="3">
    <w:abstractNumId w:val="15"/>
  </w:num>
  <w:num w:numId="4">
    <w:abstractNumId w:val="18"/>
  </w:num>
  <w:num w:numId="5">
    <w:abstractNumId w:val="24"/>
  </w:num>
  <w:num w:numId="6">
    <w:abstractNumId w:val="25"/>
  </w:num>
  <w:num w:numId="7">
    <w:abstractNumId w:val="16"/>
  </w:num>
  <w:num w:numId="8">
    <w:abstractNumId w:val="20"/>
    <w:lvlOverride w:ilvl="0">
      <w:lvl w:ilvl="0">
        <w:start w:val="1"/>
        <w:numFmt w:val="decimal"/>
        <w:lvlRestart w:val="0"/>
        <w:pStyle w:val="TOC1"/>
        <w:lvlText w:val="%1"/>
        <w:lvlJc w:val="left"/>
        <w:pPr>
          <w:tabs>
            <w:tab w:val="num" w:pos="567"/>
          </w:tabs>
          <w:ind w:left="567" w:hanging="567"/>
        </w:pPr>
        <w:rPr>
          <w:rFonts w:hint="default"/>
        </w:rPr>
      </w:lvl>
    </w:lvlOverride>
    <w:lvlOverride w:ilvl="1">
      <w:lvl w:ilvl="1">
        <w:start w:val="1"/>
        <w:numFmt w:val="none"/>
        <w:lvlRestart w:val="0"/>
        <w:pStyle w:val="Appendicestitle"/>
        <w:suff w:val="nothing"/>
        <w:lvlText w:val=""/>
        <w:lvlJc w:val="left"/>
        <w:pPr>
          <w:ind w:left="0" w:firstLine="0"/>
        </w:pPr>
        <w:rPr>
          <w:rFonts w:ascii="Arial" w:hAnsi="Arial" w:cs="Arial" w:hint="default"/>
          <w:b w:val="0"/>
          <w:i w:val="0"/>
          <w:color w:val="000000"/>
          <w:sz w:val="36"/>
        </w:rPr>
      </w:lvl>
    </w:lvlOverride>
    <w:lvlOverride w:ilvl="2">
      <w:lvl w:ilvl="2">
        <w:start w:val="1"/>
        <w:numFmt w:val="upperLetter"/>
        <w:lvlRestart w:val="0"/>
        <w:pStyle w:val="TOC3"/>
        <w:lvlText w:val="Appendix %3"/>
        <w:lvlJc w:val="left"/>
        <w:pPr>
          <w:tabs>
            <w:tab w:val="num" w:pos="1984"/>
          </w:tabs>
          <w:ind w:left="1418" w:hanging="1418"/>
        </w:pPr>
        <w:rPr>
          <w:rFonts w:hint="default"/>
          <w:b w:val="0"/>
          <w:i w:val="0"/>
          <w:color w:val="FFFFFF"/>
          <w:sz w:val="21"/>
        </w:rPr>
      </w:lvl>
    </w:lvlOverride>
    <w:lvlOverride w:ilvl="3">
      <w:lvl w:ilvl="3">
        <w:start w:val="1"/>
        <w:numFmt w:val="none"/>
        <w:lvlText w:val=""/>
        <w:lvlJc w:val="left"/>
        <w:pPr>
          <w:tabs>
            <w:tab w:val="num" w:pos="0"/>
          </w:tabs>
          <w:ind w:left="0" w:firstLine="0"/>
        </w:pPr>
        <w:rPr>
          <w:rFonts w:ascii="Arial" w:hAnsi="Arial" w:cs="Arial" w:hint="default"/>
          <w:b w:val="0"/>
          <w:i/>
          <w:color w:val="464D53" w:themeColor="text2"/>
          <w:sz w:val="28"/>
        </w:rPr>
      </w:lvl>
    </w:lvlOverride>
    <w:lvlOverride w:ilvl="4">
      <w:lvl w:ilvl="4">
        <w:start w:val="1"/>
        <w:numFmt w:val="none"/>
        <w:lvlRestart w:val="0"/>
        <w:lvlText w:val=""/>
        <w:lvlJc w:val="left"/>
        <w:pPr>
          <w:tabs>
            <w:tab w:val="num" w:pos="0"/>
          </w:tabs>
          <w:ind w:left="0" w:firstLine="0"/>
        </w:pPr>
        <w:rPr>
          <w:rFonts w:ascii="Arial" w:hAnsi="Arial" w:cs="Arial" w:hint="default"/>
          <w:b w:val="0"/>
          <w:i w:val="0"/>
          <w:color w:val="4C4C72" w:themeColor="background2"/>
          <w:sz w:val="36"/>
        </w:rPr>
      </w:lvl>
    </w:lvlOverride>
    <w:lvlOverride w:ilvl="5">
      <w:lvl w:ilvl="5">
        <w:start w:val="1"/>
        <w:numFmt w:val="none"/>
        <w:lvlRestart w:val="0"/>
        <w:suff w:val="nothing"/>
        <w:lvlText w:val=""/>
        <w:lvlJc w:val="left"/>
        <w:pPr>
          <w:ind w:left="0" w:firstLine="0"/>
        </w:pPr>
        <w:rPr>
          <w:rFonts w:ascii="Arial" w:hAnsi="Arial" w:cs="Arial" w:hint="default"/>
          <w:b w:val="0"/>
          <w:i w:val="0"/>
          <w:color w:val="464D53" w:themeColor="text2"/>
          <w:sz w:val="72"/>
        </w:rPr>
      </w:lvl>
    </w:lvlOverride>
    <w:lvlOverride w:ilvl="6">
      <w:lvl w:ilvl="6">
        <w:start w:val="1"/>
        <w:numFmt w:val="none"/>
        <w:lvlText w:val=""/>
        <w:lvlJc w:val="left"/>
        <w:pPr>
          <w:tabs>
            <w:tab w:val="num" w:pos="567"/>
          </w:tabs>
          <w:ind w:left="567" w:hanging="567"/>
        </w:pPr>
        <w:rPr>
          <w:rFonts w:ascii="Arial" w:hAnsi="Arial" w:cs="Arial" w:hint="default"/>
          <w:b w:val="0"/>
          <w:i w:val="0"/>
          <w:color w:val="464D53" w:themeColor="text2"/>
        </w:rPr>
      </w:lvl>
    </w:lvlOverride>
    <w:lvlOverride w:ilvl="7">
      <w:lvl w:ilvl="7">
        <w:start w:val="1"/>
        <w:numFmt w:val="none"/>
        <w:lvlRestart w:val="4"/>
        <w:lvlText w:val=""/>
        <w:lvlJc w:val="left"/>
        <w:pPr>
          <w:tabs>
            <w:tab w:val="num" w:pos="567"/>
          </w:tabs>
          <w:ind w:left="0" w:firstLine="0"/>
        </w:pPr>
        <w:rPr>
          <w:rFonts w:ascii="Arial" w:hAnsi="Arial" w:cs="Arial" w:hint="default"/>
          <w:b w:val="0"/>
          <w:i w:val="0"/>
          <w:color w:val="auto"/>
        </w:rPr>
      </w:lvl>
    </w:lvlOverride>
    <w:lvlOverride w:ilvl="8">
      <w:lvl w:ilvl="8">
        <w:start w:val="1"/>
        <w:numFmt w:val="none"/>
        <w:lvlText w:val=""/>
        <w:lvlJc w:val="left"/>
        <w:pPr>
          <w:tabs>
            <w:tab w:val="num" w:pos="1134"/>
          </w:tabs>
          <w:ind w:left="0" w:firstLine="0"/>
        </w:pPr>
        <w:rPr>
          <w:rFonts w:ascii="Arial" w:hAnsi="Arial" w:cs="Arial" w:hint="default"/>
          <w:b w:val="0"/>
          <w:i w:val="0"/>
          <w:color w:val="auto"/>
        </w:rPr>
      </w:lvl>
    </w:lvlOverride>
  </w:num>
  <w:num w:numId="9">
    <w:abstractNumId w:val="17"/>
  </w:num>
  <w:num w:numId="10">
    <w:abstractNumId w:val="12"/>
  </w:num>
  <w:num w:numId="11">
    <w:abstractNumId w:val="13"/>
  </w:num>
  <w:num w:numId="12">
    <w:abstractNumId w:val="22"/>
    <w:lvlOverride w:ilvl="0">
      <w:lvl w:ilvl="0">
        <w:start w:val="1"/>
        <w:numFmt w:val="none"/>
        <w:pStyle w:val="PwCNormal"/>
        <w:suff w:val="nothing"/>
        <w:lvlText w:val=""/>
        <w:lvlJc w:val="left"/>
        <w:pPr>
          <w:ind w:left="0" w:firstLine="0"/>
        </w:pPr>
        <w:rPr>
          <w:rFonts w:hint="default"/>
          <w:color w:val="auto"/>
        </w:rPr>
      </w:lvl>
    </w:lvlOverride>
  </w:num>
  <w:num w:numId="13">
    <w:abstractNumId w:val="6"/>
  </w:num>
  <w:num w:numId="14">
    <w:abstractNumId w:val="4"/>
  </w:num>
  <w:num w:numId="15">
    <w:abstractNumId w:val="5"/>
  </w:num>
  <w:num w:numId="16">
    <w:abstractNumId w:val="3"/>
  </w:num>
  <w:num w:numId="17">
    <w:abstractNumId w:val="2"/>
  </w:num>
  <w:num w:numId="18">
    <w:abstractNumId w:val="1"/>
  </w:num>
  <w:num w:numId="19">
    <w:abstractNumId w:val="0"/>
  </w:num>
  <w:num w:numId="20">
    <w:abstractNumId w:val="8"/>
  </w:num>
  <w:num w:numId="21">
    <w:abstractNumId w:val="17"/>
  </w:num>
  <w:num w:numId="22">
    <w:abstractNumId w:val="17"/>
  </w:num>
  <w:num w:numId="23">
    <w:abstractNumId w:val="17"/>
  </w:num>
  <w:num w:numId="24">
    <w:abstractNumId w:val="17"/>
  </w:num>
  <w:num w:numId="25">
    <w:abstractNumId w:val="22"/>
    <w:lvlOverride w:ilvl="0">
      <w:lvl w:ilvl="0">
        <w:start w:val="1"/>
        <w:numFmt w:val="none"/>
        <w:pStyle w:val="PwCNormal"/>
        <w:suff w:val="nothing"/>
        <w:lvlText w:val=""/>
        <w:lvlJc w:val="left"/>
        <w:pPr>
          <w:ind w:left="0" w:firstLine="0"/>
        </w:pPr>
        <w:rPr>
          <w:rFonts w:hint="default"/>
          <w:color w:val="auto"/>
        </w:rPr>
      </w:lvl>
    </w:lvlOverride>
  </w:num>
  <w:num w:numId="26">
    <w:abstractNumId w:val="14"/>
  </w:num>
  <w:num w:numId="27">
    <w:abstractNumId w:val="12"/>
  </w:num>
  <w:num w:numId="28">
    <w:abstractNumId w:val="12"/>
  </w:num>
  <w:num w:numId="29">
    <w:abstractNumId w:val="12"/>
  </w:num>
  <w:num w:numId="30">
    <w:abstractNumId w:val="12"/>
  </w:num>
  <w:num w:numId="31">
    <w:abstractNumId w:val="23"/>
  </w:num>
  <w:num w:numId="32">
    <w:abstractNumId w:val="11"/>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3F24"/>
  <w:stylePaneSortMethod w:val="0000"/>
  <w:documentProtection w:formatting="1" w:enforcement="0"/>
  <w:defaultTabStop w:val="720"/>
  <w:drawingGridHorizontalSpacing w:val="90"/>
  <w:displayHorizontalDrawingGridEvery w:val="2"/>
  <w:characterSpacingControl w:val="doNotCompress"/>
  <w:hdrShapeDefaults>
    <o:shapedefaults v:ext="edit" spidmax="5122" fill="f" fillcolor="white">
      <v:fill color="white" on="f"/>
      <o:colormru v:ext="edit" colors="#fef8f4"/>
    </o:shapedefaults>
  </w:hdrShapeDefaults>
  <w:footnotePr>
    <w:footnote w:id="-1"/>
    <w:footnote w:id="0"/>
    <w:footnote w:id="1"/>
  </w:footnotePr>
  <w:endnotePr>
    <w:endnote w:id="-1"/>
    <w:endnote w:id="0"/>
    <w:endnote w:id="1"/>
  </w:endnotePr>
  <w:compat>
    <w:useFELayout/>
  </w:compat>
  <w:rsids>
    <w:rsidRoot w:val="00AF462C"/>
    <w:rsid w:val="00000E07"/>
    <w:rsid w:val="000010DC"/>
    <w:rsid w:val="00001404"/>
    <w:rsid w:val="00002A1E"/>
    <w:rsid w:val="00002F7F"/>
    <w:rsid w:val="00002F85"/>
    <w:rsid w:val="000046CA"/>
    <w:rsid w:val="00004CC4"/>
    <w:rsid w:val="00005CEB"/>
    <w:rsid w:val="00007406"/>
    <w:rsid w:val="00011B56"/>
    <w:rsid w:val="00014770"/>
    <w:rsid w:val="000148A7"/>
    <w:rsid w:val="00015271"/>
    <w:rsid w:val="00015598"/>
    <w:rsid w:val="00015F3F"/>
    <w:rsid w:val="00020F8D"/>
    <w:rsid w:val="000219D0"/>
    <w:rsid w:val="0002381C"/>
    <w:rsid w:val="0002400B"/>
    <w:rsid w:val="0002482B"/>
    <w:rsid w:val="00025387"/>
    <w:rsid w:val="0003004A"/>
    <w:rsid w:val="00030590"/>
    <w:rsid w:val="00031309"/>
    <w:rsid w:val="000317A6"/>
    <w:rsid w:val="00033E5E"/>
    <w:rsid w:val="00035288"/>
    <w:rsid w:val="00040BC7"/>
    <w:rsid w:val="00041787"/>
    <w:rsid w:val="00042109"/>
    <w:rsid w:val="00043650"/>
    <w:rsid w:val="000444FF"/>
    <w:rsid w:val="00045B35"/>
    <w:rsid w:val="000506A5"/>
    <w:rsid w:val="00050ACB"/>
    <w:rsid w:val="00051862"/>
    <w:rsid w:val="0005222A"/>
    <w:rsid w:val="00055A6A"/>
    <w:rsid w:val="0005674C"/>
    <w:rsid w:val="000606D1"/>
    <w:rsid w:val="00061068"/>
    <w:rsid w:val="000619A2"/>
    <w:rsid w:val="00063503"/>
    <w:rsid w:val="00064B40"/>
    <w:rsid w:val="00064EB8"/>
    <w:rsid w:val="00067E5E"/>
    <w:rsid w:val="00070486"/>
    <w:rsid w:val="00070F1E"/>
    <w:rsid w:val="000713BA"/>
    <w:rsid w:val="000733B7"/>
    <w:rsid w:val="00076C97"/>
    <w:rsid w:val="000778D4"/>
    <w:rsid w:val="00077EBF"/>
    <w:rsid w:val="00080AF8"/>
    <w:rsid w:val="00081A58"/>
    <w:rsid w:val="00082CD9"/>
    <w:rsid w:val="000868B0"/>
    <w:rsid w:val="000876D2"/>
    <w:rsid w:val="00087C5B"/>
    <w:rsid w:val="00090AAB"/>
    <w:rsid w:val="00094408"/>
    <w:rsid w:val="00095191"/>
    <w:rsid w:val="00095744"/>
    <w:rsid w:val="00096CE6"/>
    <w:rsid w:val="000A0836"/>
    <w:rsid w:val="000A1F3F"/>
    <w:rsid w:val="000A4352"/>
    <w:rsid w:val="000A51EE"/>
    <w:rsid w:val="000A6014"/>
    <w:rsid w:val="000A6F12"/>
    <w:rsid w:val="000B0862"/>
    <w:rsid w:val="000B319E"/>
    <w:rsid w:val="000B4BB4"/>
    <w:rsid w:val="000B5AFD"/>
    <w:rsid w:val="000B61EE"/>
    <w:rsid w:val="000B65CE"/>
    <w:rsid w:val="000B7AC9"/>
    <w:rsid w:val="000C009C"/>
    <w:rsid w:val="000C0DC8"/>
    <w:rsid w:val="000C1406"/>
    <w:rsid w:val="000C312A"/>
    <w:rsid w:val="000C3423"/>
    <w:rsid w:val="000C4821"/>
    <w:rsid w:val="000C56BD"/>
    <w:rsid w:val="000D3C42"/>
    <w:rsid w:val="000D3C62"/>
    <w:rsid w:val="000E0E16"/>
    <w:rsid w:val="000E14AD"/>
    <w:rsid w:val="000E1B53"/>
    <w:rsid w:val="000E2F96"/>
    <w:rsid w:val="000E3272"/>
    <w:rsid w:val="000E3802"/>
    <w:rsid w:val="000E6525"/>
    <w:rsid w:val="000E65B2"/>
    <w:rsid w:val="000E66EA"/>
    <w:rsid w:val="000E751E"/>
    <w:rsid w:val="000E7917"/>
    <w:rsid w:val="000F118B"/>
    <w:rsid w:val="000F346D"/>
    <w:rsid w:val="000F5536"/>
    <w:rsid w:val="000F77C6"/>
    <w:rsid w:val="001002E4"/>
    <w:rsid w:val="001013F4"/>
    <w:rsid w:val="001015D1"/>
    <w:rsid w:val="00101E7E"/>
    <w:rsid w:val="001026F1"/>
    <w:rsid w:val="00107A9D"/>
    <w:rsid w:val="00111324"/>
    <w:rsid w:val="00111544"/>
    <w:rsid w:val="00112A1C"/>
    <w:rsid w:val="00113D7F"/>
    <w:rsid w:val="00114007"/>
    <w:rsid w:val="0011421B"/>
    <w:rsid w:val="001179B7"/>
    <w:rsid w:val="00117D9C"/>
    <w:rsid w:val="00120447"/>
    <w:rsid w:val="0012160A"/>
    <w:rsid w:val="00121A30"/>
    <w:rsid w:val="001226BE"/>
    <w:rsid w:val="00123EF1"/>
    <w:rsid w:val="00125AFC"/>
    <w:rsid w:val="00126DC3"/>
    <w:rsid w:val="00127187"/>
    <w:rsid w:val="00130007"/>
    <w:rsid w:val="00130727"/>
    <w:rsid w:val="00133BF4"/>
    <w:rsid w:val="00135AE9"/>
    <w:rsid w:val="001366F7"/>
    <w:rsid w:val="00137B03"/>
    <w:rsid w:val="00141457"/>
    <w:rsid w:val="001415DD"/>
    <w:rsid w:val="001420B0"/>
    <w:rsid w:val="00142F9D"/>
    <w:rsid w:val="001436B6"/>
    <w:rsid w:val="00146E85"/>
    <w:rsid w:val="0014703A"/>
    <w:rsid w:val="0015303F"/>
    <w:rsid w:val="00155286"/>
    <w:rsid w:val="00155FE3"/>
    <w:rsid w:val="00157444"/>
    <w:rsid w:val="001604B6"/>
    <w:rsid w:val="00164A8D"/>
    <w:rsid w:val="00165AC0"/>
    <w:rsid w:val="00166AE4"/>
    <w:rsid w:val="00166F4F"/>
    <w:rsid w:val="00167EE0"/>
    <w:rsid w:val="00167F7E"/>
    <w:rsid w:val="00170238"/>
    <w:rsid w:val="00170C87"/>
    <w:rsid w:val="00170DF6"/>
    <w:rsid w:val="00174043"/>
    <w:rsid w:val="00176D38"/>
    <w:rsid w:val="001824CB"/>
    <w:rsid w:val="001827F1"/>
    <w:rsid w:val="00184855"/>
    <w:rsid w:val="001856FB"/>
    <w:rsid w:val="001861C1"/>
    <w:rsid w:val="00187218"/>
    <w:rsid w:val="00190483"/>
    <w:rsid w:val="001909A6"/>
    <w:rsid w:val="00192241"/>
    <w:rsid w:val="00192A42"/>
    <w:rsid w:val="00192FAF"/>
    <w:rsid w:val="00193397"/>
    <w:rsid w:val="00197937"/>
    <w:rsid w:val="00197C7A"/>
    <w:rsid w:val="001A129B"/>
    <w:rsid w:val="001A1C17"/>
    <w:rsid w:val="001A24EE"/>
    <w:rsid w:val="001A393F"/>
    <w:rsid w:val="001A529E"/>
    <w:rsid w:val="001A58B3"/>
    <w:rsid w:val="001B154C"/>
    <w:rsid w:val="001B1E72"/>
    <w:rsid w:val="001B2382"/>
    <w:rsid w:val="001B3327"/>
    <w:rsid w:val="001B34FF"/>
    <w:rsid w:val="001B3C7F"/>
    <w:rsid w:val="001B58F2"/>
    <w:rsid w:val="001B678D"/>
    <w:rsid w:val="001C28BE"/>
    <w:rsid w:val="001C32F9"/>
    <w:rsid w:val="001C447B"/>
    <w:rsid w:val="001C47A5"/>
    <w:rsid w:val="001C4FE3"/>
    <w:rsid w:val="001C5F00"/>
    <w:rsid w:val="001C6506"/>
    <w:rsid w:val="001C6D16"/>
    <w:rsid w:val="001D117B"/>
    <w:rsid w:val="001D11DC"/>
    <w:rsid w:val="001D1AF5"/>
    <w:rsid w:val="001D65CA"/>
    <w:rsid w:val="001E31A4"/>
    <w:rsid w:val="001E3EA7"/>
    <w:rsid w:val="001E5304"/>
    <w:rsid w:val="001E5A33"/>
    <w:rsid w:val="001E620F"/>
    <w:rsid w:val="001E6A5E"/>
    <w:rsid w:val="001E6CE0"/>
    <w:rsid w:val="001E725C"/>
    <w:rsid w:val="001F0210"/>
    <w:rsid w:val="001F0DAD"/>
    <w:rsid w:val="001F2BB2"/>
    <w:rsid w:val="001F2C4E"/>
    <w:rsid w:val="001F30D4"/>
    <w:rsid w:val="001F3220"/>
    <w:rsid w:val="001F55EB"/>
    <w:rsid w:val="001F798F"/>
    <w:rsid w:val="002014CF"/>
    <w:rsid w:val="0020242F"/>
    <w:rsid w:val="00202810"/>
    <w:rsid w:val="002030A3"/>
    <w:rsid w:val="00203710"/>
    <w:rsid w:val="00204F10"/>
    <w:rsid w:val="00205D40"/>
    <w:rsid w:val="00207E36"/>
    <w:rsid w:val="002108D1"/>
    <w:rsid w:val="0021094E"/>
    <w:rsid w:val="00211991"/>
    <w:rsid w:val="00213C42"/>
    <w:rsid w:val="002151E0"/>
    <w:rsid w:val="0021543C"/>
    <w:rsid w:val="00215D7C"/>
    <w:rsid w:val="00215E7D"/>
    <w:rsid w:val="00217154"/>
    <w:rsid w:val="002228B6"/>
    <w:rsid w:val="00224BA5"/>
    <w:rsid w:val="00230266"/>
    <w:rsid w:val="00231135"/>
    <w:rsid w:val="00234835"/>
    <w:rsid w:val="002349B9"/>
    <w:rsid w:val="00234F3A"/>
    <w:rsid w:val="002353A9"/>
    <w:rsid w:val="00235653"/>
    <w:rsid w:val="00237BCC"/>
    <w:rsid w:val="002407B2"/>
    <w:rsid w:val="00241695"/>
    <w:rsid w:val="002445FF"/>
    <w:rsid w:val="0024482C"/>
    <w:rsid w:val="00245400"/>
    <w:rsid w:val="00247067"/>
    <w:rsid w:val="00247954"/>
    <w:rsid w:val="002504DF"/>
    <w:rsid w:val="002534B3"/>
    <w:rsid w:val="00253874"/>
    <w:rsid w:val="002542AB"/>
    <w:rsid w:val="0025481F"/>
    <w:rsid w:val="00256B17"/>
    <w:rsid w:val="002570A9"/>
    <w:rsid w:val="00257794"/>
    <w:rsid w:val="00260B1B"/>
    <w:rsid w:val="002639CC"/>
    <w:rsid w:val="00263AE9"/>
    <w:rsid w:val="0026608B"/>
    <w:rsid w:val="00270109"/>
    <w:rsid w:val="002709D2"/>
    <w:rsid w:val="00271259"/>
    <w:rsid w:val="00273234"/>
    <w:rsid w:val="002736C6"/>
    <w:rsid w:val="002745E9"/>
    <w:rsid w:val="0027472A"/>
    <w:rsid w:val="00275248"/>
    <w:rsid w:val="00276748"/>
    <w:rsid w:val="00276DF5"/>
    <w:rsid w:val="00280476"/>
    <w:rsid w:val="002825BF"/>
    <w:rsid w:val="00282EA2"/>
    <w:rsid w:val="00282F45"/>
    <w:rsid w:val="002833F5"/>
    <w:rsid w:val="002850FC"/>
    <w:rsid w:val="00285547"/>
    <w:rsid w:val="0028561C"/>
    <w:rsid w:val="00285AAD"/>
    <w:rsid w:val="0028639C"/>
    <w:rsid w:val="00286C94"/>
    <w:rsid w:val="002908C9"/>
    <w:rsid w:val="00292BF1"/>
    <w:rsid w:val="002930AC"/>
    <w:rsid w:val="002960CE"/>
    <w:rsid w:val="00297CF4"/>
    <w:rsid w:val="002B10D1"/>
    <w:rsid w:val="002B1624"/>
    <w:rsid w:val="002B1A46"/>
    <w:rsid w:val="002B1CD2"/>
    <w:rsid w:val="002B298D"/>
    <w:rsid w:val="002B4C2E"/>
    <w:rsid w:val="002B4C86"/>
    <w:rsid w:val="002B7C8E"/>
    <w:rsid w:val="002C016F"/>
    <w:rsid w:val="002C0347"/>
    <w:rsid w:val="002C29F8"/>
    <w:rsid w:val="002C4763"/>
    <w:rsid w:val="002D0A6D"/>
    <w:rsid w:val="002D1B11"/>
    <w:rsid w:val="002D2514"/>
    <w:rsid w:val="002D5CE4"/>
    <w:rsid w:val="002D6616"/>
    <w:rsid w:val="002D6FED"/>
    <w:rsid w:val="002E11FC"/>
    <w:rsid w:val="002E5B95"/>
    <w:rsid w:val="002E6590"/>
    <w:rsid w:val="002E6EDE"/>
    <w:rsid w:val="002E7CAE"/>
    <w:rsid w:val="002F00BC"/>
    <w:rsid w:val="002F02A4"/>
    <w:rsid w:val="002F4ABF"/>
    <w:rsid w:val="0030011D"/>
    <w:rsid w:val="00301999"/>
    <w:rsid w:val="00304820"/>
    <w:rsid w:val="00306F4B"/>
    <w:rsid w:val="00310381"/>
    <w:rsid w:val="003103E1"/>
    <w:rsid w:val="00310CB2"/>
    <w:rsid w:val="003146EB"/>
    <w:rsid w:val="00317710"/>
    <w:rsid w:val="00324F7E"/>
    <w:rsid w:val="003250F7"/>
    <w:rsid w:val="00325697"/>
    <w:rsid w:val="00325C37"/>
    <w:rsid w:val="00325FD3"/>
    <w:rsid w:val="00327C6B"/>
    <w:rsid w:val="00330EAA"/>
    <w:rsid w:val="003318BA"/>
    <w:rsid w:val="003343D7"/>
    <w:rsid w:val="003364E5"/>
    <w:rsid w:val="00340549"/>
    <w:rsid w:val="00342F09"/>
    <w:rsid w:val="003445FC"/>
    <w:rsid w:val="00344C24"/>
    <w:rsid w:val="003464DB"/>
    <w:rsid w:val="00350B99"/>
    <w:rsid w:val="00351241"/>
    <w:rsid w:val="00351DE1"/>
    <w:rsid w:val="0035350F"/>
    <w:rsid w:val="00354ADA"/>
    <w:rsid w:val="003562B2"/>
    <w:rsid w:val="00357088"/>
    <w:rsid w:val="00360109"/>
    <w:rsid w:val="00360615"/>
    <w:rsid w:val="00362949"/>
    <w:rsid w:val="00366205"/>
    <w:rsid w:val="00367142"/>
    <w:rsid w:val="00367462"/>
    <w:rsid w:val="00367555"/>
    <w:rsid w:val="00367708"/>
    <w:rsid w:val="00367B96"/>
    <w:rsid w:val="00373B4F"/>
    <w:rsid w:val="003761F8"/>
    <w:rsid w:val="0037694D"/>
    <w:rsid w:val="003769C7"/>
    <w:rsid w:val="00380F77"/>
    <w:rsid w:val="00381350"/>
    <w:rsid w:val="0038213B"/>
    <w:rsid w:val="00384AB2"/>
    <w:rsid w:val="00385B5F"/>
    <w:rsid w:val="00392372"/>
    <w:rsid w:val="00392564"/>
    <w:rsid w:val="003929DD"/>
    <w:rsid w:val="00396422"/>
    <w:rsid w:val="003A046D"/>
    <w:rsid w:val="003A10D3"/>
    <w:rsid w:val="003A1DD5"/>
    <w:rsid w:val="003A3C92"/>
    <w:rsid w:val="003A4A6F"/>
    <w:rsid w:val="003A797E"/>
    <w:rsid w:val="003B1871"/>
    <w:rsid w:val="003B1B8B"/>
    <w:rsid w:val="003B326B"/>
    <w:rsid w:val="003B429A"/>
    <w:rsid w:val="003B5AAE"/>
    <w:rsid w:val="003B7938"/>
    <w:rsid w:val="003C08A5"/>
    <w:rsid w:val="003C1B0D"/>
    <w:rsid w:val="003C3D9B"/>
    <w:rsid w:val="003C71A5"/>
    <w:rsid w:val="003C7E3E"/>
    <w:rsid w:val="003D001D"/>
    <w:rsid w:val="003D06E6"/>
    <w:rsid w:val="003D1146"/>
    <w:rsid w:val="003D20AF"/>
    <w:rsid w:val="003D3282"/>
    <w:rsid w:val="003D41CD"/>
    <w:rsid w:val="003D429E"/>
    <w:rsid w:val="003D54AD"/>
    <w:rsid w:val="003D708E"/>
    <w:rsid w:val="003E0A22"/>
    <w:rsid w:val="003E4250"/>
    <w:rsid w:val="003F1BDC"/>
    <w:rsid w:val="003F2926"/>
    <w:rsid w:val="003F4C35"/>
    <w:rsid w:val="004007E3"/>
    <w:rsid w:val="00400D4D"/>
    <w:rsid w:val="00403848"/>
    <w:rsid w:val="004038BD"/>
    <w:rsid w:val="00404399"/>
    <w:rsid w:val="004059BA"/>
    <w:rsid w:val="00406928"/>
    <w:rsid w:val="00406BD8"/>
    <w:rsid w:val="00410435"/>
    <w:rsid w:val="00410FEA"/>
    <w:rsid w:val="00411104"/>
    <w:rsid w:val="00412140"/>
    <w:rsid w:val="0041517E"/>
    <w:rsid w:val="00416280"/>
    <w:rsid w:val="0041762D"/>
    <w:rsid w:val="00417CA1"/>
    <w:rsid w:val="00422095"/>
    <w:rsid w:val="004256E9"/>
    <w:rsid w:val="0042583B"/>
    <w:rsid w:val="00425FC5"/>
    <w:rsid w:val="00432309"/>
    <w:rsid w:val="00433033"/>
    <w:rsid w:val="004332EB"/>
    <w:rsid w:val="004343B3"/>
    <w:rsid w:val="004348F0"/>
    <w:rsid w:val="00435286"/>
    <w:rsid w:val="00440FB8"/>
    <w:rsid w:val="0044108D"/>
    <w:rsid w:val="00441498"/>
    <w:rsid w:val="00441864"/>
    <w:rsid w:val="00441DEB"/>
    <w:rsid w:val="004425FD"/>
    <w:rsid w:val="00442DFE"/>
    <w:rsid w:val="00442F25"/>
    <w:rsid w:val="004438FA"/>
    <w:rsid w:val="004465CA"/>
    <w:rsid w:val="00446AAF"/>
    <w:rsid w:val="00447F00"/>
    <w:rsid w:val="00450840"/>
    <w:rsid w:val="00450E38"/>
    <w:rsid w:val="0045181B"/>
    <w:rsid w:val="00452188"/>
    <w:rsid w:val="0045450B"/>
    <w:rsid w:val="00455C8F"/>
    <w:rsid w:val="00455EDD"/>
    <w:rsid w:val="00456E8B"/>
    <w:rsid w:val="004574EC"/>
    <w:rsid w:val="00461AF8"/>
    <w:rsid w:val="00462400"/>
    <w:rsid w:val="00463277"/>
    <w:rsid w:val="0046540E"/>
    <w:rsid w:val="00465A6D"/>
    <w:rsid w:val="00466C53"/>
    <w:rsid w:val="0047015C"/>
    <w:rsid w:val="004726F1"/>
    <w:rsid w:val="0047382B"/>
    <w:rsid w:val="00474A08"/>
    <w:rsid w:val="00475CE4"/>
    <w:rsid w:val="00477D62"/>
    <w:rsid w:val="004806E1"/>
    <w:rsid w:val="00480BDE"/>
    <w:rsid w:val="00480C7A"/>
    <w:rsid w:val="00482625"/>
    <w:rsid w:val="00482B86"/>
    <w:rsid w:val="0048436D"/>
    <w:rsid w:val="004860A4"/>
    <w:rsid w:val="0048701E"/>
    <w:rsid w:val="00487091"/>
    <w:rsid w:val="00487907"/>
    <w:rsid w:val="00490157"/>
    <w:rsid w:val="0049074E"/>
    <w:rsid w:val="004938B4"/>
    <w:rsid w:val="00494C5D"/>
    <w:rsid w:val="004954CF"/>
    <w:rsid w:val="00496610"/>
    <w:rsid w:val="004977E5"/>
    <w:rsid w:val="004A1CC0"/>
    <w:rsid w:val="004A36F5"/>
    <w:rsid w:val="004A4B82"/>
    <w:rsid w:val="004A556D"/>
    <w:rsid w:val="004A5DB5"/>
    <w:rsid w:val="004A5EFB"/>
    <w:rsid w:val="004A5FE8"/>
    <w:rsid w:val="004A7D50"/>
    <w:rsid w:val="004B02C4"/>
    <w:rsid w:val="004B1012"/>
    <w:rsid w:val="004B24C5"/>
    <w:rsid w:val="004B40D9"/>
    <w:rsid w:val="004B7602"/>
    <w:rsid w:val="004B7C65"/>
    <w:rsid w:val="004B7D70"/>
    <w:rsid w:val="004C0466"/>
    <w:rsid w:val="004C09AF"/>
    <w:rsid w:val="004C315F"/>
    <w:rsid w:val="004C3B2E"/>
    <w:rsid w:val="004C4394"/>
    <w:rsid w:val="004C5B61"/>
    <w:rsid w:val="004C5DDD"/>
    <w:rsid w:val="004D03AF"/>
    <w:rsid w:val="004D0D13"/>
    <w:rsid w:val="004D10AA"/>
    <w:rsid w:val="004D3CB2"/>
    <w:rsid w:val="004D59B5"/>
    <w:rsid w:val="004D5C7A"/>
    <w:rsid w:val="004D7EEF"/>
    <w:rsid w:val="004E0593"/>
    <w:rsid w:val="004E0740"/>
    <w:rsid w:val="004E41EF"/>
    <w:rsid w:val="004E5C37"/>
    <w:rsid w:val="004E623E"/>
    <w:rsid w:val="004F02C3"/>
    <w:rsid w:val="004F0878"/>
    <w:rsid w:val="004F0B10"/>
    <w:rsid w:val="004F261E"/>
    <w:rsid w:val="004F28E6"/>
    <w:rsid w:val="004F3702"/>
    <w:rsid w:val="004F78E9"/>
    <w:rsid w:val="00503A1D"/>
    <w:rsid w:val="00505891"/>
    <w:rsid w:val="0050706C"/>
    <w:rsid w:val="00510814"/>
    <w:rsid w:val="00510B83"/>
    <w:rsid w:val="0051141E"/>
    <w:rsid w:val="00511B4C"/>
    <w:rsid w:val="005137DE"/>
    <w:rsid w:val="00514109"/>
    <w:rsid w:val="00516B90"/>
    <w:rsid w:val="00520519"/>
    <w:rsid w:val="0052254D"/>
    <w:rsid w:val="00524862"/>
    <w:rsid w:val="00530A80"/>
    <w:rsid w:val="00535AE8"/>
    <w:rsid w:val="00535CEA"/>
    <w:rsid w:val="005360DD"/>
    <w:rsid w:val="0054483B"/>
    <w:rsid w:val="00544EFD"/>
    <w:rsid w:val="005478F4"/>
    <w:rsid w:val="00547AE6"/>
    <w:rsid w:val="00551B85"/>
    <w:rsid w:val="0055267F"/>
    <w:rsid w:val="00553010"/>
    <w:rsid w:val="0055347D"/>
    <w:rsid w:val="0055372B"/>
    <w:rsid w:val="00554C90"/>
    <w:rsid w:val="00555705"/>
    <w:rsid w:val="005570A4"/>
    <w:rsid w:val="005632D1"/>
    <w:rsid w:val="00563609"/>
    <w:rsid w:val="00563E2E"/>
    <w:rsid w:val="005644B1"/>
    <w:rsid w:val="00565872"/>
    <w:rsid w:val="005661C8"/>
    <w:rsid w:val="00567009"/>
    <w:rsid w:val="005700DB"/>
    <w:rsid w:val="00570AA9"/>
    <w:rsid w:val="00570C99"/>
    <w:rsid w:val="00571AAD"/>
    <w:rsid w:val="00571EAB"/>
    <w:rsid w:val="00572B9E"/>
    <w:rsid w:val="00574287"/>
    <w:rsid w:val="00582B60"/>
    <w:rsid w:val="0058390B"/>
    <w:rsid w:val="005861D4"/>
    <w:rsid w:val="005869A1"/>
    <w:rsid w:val="00591FCE"/>
    <w:rsid w:val="00595141"/>
    <w:rsid w:val="00596311"/>
    <w:rsid w:val="005970F9"/>
    <w:rsid w:val="005974CD"/>
    <w:rsid w:val="005A0B7B"/>
    <w:rsid w:val="005A0E0F"/>
    <w:rsid w:val="005A3A30"/>
    <w:rsid w:val="005A45C3"/>
    <w:rsid w:val="005A6E4D"/>
    <w:rsid w:val="005B25AF"/>
    <w:rsid w:val="005B6E0E"/>
    <w:rsid w:val="005B7998"/>
    <w:rsid w:val="005B7FDD"/>
    <w:rsid w:val="005C16A0"/>
    <w:rsid w:val="005C1925"/>
    <w:rsid w:val="005C3096"/>
    <w:rsid w:val="005C6197"/>
    <w:rsid w:val="005C7AB1"/>
    <w:rsid w:val="005D0331"/>
    <w:rsid w:val="005D160B"/>
    <w:rsid w:val="005D2E8C"/>
    <w:rsid w:val="005D5AF6"/>
    <w:rsid w:val="005E08F2"/>
    <w:rsid w:val="005E146A"/>
    <w:rsid w:val="005E3034"/>
    <w:rsid w:val="005E3E42"/>
    <w:rsid w:val="005E446F"/>
    <w:rsid w:val="005E58A5"/>
    <w:rsid w:val="005E70C2"/>
    <w:rsid w:val="005F018B"/>
    <w:rsid w:val="005F07CE"/>
    <w:rsid w:val="005F1607"/>
    <w:rsid w:val="005F16AA"/>
    <w:rsid w:val="005F5A49"/>
    <w:rsid w:val="00603F80"/>
    <w:rsid w:val="00604AA1"/>
    <w:rsid w:val="00606D96"/>
    <w:rsid w:val="00606ED7"/>
    <w:rsid w:val="00606FC1"/>
    <w:rsid w:val="00607B15"/>
    <w:rsid w:val="00610A70"/>
    <w:rsid w:val="00613D97"/>
    <w:rsid w:val="00620DC8"/>
    <w:rsid w:val="00621641"/>
    <w:rsid w:val="00621F91"/>
    <w:rsid w:val="006245CA"/>
    <w:rsid w:val="00626A34"/>
    <w:rsid w:val="00627214"/>
    <w:rsid w:val="00632311"/>
    <w:rsid w:val="0063232E"/>
    <w:rsid w:val="00632677"/>
    <w:rsid w:val="00633B33"/>
    <w:rsid w:val="006344C3"/>
    <w:rsid w:val="006357F1"/>
    <w:rsid w:val="00635F94"/>
    <w:rsid w:val="00640F80"/>
    <w:rsid w:val="006415CB"/>
    <w:rsid w:val="00641D31"/>
    <w:rsid w:val="0064516F"/>
    <w:rsid w:val="00646809"/>
    <w:rsid w:val="006476D4"/>
    <w:rsid w:val="00647A6F"/>
    <w:rsid w:val="00652397"/>
    <w:rsid w:val="00652A42"/>
    <w:rsid w:val="00654863"/>
    <w:rsid w:val="00654ED1"/>
    <w:rsid w:val="00660DAC"/>
    <w:rsid w:val="00662F50"/>
    <w:rsid w:val="00663FE2"/>
    <w:rsid w:val="00664768"/>
    <w:rsid w:val="0067238C"/>
    <w:rsid w:val="00674C02"/>
    <w:rsid w:val="00677D89"/>
    <w:rsid w:val="00680F21"/>
    <w:rsid w:val="00681022"/>
    <w:rsid w:val="0068249B"/>
    <w:rsid w:val="006841F4"/>
    <w:rsid w:val="00684846"/>
    <w:rsid w:val="006848AB"/>
    <w:rsid w:val="00684FAE"/>
    <w:rsid w:val="00685194"/>
    <w:rsid w:val="00686709"/>
    <w:rsid w:val="00687829"/>
    <w:rsid w:val="00687B54"/>
    <w:rsid w:val="00690E62"/>
    <w:rsid w:val="00691D03"/>
    <w:rsid w:val="00692BD3"/>
    <w:rsid w:val="00692FB8"/>
    <w:rsid w:val="00694ED0"/>
    <w:rsid w:val="00695761"/>
    <w:rsid w:val="00695B02"/>
    <w:rsid w:val="00696937"/>
    <w:rsid w:val="006A011A"/>
    <w:rsid w:val="006A0244"/>
    <w:rsid w:val="006A112C"/>
    <w:rsid w:val="006A21BB"/>
    <w:rsid w:val="006A2923"/>
    <w:rsid w:val="006A339E"/>
    <w:rsid w:val="006A36F2"/>
    <w:rsid w:val="006A3CC0"/>
    <w:rsid w:val="006A4ACD"/>
    <w:rsid w:val="006A58A3"/>
    <w:rsid w:val="006A699F"/>
    <w:rsid w:val="006A70C0"/>
    <w:rsid w:val="006A773D"/>
    <w:rsid w:val="006B02C1"/>
    <w:rsid w:val="006B1B51"/>
    <w:rsid w:val="006B38CA"/>
    <w:rsid w:val="006B4937"/>
    <w:rsid w:val="006B51D0"/>
    <w:rsid w:val="006C1783"/>
    <w:rsid w:val="006C1EE6"/>
    <w:rsid w:val="006C21B8"/>
    <w:rsid w:val="006C2A0E"/>
    <w:rsid w:val="006C2FAD"/>
    <w:rsid w:val="006C5E97"/>
    <w:rsid w:val="006C6389"/>
    <w:rsid w:val="006C69AC"/>
    <w:rsid w:val="006C72C4"/>
    <w:rsid w:val="006D0491"/>
    <w:rsid w:val="006D22E1"/>
    <w:rsid w:val="006D53AE"/>
    <w:rsid w:val="006D70E7"/>
    <w:rsid w:val="006D7FC4"/>
    <w:rsid w:val="006E2235"/>
    <w:rsid w:val="006E35E8"/>
    <w:rsid w:val="006E391F"/>
    <w:rsid w:val="006E3FB3"/>
    <w:rsid w:val="006E4F6C"/>
    <w:rsid w:val="006E5264"/>
    <w:rsid w:val="006F057B"/>
    <w:rsid w:val="006F0B66"/>
    <w:rsid w:val="006F5C81"/>
    <w:rsid w:val="006F62BF"/>
    <w:rsid w:val="006F7FA3"/>
    <w:rsid w:val="007006DB"/>
    <w:rsid w:val="00705BD1"/>
    <w:rsid w:val="00706579"/>
    <w:rsid w:val="0070717F"/>
    <w:rsid w:val="00710980"/>
    <w:rsid w:val="00710AB2"/>
    <w:rsid w:val="00711AEC"/>
    <w:rsid w:val="00711E1A"/>
    <w:rsid w:val="00713A51"/>
    <w:rsid w:val="007141F6"/>
    <w:rsid w:val="007215FA"/>
    <w:rsid w:val="00721C39"/>
    <w:rsid w:val="00723595"/>
    <w:rsid w:val="00724332"/>
    <w:rsid w:val="007261FA"/>
    <w:rsid w:val="00726D14"/>
    <w:rsid w:val="00727CE0"/>
    <w:rsid w:val="00730381"/>
    <w:rsid w:val="00730A5F"/>
    <w:rsid w:val="00730B62"/>
    <w:rsid w:val="00731184"/>
    <w:rsid w:val="00733F9A"/>
    <w:rsid w:val="00734EFF"/>
    <w:rsid w:val="0074002B"/>
    <w:rsid w:val="00742423"/>
    <w:rsid w:val="00743DD2"/>
    <w:rsid w:val="00744AAF"/>
    <w:rsid w:val="0074577D"/>
    <w:rsid w:val="007461ED"/>
    <w:rsid w:val="00746FC9"/>
    <w:rsid w:val="0074777D"/>
    <w:rsid w:val="00747F87"/>
    <w:rsid w:val="0075024A"/>
    <w:rsid w:val="00751EF4"/>
    <w:rsid w:val="00751F6C"/>
    <w:rsid w:val="0075490D"/>
    <w:rsid w:val="00755627"/>
    <w:rsid w:val="007560B3"/>
    <w:rsid w:val="00757056"/>
    <w:rsid w:val="00760EDA"/>
    <w:rsid w:val="007625B3"/>
    <w:rsid w:val="007641CF"/>
    <w:rsid w:val="007655DE"/>
    <w:rsid w:val="00767D54"/>
    <w:rsid w:val="00770178"/>
    <w:rsid w:val="00770598"/>
    <w:rsid w:val="00771DD4"/>
    <w:rsid w:val="00771DE2"/>
    <w:rsid w:val="00771FB0"/>
    <w:rsid w:val="007739F2"/>
    <w:rsid w:val="0077432E"/>
    <w:rsid w:val="00775B7B"/>
    <w:rsid w:val="00777852"/>
    <w:rsid w:val="00777C3A"/>
    <w:rsid w:val="007806D9"/>
    <w:rsid w:val="007823D9"/>
    <w:rsid w:val="00786363"/>
    <w:rsid w:val="0079053E"/>
    <w:rsid w:val="00791E68"/>
    <w:rsid w:val="00792BBE"/>
    <w:rsid w:val="007930CE"/>
    <w:rsid w:val="00793E5A"/>
    <w:rsid w:val="00795B27"/>
    <w:rsid w:val="00795C7A"/>
    <w:rsid w:val="007961D1"/>
    <w:rsid w:val="007A11FB"/>
    <w:rsid w:val="007A6CEF"/>
    <w:rsid w:val="007A6EC6"/>
    <w:rsid w:val="007B0FF0"/>
    <w:rsid w:val="007B1350"/>
    <w:rsid w:val="007B22EA"/>
    <w:rsid w:val="007B3269"/>
    <w:rsid w:val="007B4628"/>
    <w:rsid w:val="007B4BF4"/>
    <w:rsid w:val="007B692F"/>
    <w:rsid w:val="007B7E8B"/>
    <w:rsid w:val="007C0BC8"/>
    <w:rsid w:val="007C1C41"/>
    <w:rsid w:val="007C30DF"/>
    <w:rsid w:val="007C3AA1"/>
    <w:rsid w:val="007C649B"/>
    <w:rsid w:val="007D0137"/>
    <w:rsid w:val="007D04AC"/>
    <w:rsid w:val="007D1C0E"/>
    <w:rsid w:val="007D35EF"/>
    <w:rsid w:val="007D39E2"/>
    <w:rsid w:val="007E0B9A"/>
    <w:rsid w:val="007E2222"/>
    <w:rsid w:val="007E3953"/>
    <w:rsid w:val="007E5EA3"/>
    <w:rsid w:val="007E714D"/>
    <w:rsid w:val="007F204D"/>
    <w:rsid w:val="007F32C3"/>
    <w:rsid w:val="007F3813"/>
    <w:rsid w:val="007F7C45"/>
    <w:rsid w:val="00801B33"/>
    <w:rsid w:val="008030D2"/>
    <w:rsid w:val="008032CF"/>
    <w:rsid w:val="00804FBB"/>
    <w:rsid w:val="00805A20"/>
    <w:rsid w:val="008073A9"/>
    <w:rsid w:val="00807B4A"/>
    <w:rsid w:val="00807BE9"/>
    <w:rsid w:val="00807D20"/>
    <w:rsid w:val="008109E4"/>
    <w:rsid w:val="0081213E"/>
    <w:rsid w:val="0081232E"/>
    <w:rsid w:val="00814C37"/>
    <w:rsid w:val="00816C60"/>
    <w:rsid w:val="00822702"/>
    <w:rsid w:val="008228BD"/>
    <w:rsid w:val="00824D72"/>
    <w:rsid w:val="00826808"/>
    <w:rsid w:val="0082744D"/>
    <w:rsid w:val="00830810"/>
    <w:rsid w:val="00830E46"/>
    <w:rsid w:val="0083203A"/>
    <w:rsid w:val="00832B42"/>
    <w:rsid w:val="00834B39"/>
    <w:rsid w:val="0083596F"/>
    <w:rsid w:val="00835DA2"/>
    <w:rsid w:val="008371DC"/>
    <w:rsid w:val="0084022E"/>
    <w:rsid w:val="0084080C"/>
    <w:rsid w:val="00841521"/>
    <w:rsid w:val="00842371"/>
    <w:rsid w:val="00844394"/>
    <w:rsid w:val="00845250"/>
    <w:rsid w:val="00846702"/>
    <w:rsid w:val="008471B8"/>
    <w:rsid w:val="0084748B"/>
    <w:rsid w:val="00850FEE"/>
    <w:rsid w:val="00851528"/>
    <w:rsid w:val="0085286B"/>
    <w:rsid w:val="008532E1"/>
    <w:rsid w:val="00853955"/>
    <w:rsid w:val="00854E22"/>
    <w:rsid w:val="008556C0"/>
    <w:rsid w:val="00857D9D"/>
    <w:rsid w:val="00861774"/>
    <w:rsid w:val="0086272C"/>
    <w:rsid w:val="00865063"/>
    <w:rsid w:val="00867B82"/>
    <w:rsid w:val="00870239"/>
    <w:rsid w:val="0087094B"/>
    <w:rsid w:val="00870C81"/>
    <w:rsid w:val="008729A7"/>
    <w:rsid w:val="008737B1"/>
    <w:rsid w:val="00873DF2"/>
    <w:rsid w:val="00875C24"/>
    <w:rsid w:val="00876814"/>
    <w:rsid w:val="00876B12"/>
    <w:rsid w:val="0088304B"/>
    <w:rsid w:val="0088409F"/>
    <w:rsid w:val="0088486A"/>
    <w:rsid w:val="00884E4A"/>
    <w:rsid w:val="00886058"/>
    <w:rsid w:val="00887535"/>
    <w:rsid w:val="008901BA"/>
    <w:rsid w:val="00891766"/>
    <w:rsid w:val="008922C6"/>
    <w:rsid w:val="00893F62"/>
    <w:rsid w:val="008951E1"/>
    <w:rsid w:val="0089579C"/>
    <w:rsid w:val="00895CCF"/>
    <w:rsid w:val="008A0B4C"/>
    <w:rsid w:val="008A16CC"/>
    <w:rsid w:val="008A2638"/>
    <w:rsid w:val="008A3D59"/>
    <w:rsid w:val="008A46E9"/>
    <w:rsid w:val="008A4F4E"/>
    <w:rsid w:val="008A5295"/>
    <w:rsid w:val="008A630A"/>
    <w:rsid w:val="008A6A78"/>
    <w:rsid w:val="008A6C5C"/>
    <w:rsid w:val="008A70D3"/>
    <w:rsid w:val="008A737F"/>
    <w:rsid w:val="008B0EF8"/>
    <w:rsid w:val="008B0FE2"/>
    <w:rsid w:val="008B1250"/>
    <w:rsid w:val="008B25B5"/>
    <w:rsid w:val="008B3F6B"/>
    <w:rsid w:val="008B4032"/>
    <w:rsid w:val="008B6F9F"/>
    <w:rsid w:val="008B7110"/>
    <w:rsid w:val="008C0F2E"/>
    <w:rsid w:val="008C1B15"/>
    <w:rsid w:val="008C2B82"/>
    <w:rsid w:val="008C2D4F"/>
    <w:rsid w:val="008C52D3"/>
    <w:rsid w:val="008C575A"/>
    <w:rsid w:val="008C5A39"/>
    <w:rsid w:val="008C5F44"/>
    <w:rsid w:val="008C6722"/>
    <w:rsid w:val="008C7B0F"/>
    <w:rsid w:val="008D3914"/>
    <w:rsid w:val="008D4477"/>
    <w:rsid w:val="008D4B93"/>
    <w:rsid w:val="008D4EBC"/>
    <w:rsid w:val="008D4EEE"/>
    <w:rsid w:val="008D562C"/>
    <w:rsid w:val="008D7A83"/>
    <w:rsid w:val="008E2612"/>
    <w:rsid w:val="008E26A3"/>
    <w:rsid w:val="008E3858"/>
    <w:rsid w:val="008E630C"/>
    <w:rsid w:val="008E64F8"/>
    <w:rsid w:val="008E710D"/>
    <w:rsid w:val="008E731C"/>
    <w:rsid w:val="008E7FB6"/>
    <w:rsid w:val="008F2C41"/>
    <w:rsid w:val="008F46CE"/>
    <w:rsid w:val="008F4F1A"/>
    <w:rsid w:val="008F5BF8"/>
    <w:rsid w:val="00900ACE"/>
    <w:rsid w:val="00901DED"/>
    <w:rsid w:val="00904C82"/>
    <w:rsid w:val="00904E74"/>
    <w:rsid w:val="00905849"/>
    <w:rsid w:val="0090634D"/>
    <w:rsid w:val="00906869"/>
    <w:rsid w:val="0090724C"/>
    <w:rsid w:val="0091050E"/>
    <w:rsid w:val="009111B1"/>
    <w:rsid w:val="00911D6C"/>
    <w:rsid w:val="00913136"/>
    <w:rsid w:val="00913261"/>
    <w:rsid w:val="00914F3F"/>
    <w:rsid w:val="00915F2F"/>
    <w:rsid w:val="009210AF"/>
    <w:rsid w:val="00923A80"/>
    <w:rsid w:val="00924CA6"/>
    <w:rsid w:val="00925055"/>
    <w:rsid w:val="009254FD"/>
    <w:rsid w:val="009256B3"/>
    <w:rsid w:val="009273B8"/>
    <w:rsid w:val="00930D3B"/>
    <w:rsid w:val="00931257"/>
    <w:rsid w:val="009312BB"/>
    <w:rsid w:val="009315A4"/>
    <w:rsid w:val="00931F8A"/>
    <w:rsid w:val="009328F3"/>
    <w:rsid w:val="00933433"/>
    <w:rsid w:val="009339DA"/>
    <w:rsid w:val="00934425"/>
    <w:rsid w:val="00935358"/>
    <w:rsid w:val="00936DC8"/>
    <w:rsid w:val="00936FB8"/>
    <w:rsid w:val="00937568"/>
    <w:rsid w:val="009419A4"/>
    <w:rsid w:val="00946FD7"/>
    <w:rsid w:val="009471D4"/>
    <w:rsid w:val="00947BDB"/>
    <w:rsid w:val="00951406"/>
    <w:rsid w:val="009526F9"/>
    <w:rsid w:val="00954AF7"/>
    <w:rsid w:val="00955216"/>
    <w:rsid w:val="00956CF1"/>
    <w:rsid w:val="00956CFA"/>
    <w:rsid w:val="00960746"/>
    <w:rsid w:val="00961728"/>
    <w:rsid w:val="00962770"/>
    <w:rsid w:val="00962D16"/>
    <w:rsid w:val="00967C0A"/>
    <w:rsid w:val="00971CD3"/>
    <w:rsid w:val="00971F2F"/>
    <w:rsid w:val="00972D54"/>
    <w:rsid w:val="009747DF"/>
    <w:rsid w:val="009760EC"/>
    <w:rsid w:val="00976D38"/>
    <w:rsid w:val="0097760A"/>
    <w:rsid w:val="00977D67"/>
    <w:rsid w:val="00981F00"/>
    <w:rsid w:val="00982793"/>
    <w:rsid w:val="00984129"/>
    <w:rsid w:val="00985C82"/>
    <w:rsid w:val="00985DA3"/>
    <w:rsid w:val="00987D7A"/>
    <w:rsid w:val="00992B0A"/>
    <w:rsid w:val="009938FE"/>
    <w:rsid w:val="00994402"/>
    <w:rsid w:val="00994A0F"/>
    <w:rsid w:val="009A0CB3"/>
    <w:rsid w:val="009A2E69"/>
    <w:rsid w:val="009A3809"/>
    <w:rsid w:val="009A3B2E"/>
    <w:rsid w:val="009A490B"/>
    <w:rsid w:val="009A5C1D"/>
    <w:rsid w:val="009A646C"/>
    <w:rsid w:val="009A7A6E"/>
    <w:rsid w:val="009B0527"/>
    <w:rsid w:val="009B05E3"/>
    <w:rsid w:val="009B09DB"/>
    <w:rsid w:val="009B3D70"/>
    <w:rsid w:val="009B3E02"/>
    <w:rsid w:val="009B4ED6"/>
    <w:rsid w:val="009B5164"/>
    <w:rsid w:val="009C097B"/>
    <w:rsid w:val="009C3BE3"/>
    <w:rsid w:val="009C475F"/>
    <w:rsid w:val="009C65E6"/>
    <w:rsid w:val="009C7186"/>
    <w:rsid w:val="009D1354"/>
    <w:rsid w:val="009D213A"/>
    <w:rsid w:val="009D42CA"/>
    <w:rsid w:val="009D55F1"/>
    <w:rsid w:val="009D7202"/>
    <w:rsid w:val="009E03C9"/>
    <w:rsid w:val="009E0C12"/>
    <w:rsid w:val="009E19C8"/>
    <w:rsid w:val="009E1AC2"/>
    <w:rsid w:val="009E3B43"/>
    <w:rsid w:val="009E4832"/>
    <w:rsid w:val="009F16D4"/>
    <w:rsid w:val="009F2D50"/>
    <w:rsid w:val="009F3E4A"/>
    <w:rsid w:val="009F574D"/>
    <w:rsid w:val="009F5B9F"/>
    <w:rsid w:val="009F638C"/>
    <w:rsid w:val="009F7285"/>
    <w:rsid w:val="00A0089B"/>
    <w:rsid w:val="00A00CE9"/>
    <w:rsid w:val="00A01E30"/>
    <w:rsid w:val="00A02B3B"/>
    <w:rsid w:val="00A05B67"/>
    <w:rsid w:val="00A076DA"/>
    <w:rsid w:val="00A10ADA"/>
    <w:rsid w:val="00A115E0"/>
    <w:rsid w:val="00A137E4"/>
    <w:rsid w:val="00A145DF"/>
    <w:rsid w:val="00A14944"/>
    <w:rsid w:val="00A22386"/>
    <w:rsid w:val="00A22822"/>
    <w:rsid w:val="00A2289D"/>
    <w:rsid w:val="00A23BBC"/>
    <w:rsid w:val="00A2469A"/>
    <w:rsid w:val="00A26023"/>
    <w:rsid w:val="00A2666A"/>
    <w:rsid w:val="00A27FE4"/>
    <w:rsid w:val="00A31973"/>
    <w:rsid w:val="00A3213F"/>
    <w:rsid w:val="00A322DD"/>
    <w:rsid w:val="00A327F2"/>
    <w:rsid w:val="00A33A53"/>
    <w:rsid w:val="00A34A9D"/>
    <w:rsid w:val="00A3584A"/>
    <w:rsid w:val="00A36255"/>
    <w:rsid w:val="00A41280"/>
    <w:rsid w:val="00A44D17"/>
    <w:rsid w:val="00A44F1B"/>
    <w:rsid w:val="00A45668"/>
    <w:rsid w:val="00A4629C"/>
    <w:rsid w:val="00A523D9"/>
    <w:rsid w:val="00A530C1"/>
    <w:rsid w:val="00A53E19"/>
    <w:rsid w:val="00A54549"/>
    <w:rsid w:val="00A54F36"/>
    <w:rsid w:val="00A552D1"/>
    <w:rsid w:val="00A578F3"/>
    <w:rsid w:val="00A60E2A"/>
    <w:rsid w:val="00A61A20"/>
    <w:rsid w:val="00A623ED"/>
    <w:rsid w:val="00A63E2F"/>
    <w:rsid w:val="00A64810"/>
    <w:rsid w:val="00A6668E"/>
    <w:rsid w:val="00A674BE"/>
    <w:rsid w:val="00A70291"/>
    <w:rsid w:val="00A703B9"/>
    <w:rsid w:val="00A7277F"/>
    <w:rsid w:val="00A73BBA"/>
    <w:rsid w:val="00A73F47"/>
    <w:rsid w:val="00A749B8"/>
    <w:rsid w:val="00A74D02"/>
    <w:rsid w:val="00A75DBD"/>
    <w:rsid w:val="00A81767"/>
    <w:rsid w:val="00A81C28"/>
    <w:rsid w:val="00A81EE7"/>
    <w:rsid w:val="00A824C3"/>
    <w:rsid w:val="00A84ADF"/>
    <w:rsid w:val="00A861AF"/>
    <w:rsid w:val="00A8670D"/>
    <w:rsid w:val="00A87097"/>
    <w:rsid w:val="00A879EE"/>
    <w:rsid w:val="00A911F9"/>
    <w:rsid w:val="00A92563"/>
    <w:rsid w:val="00A925C6"/>
    <w:rsid w:val="00A926CE"/>
    <w:rsid w:val="00A931EF"/>
    <w:rsid w:val="00A9383A"/>
    <w:rsid w:val="00A94C8A"/>
    <w:rsid w:val="00A96D1E"/>
    <w:rsid w:val="00A974C7"/>
    <w:rsid w:val="00AA07F6"/>
    <w:rsid w:val="00AA59E7"/>
    <w:rsid w:val="00AA755C"/>
    <w:rsid w:val="00AA787D"/>
    <w:rsid w:val="00AB0550"/>
    <w:rsid w:val="00AB2036"/>
    <w:rsid w:val="00AB394F"/>
    <w:rsid w:val="00AB62B1"/>
    <w:rsid w:val="00AC17DE"/>
    <w:rsid w:val="00AC1E05"/>
    <w:rsid w:val="00AC26E4"/>
    <w:rsid w:val="00AC4AC4"/>
    <w:rsid w:val="00AC55A3"/>
    <w:rsid w:val="00AC6681"/>
    <w:rsid w:val="00AC69AA"/>
    <w:rsid w:val="00AC7987"/>
    <w:rsid w:val="00AC7A97"/>
    <w:rsid w:val="00AD01A3"/>
    <w:rsid w:val="00AD0EE6"/>
    <w:rsid w:val="00AD273E"/>
    <w:rsid w:val="00AD3762"/>
    <w:rsid w:val="00AD470A"/>
    <w:rsid w:val="00AD49F4"/>
    <w:rsid w:val="00AD5112"/>
    <w:rsid w:val="00AD5890"/>
    <w:rsid w:val="00AD63D8"/>
    <w:rsid w:val="00AD767C"/>
    <w:rsid w:val="00AE0ACE"/>
    <w:rsid w:val="00AE30C1"/>
    <w:rsid w:val="00AE35FE"/>
    <w:rsid w:val="00AE419A"/>
    <w:rsid w:val="00AE62CC"/>
    <w:rsid w:val="00AE6422"/>
    <w:rsid w:val="00AE6BBA"/>
    <w:rsid w:val="00AE71B1"/>
    <w:rsid w:val="00AE7740"/>
    <w:rsid w:val="00AF1326"/>
    <w:rsid w:val="00AF175C"/>
    <w:rsid w:val="00AF1A70"/>
    <w:rsid w:val="00AF462C"/>
    <w:rsid w:val="00AF6069"/>
    <w:rsid w:val="00AF690C"/>
    <w:rsid w:val="00B00B8D"/>
    <w:rsid w:val="00B0235B"/>
    <w:rsid w:val="00B03AF8"/>
    <w:rsid w:val="00B040F3"/>
    <w:rsid w:val="00B06E1E"/>
    <w:rsid w:val="00B07965"/>
    <w:rsid w:val="00B07F76"/>
    <w:rsid w:val="00B11C5E"/>
    <w:rsid w:val="00B14943"/>
    <w:rsid w:val="00B229CC"/>
    <w:rsid w:val="00B22A98"/>
    <w:rsid w:val="00B23C38"/>
    <w:rsid w:val="00B23E6D"/>
    <w:rsid w:val="00B24063"/>
    <w:rsid w:val="00B2669E"/>
    <w:rsid w:val="00B2698D"/>
    <w:rsid w:val="00B26A0E"/>
    <w:rsid w:val="00B27285"/>
    <w:rsid w:val="00B27C47"/>
    <w:rsid w:val="00B31950"/>
    <w:rsid w:val="00B32CE2"/>
    <w:rsid w:val="00B33429"/>
    <w:rsid w:val="00B339B9"/>
    <w:rsid w:val="00B3665D"/>
    <w:rsid w:val="00B407BE"/>
    <w:rsid w:val="00B40BC2"/>
    <w:rsid w:val="00B42303"/>
    <w:rsid w:val="00B42A7C"/>
    <w:rsid w:val="00B42F10"/>
    <w:rsid w:val="00B45EB8"/>
    <w:rsid w:val="00B471DA"/>
    <w:rsid w:val="00B51CCB"/>
    <w:rsid w:val="00B5324C"/>
    <w:rsid w:val="00B53964"/>
    <w:rsid w:val="00B5502A"/>
    <w:rsid w:val="00B57854"/>
    <w:rsid w:val="00B603A6"/>
    <w:rsid w:val="00B616D8"/>
    <w:rsid w:val="00B62F89"/>
    <w:rsid w:val="00B6335A"/>
    <w:rsid w:val="00B6427D"/>
    <w:rsid w:val="00B66542"/>
    <w:rsid w:val="00B669F4"/>
    <w:rsid w:val="00B70AEF"/>
    <w:rsid w:val="00B73DF4"/>
    <w:rsid w:val="00B764CF"/>
    <w:rsid w:val="00B76A14"/>
    <w:rsid w:val="00B77B4E"/>
    <w:rsid w:val="00B77F80"/>
    <w:rsid w:val="00B77FBE"/>
    <w:rsid w:val="00B800C6"/>
    <w:rsid w:val="00B81331"/>
    <w:rsid w:val="00B829EC"/>
    <w:rsid w:val="00B87E35"/>
    <w:rsid w:val="00B902D7"/>
    <w:rsid w:val="00B90EC4"/>
    <w:rsid w:val="00B97163"/>
    <w:rsid w:val="00BA2614"/>
    <w:rsid w:val="00BA3806"/>
    <w:rsid w:val="00BA3C6B"/>
    <w:rsid w:val="00BA459F"/>
    <w:rsid w:val="00BA58B0"/>
    <w:rsid w:val="00BA66E6"/>
    <w:rsid w:val="00BA7B87"/>
    <w:rsid w:val="00BB0138"/>
    <w:rsid w:val="00BB02E7"/>
    <w:rsid w:val="00BB1B02"/>
    <w:rsid w:val="00BB1DD4"/>
    <w:rsid w:val="00BB2A0E"/>
    <w:rsid w:val="00BB33DD"/>
    <w:rsid w:val="00BB6489"/>
    <w:rsid w:val="00BB6866"/>
    <w:rsid w:val="00BB74EB"/>
    <w:rsid w:val="00BB7806"/>
    <w:rsid w:val="00BC006D"/>
    <w:rsid w:val="00BC0260"/>
    <w:rsid w:val="00BC086C"/>
    <w:rsid w:val="00BC1001"/>
    <w:rsid w:val="00BC1DBF"/>
    <w:rsid w:val="00BC2FAF"/>
    <w:rsid w:val="00BC447F"/>
    <w:rsid w:val="00BC51A5"/>
    <w:rsid w:val="00BC7251"/>
    <w:rsid w:val="00BD03B8"/>
    <w:rsid w:val="00BD5AAD"/>
    <w:rsid w:val="00BD5ECE"/>
    <w:rsid w:val="00BD7021"/>
    <w:rsid w:val="00BE0261"/>
    <w:rsid w:val="00BE1162"/>
    <w:rsid w:val="00BE13A6"/>
    <w:rsid w:val="00BE14C5"/>
    <w:rsid w:val="00BE1E66"/>
    <w:rsid w:val="00BE3841"/>
    <w:rsid w:val="00BE4533"/>
    <w:rsid w:val="00BF0860"/>
    <w:rsid w:val="00BF178C"/>
    <w:rsid w:val="00BF17BA"/>
    <w:rsid w:val="00BF1834"/>
    <w:rsid w:val="00BF721C"/>
    <w:rsid w:val="00C00578"/>
    <w:rsid w:val="00C0155A"/>
    <w:rsid w:val="00C0269E"/>
    <w:rsid w:val="00C039AD"/>
    <w:rsid w:val="00C04E7A"/>
    <w:rsid w:val="00C1076E"/>
    <w:rsid w:val="00C11A48"/>
    <w:rsid w:val="00C14FC5"/>
    <w:rsid w:val="00C20F96"/>
    <w:rsid w:val="00C220C3"/>
    <w:rsid w:val="00C2257E"/>
    <w:rsid w:val="00C23202"/>
    <w:rsid w:val="00C24185"/>
    <w:rsid w:val="00C267F9"/>
    <w:rsid w:val="00C3184A"/>
    <w:rsid w:val="00C34493"/>
    <w:rsid w:val="00C3527B"/>
    <w:rsid w:val="00C36814"/>
    <w:rsid w:val="00C36917"/>
    <w:rsid w:val="00C36D61"/>
    <w:rsid w:val="00C40AAE"/>
    <w:rsid w:val="00C4108A"/>
    <w:rsid w:val="00C42722"/>
    <w:rsid w:val="00C42C32"/>
    <w:rsid w:val="00C42E7D"/>
    <w:rsid w:val="00C4373C"/>
    <w:rsid w:val="00C44032"/>
    <w:rsid w:val="00C443B8"/>
    <w:rsid w:val="00C44537"/>
    <w:rsid w:val="00C47F52"/>
    <w:rsid w:val="00C519E5"/>
    <w:rsid w:val="00C520E1"/>
    <w:rsid w:val="00C530ED"/>
    <w:rsid w:val="00C5540D"/>
    <w:rsid w:val="00C563C1"/>
    <w:rsid w:val="00C62691"/>
    <w:rsid w:val="00C642A4"/>
    <w:rsid w:val="00C7091D"/>
    <w:rsid w:val="00C72147"/>
    <w:rsid w:val="00C72572"/>
    <w:rsid w:val="00C727BB"/>
    <w:rsid w:val="00C74DD5"/>
    <w:rsid w:val="00C74EBE"/>
    <w:rsid w:val="00C75673"/>
    <w:rsid w:val="00C77BCF"/>
    <w:rsid w:val="00C80C01"/>
    <w:rsid w:val="00C838A9"/>
    <w:rsid w:val="00C86F84"/>
    <w:rsid w:val="00C903B5"/>
    <w:rsid w:val="00C90C26"/>
    <w:rsid w:val="00C92BDC"/>
    <w:rsid w:val="00C9513A"/>
    <w:rsid w:val="00C955A4"/>
    <w:rsid w:val="00C959A0"/>
    <w:rsid w:val="00C96512"/>
    <w:rsid w:val="00C96642"/>
    <w:rsid w:val="00C97F60"/>
    <w:rsid w:val="00CA1A2B"/>
    <w:rsid w:val="00CA24F8"/>
    <w:rsid w:val="00CA288D"/>
    <w:rsid w:val="00CA4A00"/>
    <w:rsid w:val="00CA65EC"/>
    <w:rsid w:val="00CA7B4B"/>
    <w:rsid w:val="00CB2055"/>
    <w:rsid w:val="00CB329C"/>
    <w:rsid w:val="00CB3489"/>
    <w:rsid w:val="00CB3939"/>
    <w:rsid w:val="00CB3ABF"/>
    <w:rsid w:val="00CB3C0B"/>
    <w:rsid w:val="00CB3F65"/>
    <w:rsid w:val="00CB4088"/>
    <w:rsid w:val="00CB62A4"/>
    <w:rsid w:val="00CB73C3"/>
    <w:rsid w:val="00CB7603"/>
    <w:rsid w:val="00CC1D52"/>
    <w:rsid w:val="00CC28E8"/>
    <w:rsid w:val="00CC35F6"/>
    <w:rsid w:val="00CC3934"/>
    <w:rsid w:val="00CD1548"/>
    <w:rsid w:val="00CD17C4"/>
    <w:rsid w:val="00CD3243"/>
    <w:rsid w:val="00CD564E"/>
    <w:rsid w:val="00CD56CF"/>
    <w:rsid w:val="00CE05D6"/>
    <w:rsid w:val="00CE45AE"/>
    <w:rsid w:val="00CE4910"/>
    <w:rsid w:val="00CE5275"/>
    <w:rsid w:val="00CE7C32"/>
    <w:rsid w:val="00CF235C"/>
    <w:rsid w:val="00CF28FE"/>
    <w:rsid w:val="00CF2C63"/>
    <w:rsid w:val="00CF306E"/>
    <w:rsid w:val="00CF3273"/>
    <w:rsid w:val="00CF47FA"/>
    <w:rsid w:val="00D004ED"/>
    <w:rsid w:val="00D00F53"/>
    <w:rsid w:val="00D02678"/>
    <w:rsid w:val="00D033FE"/>
    <w:rsid w:val="00D03F29"/>
    <w:rsid w:val="00D04CF8"/>
    <w:rsid w:val="00D065E0"/>
    <w:rsid w:val="00D06EF9"/>
    <w:rsid w:val="00D11EFB"/>
    <w:rsid w:val="00D12175"/>
    <w:rsid w:val="00D12AA0"/>
    <w:rsid w:val="00D1444E"/>
    <w:rsid w:val="00D235CC"/>
    <w:rsid w:val="00D2756F"/>
    <w:rsid w:val="00D27B44"/>
    <w:rsid w:val="00D30689"/>
    <w:rsid w:val="00D32D19"/>
    <w:rsid w:val="00D334A9"/>
    <w:rsid w:val="00D339C8"/>
    <w:rsid w:val="00D345E9"/>
    <w:rsid w:val="00D36CBB"/>
    <w:rsid w:val="00D40CEA"/>
    <w:rsid w:val="00D42603"/>
    <w:rsid w:val="00D43991"/>
    <w:rsid w:val="00D46609"/>
    <w:rsid w:val="00D479C7"/>
    <w:rsid w:val="00D522D7"/>
    <w:rsid w:val="00D61B32"/>
    <w:rsid w:val="00D6416A"/>
    <w:rsid w:val="00D64DE8"/>
    <w:rsid w:val="00D6534D"/>
    <w:rsid w:val="00D67083"/>
    <w:rsid w:val="00D703B8"/>
    <w:rsid w:val="00D70E01"/>
    <w:rsid w:val="00D74936"/>
    <w:rsid w:val="00D75056"/>
    <w:rsid w:val="00D77EE9"/>
    <w:rsid w:val="00D80BCF"/>
    <w:rsid w:val="00D85F9C"/>
    <w:rsid w:val="00D90FCE"/>
    <w:rsid w:val="00D916AB"/>
    <w:rsid w:val="00D938A7"/>
    <w:rsid w:val="00D96BB1"/>
    <w:rsid w:val="00D97339"/>
    <w:rsid w:val="00D977F0"/>
    <w:rsid w:val="00D97F5B"/>
    <w:rsid w:val="00DA0DC0"/>
    <w:rsid w:val="00DA4090"/>
    <w:rsid w:val="00DA5507"/>
    <w:rsid w:val="00DB2079"/>
    <w:rsid w:val="00DB5060"/>
    <w:rsid w:val="00DB5C54"/>
    <w:rsid w:val="00DB5FC5"/>
    <w:rsid w:val="00DB65F6"/>
    <w:rsid w:val="00DB6A66"/>
    <w:rsid w:val="00DB6EB5"/>
    <w:rsid w:val="00DB7552"/>
    <w:rsid w:val="00DC048A"/>
    <w:rsid w:val="00DC209C"/>
    <w:rsid w:val="00DC271F"/>
    <w:rsid w:val="00DC2819"/>
    <w:rsid w:val="00DC3DE1"/>
    <w:rsid w:val="00DC4649"/>
    <w:rsid w:val="00DC5E24"/>
    <w:rsid w:val="00DC64F0"/>
    <w:rsid w:val="00DD1831"/>
    <w:rsid w:val="00DD310D"/>
    <w:rsid w:val="00DD3585"/>
    <w:rsid w:val="00DD5F0A"/>
    <w:rsid w:val="00DD67BC"/>
    <w:rsid w:val="00DD6AED"/>
    <w:rsid w:val="00DE139A"/>
    <w:rsid w:val="00DE2844"/>
    <w:rsid w:val="00DE2A83"/>
    <w:rsid w:val="00DE584B"/>
    <w:rsid w:val="00DE6DB9"/>
    <w:rsid w:val="00DE7003"/>
    <w:rsid w:val="00DE7083"/>
    <w:rsid w:val="00DE763A"/>
    <w:rsid w:val="00DF0232"/>
    <w:rsid w:val="00DF34EB"/>
    <w:rsid w:val="00DF7ED4"/>
    <w:rsid w:val="00E01FBA"/>
    <w:rsid w:val="00E022B7"/>
    <w:rsid w:val="00E0353D"/>
    <w:rsid w:val="00E043A3"/>
    <w:rsid w:val="00E04C16"/>
    <w:rsid w:val="00E054F1"/>
    <w:rsid w:val="00E061E9"/>
    <w:rsid w:val="00E119D9"/>
    <w:rsid w:val="00E12750"/>
    <w:rsid w:val="00E1529F"/>
    <w:rsid w:val="00E17BC7"/>
    <w:rsid w:val="00E205FB"/>
    <w:rsid w:val="00E20DA0"/>
    <w:rsid w:val="00E24974"/>
    <w:rsid w:val="00E249ED"/>
    <w:rsid w:val="00E25646"/>
    <w:rsid w:val="00E25AE4"/>
    <w:rsid w:val="00E25DD0"/>
    <w:rsid w:val="00E25F2D"/>
    <w:rsid w:val="00E27E5B"/>
    <w:rsid w:val="00E3242F"/>
    <w:rsid w:val="00E36D60"/>
    <w:rsid w:val="00E41039"/>
    <w:rsid w:val="00E425DA"/>
    <w:rsid w:val="00E471BA"/>
    <w:rsid w:val="00E522F5"/>
    <w:rsid w:val="00E538C5"/>
    <w:rsid w:val="00E53C19"/>
    <w:rsid w:val="00E55044"/>
    <w:rsid w:val="00E550EC"/>
    <w:rsid w:val="00E55EB2"/>
    <w:rsid w:val="00E60028"/>
    <w:rsid w:val="00E60769"/>
    <w:rsid w:val="00E62A6B"/>
    <w:rsid w:val="00E62BA9"/>
    <w:rsid w:val="00E63434"/>
    <w:rsid w:val="00E63712"/>
    <w:rsid w:val="00E63A6A"/>
    <w:rsid w:val="00E66EF5"/>
    <w:rsid w:val="00E67CEF"/>
    <w:rsid w:val="00E70287"/>
    <w:rsid w:val="00E72267"/>
    <w:rsid w:val="00E72353"/>
    <w:rsid w:val="00E75A8A"/>
    <w:rsid w:val="00E76CA1"/>
    <w:rsid w:val="00E8295F"/>
    <w:rsid w:val="00E84E02"/>
    <w:rsid w:val="00E879B3"/>
    <w:rsid w:val="00E87A5F"/>
    <w:rsid w:val="00E916DE"/>
    <w:rsid w:val="00E92094"/>
    <w:rsid w:val="00E9258A"/>
    <w:rsid w:val="00E93718"/>
    <w:rsid w:val="00E95A1E"/>
    <w:rsid w:val="00EA2254"/>
    <w:rsid w:val="00EA56E4"/>
    <w:rsid w:val="00EA582A"/>
    <w:rsid w:val="00EA6623"/>
    <w:rsid w:val="00EA7526"/>
    <w:rsid w:val="00EB0584"/>
    <w:rsid w:val="00EB1102"/>
    <w:rsid w:val="00EB281E"/>
    <w:rsid w:val="00EB2D1E"/>
    <w:rsid w:val="00EB4012"/>
    <w:rsid w:val="00EB494D"/>
    <w:rsid w:val="00EB6C3B"/>
    <w:rsid w:val="00EC083B"/>
    <w:rsid w:val="00EC0F9A"/>
    <w:rsid w:val="00EC101E"/>
    <w:rsid w:val="00EC149C"/>
    <w:rsid w:val="00EC197F"/>
    <w:rsid w:val="00EC1E7F"/>
    <w:rsid w:val="00EC2915"/>
    <w:rsid w:val="00EC4100"/>
    <w:rsid w:val="00ED1911"/>
    <w:rsid w:val="00ED194F"/>
    <w:rsid w:val="00ED27EB"/>
    <w:rsid w:val="00ED41D6"/>
    <w:rsid w:val="00ED4751"/>
    <w:rsid w:val="00ED5A75"/>
    <w:rsid w:val="00ED6DD7"/>
    <w:rsid w:val="00ED7079"/>
    <w:rsid w:val="00ED713D"/>
    <w:rsid w:val="00EE04CE"/>
    <w:rsid w:val="00EE0762"/>
    <w:rsid w:val="00EE1BA5"/>
    <w:rsid w:val="00EE7CA1"/>
    <w:rsid w:val="00EF5E71"/>
    <w:rsid w:val="00EF7825"/>
    <w:rsid w:val="00EF787F"/>
    <w:rsid w:val="00F0147A"/>
    <w:rsid w:val="00F0184D"/>
    <w:rsid w:val="00F0228C"/>
    <w:rsid w:val="00F034CF"/>
    <w:rsid w:val="00F0487D"/>
    <w:rsid w:val="00F05CE5"/>
    <w:rsid w:val="00F06130"/>
    <w:rsid w:val="00F06BAE"/>
    <w:rsid w:val="00F11132"/>
    <w:rsid w:val="00F11BB9"/>
    <w:rsid w:val="00F1274E"/>
    <w:rsid w:val="00F13726"/>
    <w:rsid w:val="00F13D27"/>
    <w:rsid w:val="00F1414F"/>
    <w:rsid w:val="00F163AB"/>
    <w:rsid w:val="00F1721B"/>
    <w:rsid w:val="00F21F76"/>
    <w:rsid w:val="00F225B7"/>
    <w:rsid w:val="00F229A4"/>
    <w:rsid w:val="00F25796"/>
    <w:rsid w:val="00F25CF7"/>
    <w:rsid w:val="00F25F72"/>
    <w:rsid w:val="00F27373"/>
    <w:rsid w:val="00F27FA9"/>
    <w:rsid w:val="00F30A70"/>
    <w:rsid w:val="00F3272C"/>
    <w:rsid w:val="00F32B71"/>
    <w:rsid w:val="00F35893"/>
    <w:rsid w:val="00F367AC"/>
    <w:rsid w:val="00F36AAD"/>
    <w:rsid w:val="00F404D3"/>
    <w:rsid w:val="00F40526"/>
    <w:rsid w:val="00F41BD4"/>
    <w:rsid w:val="00F4206B"/>
    <w:rsid w:val="00F420A1"/>
    <w:rsid w:val="00F43461"/>
    <w:rsid w:val="00F4397A"/>
    <w:rsid w:val="00F4509B"/>
    <w:rsid w:val="00F45253"/>
    <w:rsid w:val="00F45F10"/>
    <w:rsid w:val="00F468D6"/>
    <w:rsid w:val="00F543C4"/>
    <w:rsid w:val="00F56C9F"/>
    <w:rsid w:val="00F56D88"/>
    <w:rsid w:val="00F57799"/>
    <w:rsid w:val="00F57AB1"/>
    <w:rsid w:val="00F6362D"/>
    <w:rsid w:val="00F64A95"/>
    <w:rsid w:val="00F67248"/>
    <w:rsid w:val="00F675BC"/>
    <w:rsid w:val="00F7411C"/>
    <w:rsid w:val="00F74386"/>
    <w:rsid w:val="00F7494B"/>
    <w:rsid w:val="00F75E43"/>
    <w:rsid w:val="00F771A0"/>
    <w:rsid w:val="00F815AF"/>
    <w:rsid w:val="00F817C8"/>
    <w:rsid w:val="00F82771"/>
    <w:rsid w:val="00F83C53"/>
    <w:rsid w:val="00F869D4"/>
    <w:rsid w:val="00F87DBF"/>
    <w:rsid w:val="00F90746"/>
    <w:rsid w:val="00F90FFB"/>
    <w:rsid w:val="00F92210"/>
    <w:rsid w:val="00F9386A"/>
    <w:rsid w:val="00F94BE7"/>
    <w:rsid w:val="00F95695"/>
    <w:rsid w:val="00F9598E"/>
    <w:rsid w:val="00F96FDA"/>
    <w:rsid w:val="00FA0211"/>
    <w:rsid w:val="00FA06E8"/>
    <w:rsid w:val="00FA3D3D"/>
    <w:rsid w:val="00FA7755"/>
    <w:rsid w:val="00FA789F"/>
    <w:rsid w:val="00FB3D01"/>
    <w:rsid w:val="00FB4393"/>
    <w:rsid w:val="00FB530C"/>
    <w:rsid w:val="00FB679F"/>
    <w:rsid w:val="00FB6D32"/>
    <w:rsid w:val="00FC1352"/>
    <w:rsid w:val="00FC27A1"/>
    <w:rsid w:val="00FC2987"/>
    <w:rsid w:val="00FC30AF"/>
    <w:rsid w:val="00FC3233"/>
    <w:rsid w:val="00FC4C78"/>
    <w:rsid w:val="00FC73D9"/>
    <w:rsid w:val="00FD2D61"/>
    <w:rsid w:val="00FD307D"/>
    <w:rsid w:val="00FD3F85"/>
    <w:rsid w:val="00FD40FA"/>
    <w:rsid w:val="00FD48D0"/>
    <w:rsid w:val="00FD7584"/>
    <w:rsid w:val="00FE15B4"/>
    <w:rsid w:val="00FE1B44"/>
    <w:rsid w:val="00FE3D02"/>
    <w:rsid w:val="00FE3E27"/>
    <w:rsid w:val="00FE4010"/>
    <w:rsid w:val="00FE7495"/>
    <w:rsid w:val="00FE794C"/>
    <w:rsid w:val="00FE7984"/>
    <w:rsid w:val="00FF00A0"/>
    <w:rsid w:val="00FF1B92"/>
    <w:rsid w:val="00FF1D91"/>
    <w:rsid w:val="00FF22EA"/>
    <w:rsid w:val="00FF4242"/>
    <w:rsid w:val="00FF5C61"/>
    <w:rsid w:val="00FF6A86"/>
    <w:rsid w:val="00FF707C"/>
    <w:rsid w:val="00FF73A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f" fillcolor="white">
      <v:fill color="white" on="f"/>
      <o:colormru v:ext="edit" colors="#fef8f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88" w:lineRule="auto"/>
      </w:pPr>
    </w:pPrDefault>
  </w:docDefaults>
  <w:latentStyles w:defLockedState="1" w:defUIPriority="0" w:defSemiHidden="1" w:defUnhideWhenUsed="1" w:defQFormat="0" w:count="267">
    <w:lsdException w:name="Normal" w:locked="0" w:semiHidden="0" w:unhideWhenUsed="0" w:qFormat="1"/>
    <w:lsdException w:name="heading 1" w:locked="0" w:semiHidden="0" w:uiPriority="9" w:unhideWhenUsed="0" w:qFormat="1"/>
    <w:lsdException w:name="heading 2" w:locked="0" w:semiHidden="0" w:uiPriority="9" w:unhideWhenUsed="0" w:qFormat="1"/>
    <w:lsdException w:name="heading 3" w:locked="0" w:semiHidden="0" w:uiPriority="9" w:unhideWhenUsed="0" w:qFormat="1"/>
    <w:lsdException w:name="heading 4" w:locked="0" w:semiHidden="0" w:uiPriority="9" w:unhideWhenUsed="0" w:qFormat="1"/>
    <w:lsdException w:name="heading 5" w:locked="0" w:semiHidden="0" w:uiPriority="9" w:unhideWhenUsed="0" w:qFormat="1"/>
    <w:lsdException w:name="heading 6" w:locked="0" w:semiHidden="0" w:uiPriority="9" w:unhideWhenUsed="0" w:qFormat="1"/>
    <w:lsdException w:name="heading 7" w:locked="0" w:uiPriority="9" w:qFormat="1"/>
    <w:lsdException w:name="heading 8" w:locked="0" w:uiPriority="9" w:qFormat="1"/>
    <w:lsdException w:name="heading 9" w:locked="0" w:uiPriority="9"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uiPriority="39"/>
    <w:lsdException w:name="toc 3" w:locked="0"/>
    <w:lsdException w:name="toc 4" w:locked="0" w:uiPriority="39"/>
    <w:lsdException w:name="toc 5" w:locked="0" w:uiPriority="39"/>
    <w:lsdException w:name="toc 6" w:locked="0" w:uiPriority="39"/>
    <w:lsdException w:name="toc 7" w:locked="0" w:uiPriority="39"/>
    <w:lsdException w:name="toc 8" w:locked="0"/>
    <w:lsdException w:name="toc 9" w:locked="0"/>
    <w:lsdException w:name="Normal Indent" w:locked="0"/>
    <w:lsdException w:name="footnote text" w:locked="0"/>
    <w:lsdException w:name="annotation text" w:locked="0"/>
    <w:lsdException w:name="header" w:locked="0"/>
    <w:lsdException w:name="footer" w:locked="0" w:uiPriority="99"/>
    <w:lsdException w:name="index heading" w:locked="0"/>
    <w:lsdException w:name="caption" w:locked="0" w:uiPriority="35"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toa heading" w:locked="0"/>
    <w:lsdException w:name="List Bullet" w:uiPriority="99"/>
    <w:lsdException w:name="List Number" w:unhideWhenUsed="0"/>
    <w:lsdException w:name="List 4" w:unhideWhenUsed="0"/>
    <w:lsdException w:name="List 5" w:unhideWhenUsed="0"/>
    <w:lsdException w:name="Title" w:locked="0" w:semiHidden="0" w:uiPriority="10" w:unhideWhenUsed="0" w:qFormat="1"/>
    <w:lsdException w:name="Closing" w:locked="0"/>
    <w:lsdException w:name="Signature" w:locked="0"/>
    <w:lsdException w:name="Default Paragraph Font" w:locked="0" w:uiPriority="1"/>
    <w:lsdException w:name="Message Header" w:locked="0"/>
    <w:lsdException w:name="Subtitle" w:locked="0" w:uiPriority="11" w:unhideWhenUsed="0" w:qFormat="1"/>
    <w:lsdException w:name="Salutation" w:locked="0"/>
    <w:lsdException w:name="Date" w:locked="0" w:semiHidden="0" w:unhideWhenUsed="0"/>
    <w:lsdException w:name="Body Text First Indent" w:unhideWhenUsed="0"/>
    <w:lsdException w:name="Note Heading" w:locked="0"/>
    <w:lsdException w:name="Hyperlink" w:locked="0"/>
    <w:lsdException w:name="FollowedHyperlink" w:locked="0"/>
    <w:lsdException w:name="Strong" w:locked="0" w:uiPriority="22" w:unhideWhenUsed="0" w:qFormat="1"/>
    <w:lsdException w:name="Emphasis" w:locked="0" w:uiPriority="20" w:unhideWhenUsed="0" w:qFormat="1"/>
    <w:lsdException w:name="Document Map" w:locked="0"/>
    <w:lsdException w:name="Plain Text" w:locked="0"/>
    <w:lsdException w:name="HTML Top of Form" w:locked="0"/>
    <w:lsdException w:name="HTML Bottom of Form" w:locked="0"/>
    <w:lsdException w:name="Normal (Web)" w:locked="0"/>
    <w:lsdException w:name="Normal Table" w:locked="0"/>
    <w:lsdException w:name="annotation subject" w:locked="0"/>
    <w:lsdException w:name="No List" w:locked="0" w:uiPriority="99"/>
    <w:lsdException w:name="Outline List 1" w:locked="0"/>
    <w:lsdException w:name="Outline List 2" w:locked="0"/>
    <w:lsdException w:name="Outline List 3" w:locked="0"/>
    <w:lsdException w:name="Table Grid" w:semiHidden="0" w:unhideWhenUsed="0"/>
    <w:lsdException w:name="Table Theme" w:locked="0"/>
    <w:lsdException w:name="Placeholder Text" w:locked="0" w:uiPriority="99" w:unhideWhenUsed="0"/>
    <w:lsdException w:name="No Spacing" w:locked="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locked="0" w:semiHidden="0" w:uiPriority="34" w:unhideWhenUsed="0" w:qFormat="1"/>
    <w:lsdException w:name="Quote" w:locked="0" w:uiPriority="29" w:unhideWhenUsed="0" w:qFormat="1"/>
    <w:lsdException w:name="Intense Quote" w:locked="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locked="0" w:uiPriority="21" w:unhideWhenUsed="0" w:qFormat="1"/>
    <w:lsdException w:name="Subtle Reference" w:uiPriority="31" w:unhideWhenUsed="0" w:qFormat="1"/>
    <w:lsdException w:name="Intense Reference" w:locked="0" w:uiPriority="32" w:unhideWhenUsed="0" w:qFormat="1"/>
    <w:lsdException w:name="Book Title" w:uiPriority="33" w:unhideWhenUsed="0" w:qFormat="1"/>
    <w:lsdException w:name="Bibliography" w:uiPriority="37"/>
    <w:lsdException w:name="TOC Heading" w:locked="0" w:uiPriority="39" w:qFormat="1"/>
  </w:latentStyles>
  <w:style w:type="paragraph" w:default="1" w:styleId="Normal">
    <w:name w:val="Normal"/>
    <w:qFormat/>
    <w:rsid w:val="00826808"/>
    <w:rPr>
      <w:i/>
      <w:iCs/>
      <w:sz w:val="20"/>
      <w:szCs w:val="20"/>
    </w:rPr>
  </w:style>
  <w:style w:type="paragraph" w:styleId="Heading1">
    <w:name w:val="heading 1"/>
    <w:aliases w:val="Chapter Heading (Long)"/>
    <w:basedOn w:val="Normal"/>
    <w:next w:val="Normal"/>
    <w:link w:val="Heading1Char"/>
    <w:uiPriority w:val="9"/>
    <w:qFormat/>
    <w:rsid w:val="00826808"/>
    <w:pPr>
      <w:pBdr>
        <w:top w:val="single" w:sz="8" w:space="0" w:color="464D53" w:themeColor="accent2"/>
        <w:left w:val="single" w:sz="8" w:space="0" w:color="464D53" w:themeColor="accent2"/>
        <w:bottom w:val="single" w:sz="8" w:space="0" w:color="464D53" w:themeColor="accent2"/>
        <w:right w:val="single" w:sz="8" w:space="0" w:color="464D53" w:themeColor="accent2"/>
      </w:pBdr>
      <w:shd w:val="clear" w:color="auto" w:fill="D8DBDE" w:themeFill="accent2" w:themeFillTint="33"/>
      <w:spacing w:before="480" w:after="100" w:line="269" w:lineRule="auto"/>
      <w:contextualSpacing/>
      <w:outlineLvl w:val="0"/>
    </w:pPr>
    <w:rPr>
      <w:rFonts w:asciiTheme="majorHAnsi" w:eastAsiaTheme="majorEastAsia" w:hAnsiTheme="majorHAnsi" w:cstheme="majorBidi"/>
      <w:b/>
      <w:bCs/>
      <w:color w:val="222629" w:themeColor="accent2" w:themeShade="7F"/>
      <w:sz w:val="22"/>
      <w:szCs w:val="22"/>
    </w:rPr>
  </w:style>
  <w:style w:type="paragraph" w:styleId="Heading2">
    <w:name w:val="heading 2"/>
    <w:aliases w:val="Chapter Heading (Short)"/>
    <w:basedOn w:val="Normal"/>
    <w:next w:val="Normal"/>
    <w:link w:val="Heading2Char"/>
    <w:uiPriority w:val="9"/>
    <w:unhideWhenUsed/>
    <w:qFormat/>
    <w:rsid w:val="00826808"/>
    <w:pPr>
      <w:pBdr>
        <w:top w:val="single" w:sz="4" w:space="0" w:color="464D53" w:themeColor="accent2"/>
        <w:left w:val="single" w:sz="48" w:space="2" w:color="464D53" w:themeColor="accent2"/>
        <w:bottom w:val="single" w:sz="4" w:space="0" w:color="464D53" w:themeColor="accent2"/>
        <w:right w:val="single" w:sz="4" w:space="4" w:color="464D53" w:themeColor="accent2"/>
      </w:pBdr>
      <w:spacing w:before="200" w:after="100" w:line="269" w:lineRule="auto"/>
      <w:ind w:left="144"/>
      <w:contextualSpacing/>
      <w:outlineLvl w:val="1"/>
    </w:pPr>
    <w:rPr>
      <w:rFonts w:asciiTheme="majorHAnsi" w:eastAsiaTheme="majorEastAsia" w:hAnsiTheme="majorHAnsi" w:cstheme="majorBidi"/>
      <w:b/>
      <w:bCs/>
      <w:color w:val="34393E" w:themeColor="accent2" w:themeShade="BF"/>
      <w:sz w:val="22"/>
      <w:szCs w:val="22"/>
    </w:rPr>
  </w:style>
  <w:style w:type="paragraph" w:styleId="Heading3">
    <w:name w:val="heading 3"/>
    <w:aliases w:val="Appendix Heading (Long)"/>
    <w:basedOn w:val="Normal"/>
    <w:next w:val="Normal"/>
    <w:link w:val="Heading3Char"/>
    <w:uiPriority w:val="9"/>
    <w:unhideWhenUsed/>
    <w:qFormat/>
    <w:rsid w:val="00826808"/>
    <w:pPr>
      <w:pBdr>
        <w:left w:val="single" w:sz="48" w:space="2" w:color="464D53" w:themeColor="accent2"/>
        <w:bottom w:val="single" w:sz="4" w:space="0" w:color="464D53" w:themeColor="accent2"/>
      </w:pBdr>
      <w:spacing w:before="200" w:after="100" w:line="240" w:lineRule="auto"/>
      <w:ind w:left="144"/>
      <w:contextualSpacing/>
      <w:outlineLvl w:val="2"/>
    </w:pPr>
    <w:rPr>
      <w:rFonts w:asciiTheme="majorHAnsi" w:eastAsiaTheme="majorEastAsia" w:hAnsiTheme="majorHAnsi" w:cstheme="majorBidi"/>
      <w:b/>
      <w:bCs/>
      <w:color w:val="34393E" w:themeColor="accent2" w:themeShade="BF"/>
      <w:sz w:val="22"/>
      <w:szCs w:val="22"/>
    </w:rPr>
  </w:style>
  <w:style w:type="paragraph" w:styleId="Heading4">
    <w:name w:val="heading 4"/>
    <w:aliases w:val="Appendix Heading (Short)"/>
    <w:basedOn w:val="Normal"/>
    <w:next w:val="Normal"/>
    <w:link w:val="Heading4Char"/>
    <w:uiPriority w:val="9"/>
    <w:unhideWhenUsed/>
    <w:qFormat/>
    <w:rsid w:val="00826808"/>
    <w:pPr>
      <w:pBdr>
        <w:left w:val="single" w:sz="4" w:space="2" w:color="464D53" w:themeColor="accent2"/>
        <w:bottom w:val="single" w:sz="4" w:space="2" w:color="464D53" w:themeColor="accent2"/>
      </w:pBdr>
      <w:spacing w:before="200" w:after="100" w:line="240" w:lineRule="auto"/>
      <w:ind w:left="86"/>
      <w:contextualSpacing/>
      <w:outlineLvl w:val="3"/>
    </w:pPr>
    <w:rPr>
      <w:rFonts w:asciiTheme="majorHAnsi" w:eastAsiaTheme="majorEastAsia" w:hAnsiTheme="majorHAnsi" w:cstheme="majorBidi"/>
      <w:b/>
      <w:bCs/>
      <w:color w:val="34393E" w:themeColor="accent2" w:themeShade="BF"/>
      <w:sz w:val="22"/>
      <w:szCs w:val="22"/>
    </w:rPr>
  </w:style>
  <w:style w:type="paragraph" w:styleId="Heading5">
    <w:name w:val="heading 5"/>
    <w:basedOn w:val="Normal"/>
    <w:next w:val="Normal"/>
    <w:link w:val="Heading5Char"/>
    <w:uiPriority w:val="9"/>
    <w:unhideWhenUsed/>
    <w:qFormat/>
    <w:rsid w:val="00826808"/>
    <w:pPr>
      <w:pBdr>
        <w:left w:val="dotted" w:sz="4" w:space="2" w:color="464D53" w:themeColor="accent2"/>
        <w:bottom w:val="dotted" w:sz="4" w:space="2" w:color="464D53" w:themeColor="accent2"/>
      </w:pBdr>
      <w:spacing w:before="200" w:after="100" w:line="240" w:lineRule="auto"/>
      <w:ind w:left="86"/>
      <w:contextualSpacing/>
      <w:outlineLvl w:val="4"/>
    </w:pPr>
    <w:rPr>
      <w:rFonts w:asciiTheme="majorHAnsi" w:eastAsiaTheme="majorEastAsia" w:hAnsiTheme="majorHAnsi" w:cstheme="majorBidi"/>
      <w:b/>
      <w:bCs/>
      <w:color w:val="34393E" w:themeColor="accent2" w:themeShade="BF"/>
      <w:sz w:val="22"/>
      <w:szCs w:val="22"/>
    </w:rPr>
  </w:style>
  <w:style w:type="paragraph" w:styleId="Heading6">
    <w:name w:val="heading 6"/>
    <w:basedOn w:val="Normal"/>
    <w:next w:val="Normal"/>
    <w:link w:val="Heading6Char"/>
    <w:uiPriority w:val="9"/>
    <w:unhideWhenUsed/>
    <w:qFormat/>
    <w:rsid w:val="00826808"/>
    <w:pPr>
      <w:pBdr>
        <w:bottom w:val="single" w:sz="4" w:space="2" w:color="B1B7BD" w:themeColor="accent2" w:themeTint="66"/>
      </w:pBdr>
      <w:spacing w:before="200" w:after="100" w:line="240" w:lineRule="auto"/>
      <w:contextualSpacing/>
      <w:outlineLvl w:val="5"/>
    </w:pPr>
    <w:rPr>
      <w:rFonts w:asciiTheme="majorHAnsi" w:eastAsiaTheme="majorEastAsia" w:hAnsiTheme="majorHAnsi" w:cstheme="majorBidi"/>
      <w:color w:val="34393E" w:themeColor="accent2" w:themeShade="BF"/>
      <w:sz w:val="22"/>
      <w:szCs w:val="22"/>
    </w:rPr>
  </w:style>
  <w:style w:type="paragraph" w:styleId="Heading7">
    <w:name w:val="heading 7"/>
    <w:basedOn w:val="Normal"/>
    <w:next w:val="Normal"/>
    <w:link w:val="Heading7Char"/>
    <w:uiPriority w:val="9"/>
    <w:unhideWhenUsed/>
    <w:qFormat/>
    <w:rsid w:val="00826808"/>
    <w:pPr>
      <w:pBdr>
        <w:bottom w:val="dotted" w:sz="4" w:space="2" w:color="8A949D" w:themeColor="accent2" w:themeTint="99"/>
      </w:pBdr>
      <w:spacing w:before="200" w:after="100" w:line="240" w:lineRule="auto"/>
      <w:contextualSpacing/>
      <w:outlineLvl w:val="6"/>
    </w:pPr>
    <w:rPr>
      <w:rFonts w:asciiTheme="majorHAnsi" w:eastAsiaTheme="majorEastAsia" w:hAnsiTheme="majorHAnsi" w:cstheme="majorBidi"/>
      <w:color w:val="34393E" w:themeColor="accent2" w:themeShade="BF"/>
      <w:sz w:val="22"/>
      <w:szCs w:val="22"/>
    </w:rPr>
  </w:style>
  <w:style w:type="paragraph" w:styleId="Heading8">
    <w:name w:val="heading 8"/>
    <w:basedOn w:val="Normal"/>
    <w:next w:val="Normal"/>
    <w:link w:val="Heading8Char"/>
    <w:uiPriority w:val="9"/>
    <w:unhideWhenUsed/>
    <w:qFormat/>
    <w:rsid w:val="00826808"/>
    <w:pPr>
      <w:spacing w:before="200" w:after="100" w:line="240" w:lineRule="auto"/>
      <w:contextualSpacing/>
      <w:outlineLvl w:val="7"/>
    </w:pPr>
    <w:rPr>
      <w:rFonts w:asciiTheme="majorHAnsi" w:eastAsiaTheme="majorEastAsia" w:hAnsiTheme="majorHAnsi" w:cstheme="majorBidi"/>
      <w:color w:val="464D53" w:themeColor="accent2"/>
      <w:sz w:val="22"/>
      <w:szCs w:val="22"/>
    </w:rPr>
  </w:style>
  <w:style w:type="paragraph" w:styleId="Heading9">
    <w:name w:val="heading 9"/>
    <w:basedOn w:val="Normal"/>
    <w:next w:val="Normal"/>
    <w:link w:val="Heading9Char"/>
    <w:uiPriority w:val="9"/>
    <w:unhideWhenUsed/>
    <w:qFormat/>
    <w:rsid w:val="00826808"/>
    <w:pPr>
      <w:spacing w:before="200" w:after="100" w:line="240" w:lineRule="auto"/>
      <w:contextualSpacing/>
      <w:outlineLvl w:val="8"/>
    </w:pPr>
    <w:rPr>
      <w:rFonts w:asciiTheme="majorHAnsi" w:eastAsiaTheme="majorEastAsia" w:hAnsiTheme="majorHAnsi" w:cstheme="majorBidi"/>
      <w:color w:val="464D53"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630C"/>
    <w:pPr>
      <w:tabs>
        <w:tab w:val="right" w:pos="7682"/>
      </w:tabs>
      <w:ind w:left="-2637"/>
    </w:pPr>
    <w:rPr>
      <w:color w:val="0066B2" w:themeColor="accent3"/>
      <w:sz w:val="14"/>
      <w:szCs w:val="18"/>
    </w:rPr>
  </w:style>
  <w:style w:type="paragraph" w:styleId="Footer">
    <w:name w:val="footer"/>
    <w:basedOn w:val="Normal"/>
    <w:link w:val="FooterChar"/>
    <w:uiPriority w:val="99"/>
    <w:rsid w:val="008E630C"/>
    <w:pPr>
      <w:tabs>
        <w:tab w:val="center" w:pos="2551"/>
        <w:tab w:val="right" w:pos="7682"/>
      </w:tabs>
      <w:spacing w:line="0" w:lineRule="atLeast"/>
      <w:ind w:left="-2637"/>
    </w:pPr>
    <w:rPr>
      <w:color w:val="464D53" w:themeColor="text2"/>
      <w:sz w:val="14"/>
      <w:szCs w:val="18"/>
    </w:rPr>
  </w:style>
  <w:style w:type="paragraph" w:customStyle="1" w:styleId="TOCtitle">
    <w:name w:val="TOC title"/>
    <w:basedOn w:val="Heading2"/>
    <w:next w:val="PwCNormal"/>
    <w:unhideWhenUsed/>
    <w:rsid w:val="00710AB2"/>
    <w:pPr>
      <w:spacing w:after="600"/>
      <w:ind w:left="0"/>
    </w:pPr>
    <w:rPr>
      <w:color w:val="F37B20" w:themeColor="accent5"/>
      <w:sz w:val="72"/>
    </w:rPr>
  </w:style>
  <w:style w:type="paragraph" w:customStyle="1" w:styleId="Covertitle">
    <w:name w:val="Cover title"/>
    <w:basedOn w:val="KeySentenceInside"/>
    <w:next w:val="Coversubtitle"/>
    <w:rsid w:val="00A10ADA"/>
    <w:pPr>
      <w:framePr w:w="2295" w:wrap="notBeside" w:vAnchor="page" w:hAnchor="page" w:x="795" w:y="7554"/>
      <w:spacing w:before="240" w:after="0"/>
      <w:ind w:left="113"/>
    </w:pPr>
    <w:rPr>
      <w:rFonts w:asciiTheme="majorHAnsi" w:hAnsiTheme="majorHAnsi"/>
      <w:i w:val="0"/>
      <w:color w:val="auto"/>
      <w:sz w:val="18"/>
      <w:lang w:val="en-GB"/>
    </w:rPr>
  </w:style>
  <w:style w:type="paragraph" w:customStyle="1" w:styleId="Coversubtitle">
    <w:name w:val="Cover subtitle"/>
    <w:basedOn w:val="Covertitle"/>
    <w:rsid w:val="00C36917"/>
    <w:pPr>
      <w:framePr w:wrap="notBeside"/>
      <w:spacing w:before="120" w:after="60"/>
    </w:pPr>
    <w:rPr>
      <w:bCs/>
      <w:szCs w:val="64"/>
    </w:rPr>
  </w:style>
  <w:style w:type="paragraph" w:customStyle="1" w:styleId="AppendixNumberLong">
    <w:name w:val="Appendix Number (Long)"/>
    <w:basedOn w:val="Heading3"/>
    <w:next w:val="Heading3"/>
    <w:rsid w:val="000E1B53"/>
    <w:pPr>
      <w:keepNext/>
      <w:keepLines/>
      <w:pageBreakBefore/>
      <w:numPr>
        <w:ilvl w:val="5"/>
        <w:numId w:val="6"/>
      </w:numPr>
    </w:pPr>
    <w:rPr>
      <w:b w:val="0"/>
      <w:i w:val="0"/>
    </w:rPr>
  </w:style>
  <w:style w:type="paragraph" w:customStyle="1" w:styleId="ChapterNumberLong">
    <w:name w:val="Chapter Number (Long)"/>
    <w:basedOn w:val="Heading1"/>
    <w:next w:val="Heading1"/>
    <w:rsid w:val="00317710"/>
    <w:pPr>
      <w:pageBreakBefore/>
      <w:numPr>
        <w:numId w:val="6"/>
      </w:numPr>
    </w:pPr>
  </w:style>
  <w:style w:type="paragraph" w:customStyle="1" w:styleId="Footer-Even">
    <w:name w:val="Footer - Even"/>
    <w:basedOn w:val="Footer"/>
    <w:rsid w:val="00B51CCB"/>
    <w:pPr>
      <w:tabs>
        <w:tab w:val="clear" w:pos="2551"/>
        <w:tab w:val="center" w:pos="2494"/>
      </w:tabs>
    </w:pPr>
  </w:style>
  <w:style w:type="paragraph" w:customStyle="1" w:styleId="URL">
    <w:name w:val="URL"/>
    <w:basedOn w:val="PwCNormal"/>
    <w:next w:val="PwCNormal"/>
    <w:rsid w:val="00710AB2"/>
    <w:pPr>
      <w:framePr w:wrap="around" w:vAnchor="page" w:hAnchor="page" w:x="681" w:y="681"/>
      <w:spacing w:before="0" w:after="0"/>
    </w:pPr>
    <w:rPr>
      <w:rFonts w:asciiTheme="majorHAnsi" w:eastAsia="+mn-ea" w:hAnsiTheme="majorHAnsi"/>
      <w:color w:val="464D53" w:themeColor="text2"/>
      <w:sz w:val="36"/>
    </w:rPr>
  </w:style>
  <w:style w:type="paragraph" w:customStyle="1" w:styleId="Indent1">
    <w:name w:val="Indent 1"/>
    <w:basedOn w:val="Bullet1"/>
    <w:rsid w:val="00C72147"/>
    <w:pPr>
      <w:numPr>
        <w:ilvl w:val="1"/>
        <w:numId w:val="12"/>
      </w:numPr>
    </w:pPr>
  </w:style>
  <w:style w:type="paragraph" w:customStyle="1" w:styleId="Indent2">
    <w:name w:val="Indent 2"/>
    <w:basedOn w:val="Indent1"/>
    <w:rsid w:val="00931F8A"/>
    <w:pPr>
      <w:numPr>
        <w:ilvl w:val="2"/>
      </w:numPr>
    </w:pPr>
  </w:style>
  <w:style w:type="paragraph" w:customStyle="1" w:styleId="Indent3">
    <w:name w:val="Indent 3"/>
    <w:basedOn w:val="Indent2"/>
    <w:rsid w:val="00931F8A"/>
    <w:pPr>
      <w:numPr>
        <w:ilvl w:val="3"/>
      </w:numPr>
    </w:pPr>
  </w:style>
  <w:style w:type="paragraph" w:customStyle="1" w:styleId="Indent5">
    <w:name w:val="Indent 5"/>
    <w:basedOn w:val="Indent4"/>
    <w:rsid w:val="00931F8A"/>
    <w:pPr>
      <w:numPr>
        <w:ilvl w:val="5"/>
      </w:numPr>
    </w:pPr>
  </w:style>
  <w:style w:type="paragraph" w:customStyle="1" w:styleId="Indent6">
    <w:name w:val="Indent 6"/>
    <w:basedOn w:val="Indent5"/>
    <w:rsid w:val="00931F8A"/>
    <w:pPr>
      <w:numPr>
        <w:ilvl w:val="6"/>
      </w:numPr>
    </w:pPr>
  </w:style>
  <w:style w:type="paragraph" w:customStyle="1" w:styleId="Indent7">
    <w:name w:val="Indent 7"/>
    <w:basedOn w:val="Indent6"/>
    <w:rsid w:val="00931F8A"/>
    <w:pPr>
      <w:numPr>
        <w:ilvl w:val="7"/>
      </w:numPr>
    </w:pPr>
  </w:style>
  <w:style w:type="numbering" w:customStyle="1" w:styleId="Indents">
    <w:name w:val="Indents"/>
    <w:rsid w:val="00931F8A"/>
    <w:pPr>
      <w:numPr>
        <w:numId w:val="2"/>
      </w:numPr>
    </w:pPr>
  </w:style>
  <w:style w:type="paragraph" w:customStyle="1" w:styleId="Copyright">
    <w:name w:val="Copyright"/>
    <w:basedOn w:val="Normal"/>
    <w:rsid w:val="00A530C1"/>
    <w:pPr>
      <w:framePr w:w="7283" w:wrap="around" w:vAnchor="page" w:hAnchor="page" w:x="681" w:y="15707"/>
      <w:spacing w:before="150" w:after="150" w:line="150" w:lineRule="atLeast"/>
      <w:ind w:right="816"/>
    </w:pPr>
    <w:rPr>
      <w:color w:val="FFFFFF"/>
      <w:sz w:val="12"/>
    </w:rPr>
  </w:style>
  <w:style w:type="paragraph" w:customStyle="1" w:styleId="Header-Even">
    <w:name w:val="Header - Even"/>
    <w:basedOn w:val="Header"/>
    <w:rsid w:val="00B51CCB"/>
  </w:style>
  <w:style w:type="paragraph" w:customStyle="1" w:styleId="PleaseNote">
    <w:name w:val="Please Note"/>
    <w:basedOn w:val="PrefaceTitle"/>
    <w:next w:val="PwCNormal"/>
    <w:rsid w:val="008D4477"/>
    <w:rPr>
      <w:iCs w:val="0"/>
    </w:rPr>
  </w:style>
  <w:style w:type="paragraph" w:customStyle="1" w:styleId="Indent4">
    <w:name w:val="Indent 4"/>
    <w:basedOn w:val="Indent3"/>
    <w:rsid w:val="00931F8A"/>
    <w:pPr>
      <w:numPr>
        <w:ilvl w:val="4"/>
      </w:numPr>
    </w:pPr>
  </w:style>
  <w:style w:type="paragraph" w:styleId="TOC2">
    <w:name w:val="toc 2"/>
    <w:basedOn w:val="TOC1"/>
    <w:next w:val="PwCNormal"/>
    <w:uiPriority w:val="39"/>
    <w:rsid w:val="00A44F1B"/>
    <w:pPr>
      <w:numPr>
        <w:numId w:val="0"/>
      </w:numPr>
      <w:tabs>
        <w:tab w:val="clear" w:pos="7683"/>
        <w:tab w:val="left" w:pos="567"/>
        <w:tab w:val="right" w:pos="10773"/>
      </w:tabs>
      <w:spacing w:before="120" w:after="120" w:line="240" w:lineRule="auto"/>
      <w:ind w:left="567" w:hanging="567"/>
    </w:pPr>
    <w:rPr>
      <w:sz w:val="18"/>
    </w:rPr>
  </w:style>
  <w:style w:type="paragraph" w:styleId="TOC4">
    <w:name w:val="toc 4"/>
    <w:basedOn w:val="TOC2"/>
    <w:next w:val="PwCNormal"/>
    <w:uiPriority w:val="39"/>
    <w:rsid w:val="00A14944"/>
    <w:pPr>
      <w:tabs>
        <w:tab w:val="clear" w:pos="567"/>
        <w:tab w:val="left" w:pos="1134"/>
      </w:tabs>
      <w:ind w:left="1134" w:hanging="1134"/>
    </w:pPr>
  </w:style>
  <w:style w:type="paragraph" w:styleId="TOC7">
    <w:name w:val="toc 7"/>
    <w:basedOn w:val="TOC6"/>
    <w:next w:val="PwCNormal"/>
    <w:uiPriority w:val="39"/>
    <w:rsid w:val="008D4477"/>
    <w:pPr>
      <w:tabs>
        <w:tab w:val="clear" w:pos="1134"/>
        <w:tab w:val="left" w:pos="1985"/>
      </w:tabs>
      <w:ind w:left="1985" w:hanging="851"/>
    </w:pPr>
  </w:style>
  <w:style w:type="paragraph" w:customStyle="1" w:styleId="KeySentenceInside">
    <w:name w:val="Key Sentence Inside"/>
    <w:basedOn w:val="KeySentence"/>
    <w:rsid w:val="00A84ADF"/>
    <w:pPr>
      <w:framePr w:w="2410" w:wrap="notBeside" w:vAnchor="text" w:hAnchor="margin" w:x="-2635" w:y="1" w:anchorLock="1"/>
      <w:ind w:left="-14"/>
    </w:pPr>
  </w:style>
  <w:style w:type="paragraph" w:customStyle="1" w:styleId="ChapterNumberedList1">
    <w:name w:val="Chapter Numbered List 1"/>
    <w:basedOn w:val="PwCNormal"/>
    <w:rsid w:val="00C72147"/>
    <w:pPr>
      <w:numPr>
        <w:ilvl w:val="7"/>
        <w:numId w:val="6"/>
      </w:numPr>
      <w:spacing w:before="100" w:after="100"/>
    </w:pPr>
  </w:style>
  <w:style w:type="paragraph" w:customStyle="1" w:styleId="ChapterNumberedList2">
    <w:name w:val="Chapter Numbered List 2"/>
    <w:basedOn w:val="ChapterNumberedList1"/>
    <w:rsid w:val="008D4477"/>
    <w:pPr>
      <w:numPr>
        <w:ilvl w:val="8"/>
      </w:numPr>
    </w:pPr>
  </w:style>
  <w:style w:type="paragraph" w:customStyle="1" w:styleId="ChapterNumberedList3">
    <w:name w:val="Chapter Numbered List 3"/>
    <w:basedOn w:val="ChapterNumberedList2"/>
    <w:rsid w:val="008D4477"/>
    <w:pPr>
      <w:numPr>
        <w:ilvl w:val="0"/>
        <w:numId w:val="0"/>
      </w:numPr>
    </w:pPr>
  </w:style>
  <w:style w:type="paragraph" w:styleId="TOC6">
    <w:name w:val="toc 6"/>
    <w:basedOn w:val="TOC2"/>
    <w:next w:val="PwCNormal"/>
    <w:uiPriority w:val="39"/>
    <w:rsid w:val="008D4477"/>
    <w:pPr>
      <w:tabs>
        <w:tab w:val="clear" w:pos="567"/>
        <w:tab w:val="left" w:pos="1134"/>
      </w:tabs>
      <w:ind w:left="1134"/>
    </w:pPr>
  </w:style>
  <w:style w:type="paragraph" w:customStyle="1" w:styleId="PwCNormal">
    <w:name w:val="PwC Normal"/>
    <w:basedOn w:val="Normal"/>
    <w:link w:val="PwCNormalChar"/>
    <w:rsid w:val="00DB65F6"/>
    <w:pPr>
      <w:numPr>
        <w:numId w:val="12"/>
      </w:numPr>
      <w:spacing w:before="120" w:after="120"/>
    </w:pPr>
  </w:style>
  <w:style w:type="paragraph" w:customStyle="1" w:styleId="CoverDate">
    <w:name w:val="Cover Date"/>
    <w:basedOn w:val="Coversubtitle"/>
    <w:rsid w:val="002D5CE4"/>
    <w:pPr>
      <w:framePr w:wrap="notBeside"/>
    </w:pPr>
  </w:style>
  <w:style w:type="paragraph" w:customStyle="1" w:styleId="KeySentenceOutside">
    <w:name w:val="Key Sentence Outside"/>
    <w:basedOn w:val="KeySentence"/>
    <w:rsid w:val="00170C87"/>
    <w:pPr>
      <w:framePr w:w="2410" w:hSpace="181" w:wrap="around" w:vAnchor="text" w:hAnchor="margin" w:xAlign="right" w:y="1" w:anchorLock="1"/>
    </w:pPr>
  </w:style>
  <w:style w:type="character" w:customStyle="1" w:styleId="PwCNormalChar">
    <w:name w:val="PwC Normal Char"/>
    <w:basedOn w:val="DefaultParagraphFont"/>
    <w:link w:val="PwCNormal"/>
    <w:rsid w:val="00DB65F6"/>
    <w:rPr>
      <w:rFonts w:asciiTheme="minorHAnsi" w:eastAsia="MS Mincho" w:hAnsiTheme="minorHAnsi"/>
      <w:sz w:val="20"/>
      <w:szCs w:val="24"/>
      <w:lang w:val="en-US" w:eastAsia="ja-JP"/>
    </w:rPr>
  </w:style>
  <w:style w:type="paragraph" w:styleId="TOC1">
    <w:name w:val="toc 1"/>
    <w:basedOn w:val="Normal"/>
    <w:next w:val="PwCNormal"/>
    <w:rsid w:val="0091050E"/>
    <w:pPr>
      <w:numPr>
        <w:numId w:val="8"/>
      </w:numPr>
      <w:tabs>
        <w:tab w:val="right" w:pos="7683"/>
      </w:tabs>
      <w:spacing w:before="240" w:after="240" w:line="240" w:lineRule="atLeast"/>
      <w:ind w:right="851"/>
    </w:pPr>
  </w:style>
  <w:style w:type="paragraph" w:customStyle="1" w:styleId="CREATISID">
    <w:name w:val="CREATISID"/>
    <w:basedOn w:val="PwCNormal"/>
    <w:unhideWhenUsed/>
    <w:rsid w:val="008D4477"/>
    <w:pPr>
      <w:framePr w:w="227" w:h="539" w:wrap="notBeside" w:vAnchor="page" w:hAnchor="page" w:x="511" w:y="15594"/>
      <w:numPr>
        <w:numId w:val="0"/>
      </w:numPr>
      <w:spacing w:before="0" w:after="0"/>
      <w:textDirection w:val="btLr"/>
    </w:pPr>
    <w:rPr>
      <w:sz w:val="10"/>
      <w:szCs w:val="12"/>
    </w:rPr>
  </w:style>
  <w:style w:type="numbering" w:customStyle="1" w:styleId="BulletList">
    <w:name w:val="Bullet List"/>
    <w:rsid w:val="0021094E"/>
    <w:pPr>
      <w:numPr>
        <w:numId w:val="1"/>
      </w:numPr>
    </w:pPr>
  </w:style>
  <w:style w:type="paragraph" w:customStyle="1" w:styleId="Footer-Landscape">
    <w:name w:val="Footer - Landscape"/>
    <w:basedOn w:val="Footer"/>
    <w:rsid w:val="008D4477"/>
    <w:pPr>
      <w:tabs>
        <w:tab w:val="clear" w:pos="7682"/>
        <w:tab w:val="right" w:pos="10726"/>
      </w:tabs>
      <w:ind w:left="-3940"/>
    </w:pPr>
  </w:style>
  <w:style w:type="paragraph" w:customStyle="1" w:styleId="TableBullet1Normal">
    <w:name w:val="Table Bullet 1 Normal"/>
    <w:basedOn w:val="TableTextNormal"/>
    <w:rsid w:val="00317710"/>
    <w:pPr>
      <w:numPr>
        <w:numId w:val="9"/>
      </w:numPr>
      <w:spacing w:before="40" w:after="40"/>
    </w:pPr>
  </w:style>
  <w:style w:type="paragraph" w:customStyle="1" w:styleId="TableTextNormal">
    <w:name w:val="Table Text Normal"/>
    <w:basedOn w:val="Normal"/>
    <w:rsid w:val="00E043A3"/>
    <w:pPr>
      <w:spacing w:before="80" w:after="80"/>
    </w:pPr>
  </w:style>
  <w:style w:type="paragraph" w:customStyle="1" w:styleId="TableBullet1Small">
    <w:name w:val="Table Bullet 1 Small"/>
    <w:basedOn w:val="TableTextSmall"/>
    <w:rsid w:val="00317710"/>
    <w:pPr>
      <w:numPr>
        <w:numId w:val="10"/>
      </w:numPr>
      <w:spacing w:before="20" w:after="20"/>
    </w:pPr>
  </w:style>
  <w:style w:type="paragraph" w:customStyle="1" w:styleId="TableTextSmall">
    <w:name w:val="Table Text Small"/>
    <w:basedOn w:val="Normal"/>
    <w:rsid w:val="00767D54"/>
    <w:pPr>
      <w:spacing w:before="60" w:after="40"/>
    </w:pPr>
    <w:rPr>
      <w:sz w:val="16"/>
      <w:szCs w:val="18"/>
    </w:rPr>
  </w:style>
  <w:style w:type="paragraph" w:customStyle="1" w:styleId="TableBullet3Normal">
    <w:name w:val="Table Bullet 3 Normal"/>
    <w:basedOn w:val="TableBullet2Normal"/>
    <w:rsid w:val="008D4477"/>
    <w:pPr>
      <w:numPr>
        <w:ilvl w:val="2"/>
      </w:numPr>
    </w:pPr>
  </w:style>
  <w:style w:type="paragraph" w:customStyle="1" w:styleId="TableBullet3Small">
    <w:name w:val="Table Bullet 3 Small"/>
    <w:basedOn w:val="TableBullet2Small"/>
    <w:rsid w:val="008D4477"/>
    <w:pPr>
      <w:numPr>
        <w:ilvl w:val="2"/>
      </w:numPr>
    </w:pPr>
    <w:rPr>
      <w:szCs w:val="16"/>
    </w:rPr>
  </w:style>
  <w:style w:type="paragraph" w:customStyle="1" w:styleId="Bullet1">
    <w:name w:val="Bullet 1"/>
    <w:aliases w:val="MA Bullet 1,Alt.,b1,Bullet for no #'s,FACS,Bullet 1 Char1,Bullet,body,Bullet ...,body Char Char,body Char Char Char5,body Char Char Char Char,body Char Char Char Char Char Char Char Char"/>
    <w:basedOn w:val="PwCNormal"/>
    <w:rsid w:val="00C72147"/>
    <w:pPr>
      <w:numPr>
        <w:numId w:val="7"/>
      </w:numPr>
      <w:spacing w:before="100" w:after="100"/>
    </w:pPr>
  </w:style>
  <w:style w:type="paragraph" w:customStyle="1" w:styleId="Bullet2">
    <w:name w:val="Bullet 2"/>
    <w:basedOn w:val="Bullet1"/>
    <w:rsid w:val="008D4477"/>
    <w:pPr>
      <w:numPr>
        <w:ilvl w:val="1"/>
      </w:numPr>
    </w:pPr>
  </w:style>
  <w:style w:type="paragraph" w:customStyle="1" w:styleId="Bullet4">
    <w:name w:val="Bullet 4"/>
    <w:basedOn w:val="Bullet3"/>
    <w:rsid w:val="008D4477"/>
    <w:pPr>
      <w:numPr>
        <w:ilvl w:val="3"/>
      </w:numPr>
    </w:pPr>
  </w:style>
  <w:style w:type="paragraph" w:styleId="Caption">
    <w:name w:val="caption"/>
    <w:basedOn w:val="Normal"/>
    <w:next w:val="Normal"/>
    <w:uiPriority w:val="35"/>
    <w:unhideWhenUsed/>
    <w:qFormat/>
    <w:rsid w:val="00826808"/>
    <w:rPr>
      <w:b/>
      <w:bCs/>
      <w:color w:val="34393E" w:themeColor="accent2" w:themeShade="BF"/>
      <w:sz w:val="18"/>
      <w:szCs w:val="18"/>
    </w:rPr>
  </w:style>
  <w:style w:type="paragraph" w:customStyle="1" w:styleId="Majorheading">
    <w:name w:val="Major heading"/>
    <w:basedOn w:val="Normal"/>
    <w:next w:val="PwCNormal"/>
    <w:rsid w:val="006E4F6C"/>
    <w:pPr>
      <w:keepNext/>
      <w:keepLines/>
      <w:spacing w:before="360" w:after="180"/>
    </w:pPr>
    <w:rPr>
      <w:rFonts w:asciiTheme="majorHAnsi" w:hAnsiTheme="majorHAnsi"/>
      <w:color w:val="602320"/>
      <w:sz w:val="28"/>
    </w:rPr>
  </w:style>
  <w:style w:type="numbering" w:customStyle="1" w:styleId="TableBulletNormalList">
    <w:name w:val="Table Bullet Normal List"/>
    <w:rsid w:val="0021094E"/>
    <w:pPr>
      <w:numPr>
        <w:numId w:val="5"/>
      </w:numPr>
    </w:pPr>
  </w:style>
  <w:style w:type="paragraph" w:customStyle="1" w:styleId="Disclaimer">
    <w:name w:val="Disclaimer"/>
    <w:basedOn w:val="Normal"/>
    <w:link w:val="DisclaimerChar"/>
    <w:unhideWhenUsed/>
    <w:rsid w:val="008D4477"/>
    <w:pPr>
      <w:spacing w:after="140"/>
    </w:pPr>
    <w:rPr>
      <w:sz w:val="12"/>
    </w:rPr>
  </w:style>
  <w:style w:type="paragraph" w:customStyle="1" w:styleId="Footer-LandscapeEven">
    <w:name w:val="Footer - Landscape Even"/>
    <w:basedOn w:val="Footer-Landscape"/>
    <w:rsid w:val="008D4477"/>
  </w:style>
  <w:style w:type="paragraph" w:customStyle="1" w:styleId="PwCNormal-Single">
    <w:name w:val="PwC Normal - Single"/>
    <w:basedOn w:val="PwCNormal"/>
    <w:rsid w:val="008D4477"/>
    <w:pPr>
      <w:numPr>
        <w:numId w:val="0"/>
      </w:numPr>
      <w:spacing w:before="0" w:after="0"/>
    </w:pPr>
  </w:style>
  <w:style w:type="paragraph" w:customStyle="1" w:styleId="TableNumberedListNormal">
    <w:name w:val="Table Numbered List Normal"/>
    <w:basedOn w:val="TableTextNormal"/>
    <w:rsid w:val="008D4477"/>
    <w:pPr>
      <w:tabs>
        <w:tab w:val="num" w:pos="567"/>
      </w:tabs>
      <w:spacing w:before="40" w:after="40"/>
      <w:ind w:left="567" w:hanging="567"/>
    </w:pPr>
    <w:rPr>
      <w:color w:val="000000"/>
    </w:rPr>
  </w:style>
  <w:style w:type="paragraph" w:customStyle="1" w:styleId="TableNumberedListSmall">
    <w:name w:val="Table Numbered List Small"/>
    <w:basedOn w:val="TableTextSmall"/>
    <w:rsid w:val="008D4477"/>
    <w:pPr>
      <w:tabs>
        <w:tab w:val="num" w:pos="567"/>
      </w:tabs>
      <w:spacing w:before="20" w:after="20"/>
      <w:ind w:left="567" w:hanging="567"/>
    </w:pPr>
  </w:style>
  <w:style w:type="paragraph" w:customStyle="1" w:styleId="TableIndent2Normal">
    <w:name w:val="Table Indent 2 Normal"/>
    <w:basedOn w:val="TableIndent1Normal"/>
    <w:rsid w:val="008D4477"/>
    <w:pPr>
      <w:ind w:left="567"/>
    </w:pPr>
  </w:style>
  <w:style w:type="paragraph" w:customStyle="1" w:styleId="TableIndent2Small">
    <w:name w:val="Table Indent 2 Small"/>
    <w:basedOn w:val="TableIndent1Small"/>
    <w:rsid w:val="00461AF8"/>
    <w:pPr>
      <w:ind w:left="567"/>
    </w:pPr>
    <w:rPr>
      <w:szCs w:val="16"/>
    </w:rPr>
  </w:style>
  <w:style w:type="paragraph" w:customStyle="1" w:styleId="KeySentence">
    <w:name w:val="Key Sentence"/>
    <w:basedOn w:val="Normal"/>
    <w:rsid w:val="00C72147"/>
    <w:pPr>
      <w:spacing w:after="180"/>
    </w:pPr>
    <w:rPr>
      <w:color w:val="0066B2" w:themeColor="accent3"/>
      <w:sz w:val="16"/>
      <w:szCs w:val="18"/>
    </w:rPr>
  </w:style>
  <w:style w:type="numbering" w:customStyle="1" w:styleId="TableNumberedListS">
    <w:name w:val="Table Numbered List S"/>
    <w:rsid w:val="008D4477"/>
  </w:style>
  <w:style w:type="paragraph" w:customStyle="1" w:styleId="PrefaceTitle">
    <w:name w:val="Preface Title"/>
    <w:basedOn w:val="Heading2"/>
    <w:next w:val="PwCNormal"/>
    <w:rsid w:val="00E12750"/>
    <w:pPr>
      <w:spacing w:after="480"/>
      <w:ind w:left="0"/>
    </w:pPr>
    <w:rPr>
      <w:sz w:val="72"/>
    </w:rPr>
  </w:style>
  <w:style w:type="paragraph" w:customStyle="1" w:styleId="Sources">
    <w:name w:val="Sources"/>
    <w:basedOn w:val="Normal"/>
    <w:next w:val="PwCNormal"/>
    <w:rsid w:val="00317710"/>
    <w:pPr>
      <w:spacing w:before="80" w:after="80" w:line="180" w:lineRule="atLeast"/>
    </w:pPr>
    <w:rPr>
      <w:color w:val="464D53" w:themeColor="text2"/>
      <w:sz w:val="16"/>
    </w:rPr>
  </w:style>
  <w:style w:type="paragraph" w:customStyle="1" w:styleId="Minorheading">
    <w:name w:val="Minor heading"/>
    <w:basedOn w:val="Majorheading"/>
    <w:next w:val="PwCNormal"/>
    <w:rsid w:val="006E4F6C"/>
    <w:pPr>
      <w:spacing w:line="180" w:lineRule="atLeast"/>
    </w:pPr>
    <w:rPr>
      <w:i w:val="0"/>
      <w:color w:val="E0301E"/>
      <w:sz w:val="24"/>
    </w:rPr>
  </w:style>
  <w:style w:type="paragraph" w:customStyle="1" w:styleId="Minorheading2">
    <w:name w:val="Minor heading 2"/>
    <w:basedOn w:val="Minorheading"/>
    <w:next w:val="PwCNormal"/>
    <w:rsid w:val="007806D9"/>
    <w:pPr>
      <w:spacing w:before="240" w:line="240" w:lineRule="atLeast"/>
    </w:pPr>
    <w:rPr>
      <w:i/>
      <w:color w:val="464D53" w:themeColor="text2"/>
      <w:sz w:val="22"/>
    </w:rPr>
  </w:style>
  <w:style w:type="paragraph" w:customStyle="1" w:styleId="Minorheading3">
    <w:name w:val="Minor heading 3"/>
    <w:basedOn w:val="Minorheading2"/>
    <w:next w:val="PwCNormal"/>
    <w:rsid w:val="00C72147"/>
    <w:rPr>
      <w:rFonts w:asciiTheme="minorHAnsi" w:hAnsiTheme="minorHAnsi"/>
      <w:sz w:val="18"/>
    </w:rPr>
  </w:style>
  <w:style w:type="paragraph" w:customStyle="1" w:styleId="Bullet3">
    <w:name w:val="Bullet 3"/>
    <w:basedOn w:val="Bullet2"/>
    <w:rsid w:val="008D4477"/>
    <w:pPr>
      <w:numPr>
        <w:ilvl w:val="2"/>
      </w:numPr>
    </w:pPr>
  </w:style>
  <w:style w:type="paragraph" w:customStyle="1" w:styleId="TableBullet2Normal">
    <w:name w:val="Table Bullet 2 Normal"/>
    <w:basedOn w:val="TableBullet1Normal"/>
    <w:rsid w:val="008D4477"/>
    <w:pPr>
      <w:numPr>
        <w:ilvl w:val="1"/>
      </w:numPr>
    </w:pPr>
  </w:style>
  <w:style w:type="paragraph" w:customStyle="1" w:styleId="TableBullet2Small">
    <w:name w:val="Table Bullet 2 Small"/>
    <w:basedOn w:val="TableBullet1Small"/>
    <w:rsid w:val="008D4477"/>
    <w:pPr>
      <w:numPr>
        <w:ilvl w:val="1"/>
      </w:numPr>
    </w:pPr>
  </w:style>
  <w:style w:type="paragraph" w:customStyle="1" w:styleId="TableIndent1Normal">
    <w:name w:val="Table Indent 1 Normal"/>
    <w:basedOn w:val="TableBullet1Normal"/>
    <w:rsid w:val="008D4477"/>
    <w:pPr>
      <w:numPr>
        <w:numId w:val="0"/>
      </w:numPr>
      <w:ind w:left="284"/>
    </w:pPr>
  </w:style>
  <w:style w:type="paragraph" w:customStyle="1" w:styleId="TableIndent1Small">
    <w:name w:val="Table Indent 1 Small"/>
    <w:basedOn w:val="TableBullet1Small"/>
    <w:rsid w:val="00461AF8"/>
    <w:pPr>
      <w:numPr>
        <w:numId w:val="0"/>
      </w:numPr>
      <w:ind w:left="284"/>
    </w:pPr>
  </w:style>
  <w:style w:type="paragraph" w:customStyle="1" w:styleId="KeySentenceheading">
    <w:name w:val="Key Sentence heading"/>
    <w:basedOn w:val="KeySentence"/>
    <w:next w:val="KeySentence"/>
    <w:rsid w:val="00A44F1B"/>
    <w:pPr>
      <w:keepNext/>
      <w:keepLines/>
      <w:spacing w:before="120" w:after="120"/>
    </w:pPr>
    <w:rPr>
      <w:rFonts w:asciiTheme="majorHAnsi" w:hAnsiTheme="majorHAnsi"/>
      <w:b/>
      <w:color w:val="E0301E"/>
      <w:sz w:val="20"/>
    </w:rPr>
  </w:style>
  <w:style w:type="character" w:customStyle="1" w:styleId="Bright">
    <w:name w:val="Bright"/>
    <w:uiPriority w:val="99"/>
    <w:rsid w:val="008D4477"/>
    <w:rPr>
      <w:color w:val="0066B2" w:themeColor="accent3"/>
    </w:rPr>
  </w:style>
  <w:style w:type="character" w:customStyle="1" w:styleId="Base">
    <w:name w:val="Base"/>
    <w:uiPriority w:val="99"/>
    <w:rsid w:val="008D4477"/>
    <w:rPr>
      <w:color w:val="464D53" w:themeColor="text2"/>
    </w:rPr>
  </w:style>
  <w:style w:type="paragraph" w:customStyle="1" w:styleId="Sectiontitle">
    <w:name w:val="Section title"/>
    <w:basedOn w:val="Normal"/>
    <w:next w:val="PwCNormal"/>
    <w:rsid w:val="00317710"/>
    <w:pPr>
      <w:spacing w:line="720" w:lineRule="atLeast"/>
    </w:pPr>
    <w:rPr>
      <w:rFonts w:asciiTheme="majorHAnsi" w:hAnsiTheme="majorHAnsi"/>
      <w:color w:val="464D53" w:themeColor="text2"/>
      <w:sz w:val="72"/>
    </w:rPr>
  </w:style>
  <w:style w:type="paragraph" w:customStyle="1" w:styleId="Sectionstatement">
    <w:name w:val="Section statement"/>
    <w:basedOn w:val="Normal"/>
    <w:rsid w:val="00317710"/>
    <w:pPr>
      <w:spacing w:line="720" w:lineRule="atLeast"/>
    </w:pPr>
    <w:rPr>
      <w:rFonts w:asciiTheme="majorHAnsi" w:hAnsiTheme="majorHAnsi"/>
      <w:color w:val="0066B2" w:themeColor="accent3"/>
      <w:sz w:val="72"/>
      <w:szCs w:val="72"/>
    </w:rPr>
  </w:style>
  <w:style w:type="paragraph" w:customStyle="1" w:styleId="KeySentenceOutsideheading">
    <w:name w:val="Key Sentence Outside heading"/>
    <w:basedOn w:val="KeySentenceOutside"/>
    <w:next w:val="KeySentenceOutside"/>
    <w:rsid w:val="006E4F6C"/>
    <w:pPr>
      <w:keepNext/>
      <w:keepLines/>
      <w:framePr w:wrap="around"/>
      <w:spacing w:after="0"/>
    </w:pPr>
    <w:rPr>
      <w:rFonts w:asciiTheme="majorHAnsi" w:hAnsiTheme="majorHAnsi"/>
      <w:b/>
      <w:color w:val="E0301E"/>
      <w:sz w:val="20"/>
    </w:rPr>
  </w:style>
  <w:style w:type="paragraph" w:styleId="FootnoteText">
    <w:name w:val="footnote text"/>
    <w:basedOn w:val="Normal"/>
    <w:rsid w:val="005F07CE"/>
    <w:pPr>
      <w:tabs>
        <w:tab w:val="left" w:pos="284"/>
      </w:tabs>
      <w:spacing w:before="80" w:after="80"/>
      <w:ind w:left="227" w:hanging="227"/>
    </w:pPr>
    <w:rPr>
      <w:sz w:val="14"/>
    </w:rPr>
  </w:style>
  <w:style w:type="character" w:styleId="FootnoteReference">
    <w:name w:val="footnote reference"/>
    <w:basedOn w:val="DefaultParagraphFont"/>
    <w:rsid w:val="00317710"/>
    <w:rPr>
      <w:rFonts w:asciiTheme="minorHAnsi" w:hAnsiTheme="minorHAnsi" w:cs="Arial"/>
      <w:sz w:val="21"/>
      <w:vertAlign w:val="superscript"/>
    </w:rPr>
  </w:style>
  <w:style w:type="character" w:styleId="EndnoteReference">
    <w:name w:val="endnote reference"/>
    <w:basedOn w:val="DefaultParagraphFont"/>
    <w:semiHidden/>
    <w:unhideWhenUsed/>
    <w:rsid w:val="008D4477"/>
    <w:rPr>
      <w:rFonts w:ascii="Arial" w:hAnsi="Arial" w:cs="Arial"/>
      <w:sz w:val="21"/>
      <w:vertAlign w:val="superscript"/>
    </w:rPr>
  </w:style>
  <w:style w:type="paragraph" w:styleId="EndnoteText">
    <w:name w:val="endnote text"/>
    <w:basedOn w:val="FootnoteText"/>
    <w:semiHidden/>
    <w:unhideWhenUsed/>
    <w:rsid w:val="008D4477"/>
  </w:style>
  <w:style w:type="paragraph" w:customStyle="1" w:styleId="Address">
    <w:name w:val="Address"/>
    <w:basedOn w:val="Normal"/>
    <w:rsid w:val="0088486A"/>
    <w:pPr>
      <w:framePr w:w="3005" w:h="567" w:hSpace="181" w:vSpace="181" w:wrap="around" w:hAnchor="page" w:xAlign="right" w:yAlign="top" w:anchorLock="1"/>
      <w:spacing w:line="200" w:lineRule="exact"/>
      <w:ind w:right="284"/>
    </w:pPr>
    <w:rPr>
      <w:rFonts w:asciiTheme="majorHAnsi" w:hAnsiTheme="majorHAnsi"/>
      <w:sz w:val="16"/>
      <w:lang w:val="en-GB"/>
    </w:rPr>
  </w:style>
  <w:style w:type="table" w:styleId="TableGrid">
    <w:name w:val="Table Grid"/>
    <w:basedOn w:val="TableNormal"/>
    <w:semiHidden/>
    <w:locked/>
    <w:rsid w:val="008D4477"/>
    <w:pPr>
      <w:kinsoku w:val="0"/>
      <w:overflowPunct w:val="0"/>
      <w:autoSpaceDE w:val="0"/>
      <w:autoSpaceDN w:val="0"/>
      <w:adjustRightInd w:val="0"/>
      <w:snapToGri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eySentenceInsideheading">
    <w:name w:val="Key Sentence Inside heading"/>
    <w:basedOn w:val="KeySentenceInside"/>
    <w:next w:val="KeySentenceInside"/>
    <w:rsid w:val="006E4F6C"/>
    <w:pPr>
      <w:keepNext/>
      <w:keepLines/>
      <w:framePr w:wrap="notBeside"/>
      <w:spacing w:after="0"/>
      <w:ind w:left="-11"/>
    </w:pPr>
    <w:rPr>
      <w:rFonts w:asciiTheme="majorHAnsi" w:hAnsiTheme="majorHAnsi"/>
      <w:b/>
      <w:color w:val="E0301E"/>
      <w:sz w:val="20"/>
    </w:rPr>
  </w:style>
  <w:style w:type="paragraph" w:styleId="TOC3">
    <w:name w:val="toc 3"/>
    <w:basedOn w:val="TOC1"/>
    <w:next w:val="PwCNormal"/>
    <w:rsid w:val="008D4477"/>
    <w:pPr>
      <w:numPr>
        <w:ilvl w:val="2"/>
      </w:numPr>
    </w:pPr>
  </w:style>
  <w:style w:type="paragraph" w:styleId="TOC5">
    <w:name w:val="toc 5"/>
    <w:basedOn w:val="TOC2"/>
    <w:next w:val="PwCNormal"/>
    <w:uiPriority w:val="39"/>
    <w:rsid w:val="008D4477"/>
  </w:style>
  <w:style w:type="paragraph" w:styleId="TOC8">
    <w:name w:val="toc 8"/>
    <w:basedOn w:val="TOC7"/>
    <w:next w:val="PwCNormal"/>
    <w:rsid w:val="008D4477"/>
    <w:pPr>
      <w:tabs>
        <w:tab w:val="clear" w:pos="1985"/>
        <w:tab w:val="left" w:pos="3402"/>
      </w:tabs>
      <w:ind w:left="3403"/>
    </w:pPr>
  </w:style>
  <w:style w:type="paragraph" w:styleId="TOC9">
    <w:name w:val="toc 9"/>
    <w:basedOn w:val="TOC8"/>
    <w:next w:val="PwCNormal"/>
    <w:rsid w:val="008D4477"/>
    <w:pPr>
      <w:tabs>
        <w:tab w:val="clear" w:pos="3402"/>
        <w:tab w:val="left" w:pos="4253"/>
      </w:tabs>
      <w:ind w:left="4253"/>
    </w:pPr>
  </w:style>
  <w:style w:type="paragraph" w:customStyle="1" w:styleId="Separator">
    <w:name w:val="Separator"/>
    <w:basedOn w:val="Normal"/>
    <w:semiHidden/>
    <w:rsid w:val="008D4477"/>
    <w:pPr>
      <w:spacing w:before="240" w:after="120"/>
    </w:pPr>
    <w:rPr>
      <w:sz w:val="16"/>
    </w:rPr>
  </w:style>
  <w:style w:type="numbering" w:customStyle="1" w:styleId="TableNumberedListN">
    <w:name w:val="Table Numbered List N"/>
    <w:rsid w:val="008D4477"/>
  </w:style>
  <w:style w:type="paragraph" w:customStyle="1" w:styleId="TableColumnHeadingNormal">
    <w:name w:val="Table Column Heading Normal"/>
    <w:basedOn w:val="TableTextNormal"/>
    <w:rsid w:val="00905849"/>
    <w:pPr>
      <w:keepNext/>
      <w:keepLines/>
    </w:pPr>
    <w:rPr>
      <w:rFonts w:asciiTheme="majorHAnsi" w:hAnsiTheme="majorHAnsi"/>
      <w:b/>
      <w:i w:val="0"/>
      <w:color w:val="464D53" w:themeColor="text2"/>
    </w:rPr>
  </w:style>
  <w:style w:type="paragraph" w:customStyle="1" w:styleId="TableColumnHeadingSmall">
    <w:name w:val="Table Column Heading Small"/>
    <w:basedOn w:val="TableTextSmall"/>
    <w:next w:val="TableTextSmall"/>
    <w:rsid w:val="000B319E"/>
    <w:pPr>
      <w:keepNext/>
      <w:keepLines/>
    </w:pPr>
    <w:rPr>
      <w:b/>
      <w:color w:val="464D53" w:themeColor="text2"/>
      <w:szCs w:val="16"/>
    </w:rPr>
  </w:style>
  <w:style w:type="numbering" w:customStyle="1" w:styleId="TableBulletSmallList">
    <w:name w:val="Table Bullet Small List"/>
    <w:rsid w:val="0021094E"/>
    <w:pPr>
      <w:numPr>
        <w:numId w:val="3"/>
      </w:numPr>
    </w:pPr>
  </w:style>
  <w:style w:type="paragraph" w:customStyle="1" w:styleId="Header-Landscape">
    <w:name w:val="Header - Landscape"/>
    <w:basedOn w:val="Header"/>
    <w:rsid w:val="008D4477"/>
  </w:style>
  <w:style w:type="character" w:styleId="PageNumber">
    <w:name w:val="page number"/>
    <w:semiHidden/>
    <w:unhideWhenUsed/>
    <w:rsid w:val="008D4477"/>
  </w:style>
  <w:style w:type="paragraph" w:styleId="Date">
    <w:name w:val="Date"/>
    <w:basedOn w:val="Normal"/>
    <w:next w:val="PwCNormal"/>
    <w:semiHidden/>
    <w:rsid w:val="008D4477"/>
  </w:style>
  <w:style w:type="paragraph" w:customStyle="1" w:styleId="Indent8">
    <w:name w:val="Indent 8"/>
    <w:basedOn w:val="Indent7"/>
    <w:rsid w:val="00931F8A"/>
    <w:pPr>
      <w:numPr>
        <w:ilvl w:val="8"/>
      </w:numPr>
    </w:pPr>
  </w:style>
  <w:style w:type="paragraph" w:customStyle="1" w:styleId="Header-LandscapeEven">
    <w:name w:val="Header - Landscape Even"/>
    <w:basedOn w:val="Header-Landscape"/>
    <w:rsid w:val="008D4477"/>
    <w:pPr>
      <w:tabs>
        <w:tab w:val="right" w:pos="14661"/>
      </w:tabs>
    </w:pPr>
  </w:style>
  <w:style w:type="paragraph" w:customStyle="1" w:styleId="Footer-ToC">
    <w:name w:val="Footer - ToC"/>
    <w:basedOn w:val="Footer"/>
    <w:rsid w:val="00211991"/>
  </w:style>
  <w:style w:type="paragraph" w:customStyle="1" w:styleId="Footer-ToCEven">
    <w:name w:val="Footer - ToC Even"/>
    <w:basedOn w:val="Footer-ToC"/>
    <w:rsid w:val="00C220C3"/>
    <w:pPr>
      <w:tabs>
        <w:tab w:val="clear" w:pos="2551"/>
        <w:tab w:val="center" w:pos="10726"/>
      </w:tabs>
    </w:pPr>
  </w:style>
  <w:style w:type="table" w:customStyle="1" w:styleId="Tables-APBase">
    <w:name w:val="Tables - AP Base"/>
    <w:basedOn w:val="TableNormal"/>
    <w:rsid w:val="00905849"/>
    <w:tblPr>
      <w:tblStyleRowBandSize w:val="1"/>
      <w:tblStyleColBandSize w:val="1"/>
      <w:tblInd w:w="0" w:type="dxa"/>
      <w:tblBorders>
        <w:top w:val="single" w:sz="4" w:space="0" w:color="FFFFFF"/>
        <w:left w:val="single" w:sz="4" w:space="0" w:color="FFFFFF"/>
        <w:bottom w:val="single" w:sz="6" w:space="0" w:color="464D53" w:themeColor="text2"/>
        <w:right w:val="single" w:sz="4" w:space="0" w:color="FFFFFF"/>
        <w:insideH w:val="single" w:sz="6" w:space="0" w:color="464D53" w:themeColor="text2"/>
      </w:tblBorders>
      <w:tblCellMar>
        <w:top w:w="0" w:type="dxa"/>
        <w:left w:w="108" w:type="dxa"/>
        <w:bottom w:w="0" w:type="dxa"/>
        <w:right w:w="108" w:type="dxa"/>
      </w:tblCellMar>
    </w:tblPr>
    <w:trPr>
      <w:cantSplit/>
    </w:trPr>
    <w:tcPr>
      <w:shd w:val="clear" w:color="auto" w:fill="auto"/>
      <w:tcMar>
        <w:top w:w="0" w:type="dxa"/>
        <w:left w:w="108" w:type="dxa"/>
        <w:bottom w:w="0" w:type="dxa"/>
        <w:right w:w="108" w:type="dxa"/>
      </w:tcMar>
    </w:tcPr>
    <w:tblStylePr w:type="firstRow">
      <w:pPr>
        <w:jc w:val="center"/>
      </w:pPr>
      <w:rPr>
        <w:rFonts w:asciiTheme="majorHAnsi" w:hAnsiTheme="majorHAnsi"/>
        <w:b w:val="0"/>
        <w:i w:val="0"/>
        <w:color w:val="464D53" w:themeColor="accent2"/>
      </w:rPr>
      <w:tblPr/>
      <w:trPr>
        <w:tblHeader/>
      </w:trPr>
    </w:tblStylePr>
    <w:tblStylePr w:type="lastRow">
      <w:rPr>
        <w:color w:val="FFFFFF" w:themeColor="background1"/>
      </w:rPr>
      <w:tblPr/>
      <w:tcPr>
        <w:shd w:val="clear" w:color="auto" w:fill="464D53" w:themeFill="text2"/>
      </w:tcPr>
    </w:tblStylePr>
    <w:tblStylePr w:type="nwCell">
      <w:pPr>
        <w:jc w:val="left"/>
      </w:pPr>
      <w:tblPr/>
      <w:tcPr>
        <w:vAlign w:val="bottom"/>
      </w:tcPr>
    </w:tblStylePr>
  </w:style>
  <w:style w:type="table" w:customStyle="1" w:styleId="Tables-APLines">
    <w:name w:val="Tables - AP Lines"/>
    <w:basedOn w:val="TableNormal"/>
    <w:rsid w:val="000B319E"/>
    <w:tblPr>
      <w:tblStyleRowBandSize w:val="1"/>
      <w:tblStyleColBandSize w:val="1"/>
      <w:tblInd w:w="0" w:type="dxa"/>
      <w:tblBorders>
        <w:insideH w:val="single" w:sz="4" w:space="0" w:color="464D53" w:themeColor="text2"/>
        <w:insideV w:val="single" w:sz="4" w:space="0" w:color="464D53" w:themeColor="text2"/>
      </w:tblBorders>
      <w:tblCellMar>
        <w:top w:w="0" w:type="dxa"/>
        <w:left w:w="108" w:type="dxa"/>
        <w:bottom w:w="0" w:type="dxa"/>
        <w:right w:w="108" w:type="dxa"/>
      </w:tblCellMar>
    </w:tblPr>
    <w:tcPr>
      <w:shd w:val="clear" w:color="auto" w:fill="auto"/>
    </w:tcPr>
    <w:tblStylePr w:type="firstRow">
      <w:pPr>
        <w:jc w:val="center"/>
      </w:pPr>
      <w:rPr>
        <w:rFonts w:asciiTheme="minorHAnsi" w:hAnsiTheme="minorHAnsi"/>
        <w:color w:val="auto"/>
      </w:rPr>
      <w:tblPr/>
      <w:tcPr>
        <w:vAlign w:val="bottom"/>
      </w:tcPr>
    </w:tblStylePr>
    <w:tblStylePr w:type="lastRow">
      <w:rPr>
        <w:color w:val="FFFFFF" w:themeColor="background1"/>
      </w:rPr>
    </w:tblStylePr>
    <w:tblStylePr w:type="nwCell">
      <w:pPr>
        <w:jc w:val="left"/>
      </w:pPr>
      <w:tblPr/>
      <w:tcPr>
        <w:vAlign w:val="bottom"/>
      </w:tcPr>
    </w:tblStylePr>
  </w:style>
  <w:style w:type="paragraph" w:customStyle="1" w:styleId="CVRoleTitle">
    <w:name w:val="CV Role Title"/>
    <w:basedOn w:val="Normal"/>
    <w:rsid w:val="00317710"/>
    <w:pPr>
      <w:pBdr>
        <w:bottom w:val="none" w:sz="0" w:space="0" w:color="00457C"/>
      </w:pBdr>
      <w:spacing w:before="80" w:after="80"/>
    </w:pPr>
    <w:rPr>
      <w:rFonts w:asciiTheme="majorHAnsi" w:hAnsiTheme="majorHAnsi"/>
      <w:color w:val="464D53" w:themeColor="text2"/>
      <w:sz w:val="24"/>
    </w:rPr>
  </w:style>
  <w:style w:type="paragraph" w:customStyle="1" w:styleId="ListBullet1">
    <w:name w:val="List Bullet 1"/>
    <w:basedOn w:val="Bullet1"/>
    <w:semiHidden/>
    <w:locked/>
    <w:rsid w:val="008D4477"/>
    <w:pPr>
      <w:tabs>
        <w:tab w:val="num" w:pos="720"/>
      </w:tabs>
      <w:ind w:left="720" w:hanging="720"/>
    </w:pPr>
  </w:style>
  <w:style w:type="paragraph" w:styleId="ListBullet2">
    <w:name w:val="List Bullet 2"/>
    <w:basedOn w:val="Bullet2"/>
    <w:semiHidden/>
    <w:locked/>
    <w:rsid w:val="008D4477"/>
    <w:pPr>
      <w:numPr>
        <w:ilvl w:val="0"/>
        <w:numId w:val="0"/>
      </w:numPr>
      <w:tabs>
        <w:tab w:val="num" w:pos="1440"/>
      </w:tabs>
      <w:ind w:left="1440" w:hanging="720"/>
    </w:pPr>
  </w:style>
  <w:style w:type="paragraph" w:styleId="ListBullet4">
    <w:name w:val="List Bullet 4"/>
    <w:basedOn w:val="Bullet4"/>
    <w:semiHidden/>
    <w:locked/>
    <w:rsid w:val="008D4477"/>
    <w:pPr>
      <w:numPr>
        <w:ilvl w:val="0"/>
        <w:numId w:val="0"/>
      </w:numPr>
      <w:tabs>
        <w:tab w:val="num" w:pos="2880"/>
      </w:tabs>
      <w:ind w:left="2880" w:hanging="720"/>
    </w:pPr>
  </w:style>
  <w:style w:type="paragraph" w:customStyle="1" w:styleId="CVBullet1">
    <w:name w:val="CV Bullet 1"/>
    <w:basedOn w:val="CVText"/>
    <w:rsid w:val="00C72147"/>
    <w:pPr>
      <w:numPr>
        <w:numId w:val="20"/>
      </w:numPr>
      <w:spacing w:before="40" w:after="40"/>
    </w:pPr>
  </w:style>
  <w:style w:type="paragraph" w:customStyle="1" w:styleId="CVDetails">
    <w:name w:val="CV Details"/>
    <w:basedOn w:val="CVRoleTitle"/>
    <w:rsid w:val="004D5C7A"/>
    <w:pPr>
      <w:spacing w:before="40" w:after="40"/>
    </w:pPr>
    <w:rPr>
      <w:rFonts w:asciiTheme="minorHAnsi" w:hAnsiTheme="minorHAnsi"/>
      <w:i w:val="0"/>
      <w:color w:val="968C6D"/>
      <w:sz w:val="20"/>
    </w:rPr>
  </w:style>
  <w:style w:type="paragraph" w:customStyle="1" w:styleId="CVHeading2">
    <w:name w:val="CV Heading 2"/>
    <w:basedOn w:val="CVHeading1"/>
    <w:next w:val="CVText"/>
    <w:rsid w:val="008D4477"/>
    <w:pPr>
      <w:pBdr>
        <w:bottom w:val="none" w:sz="0" w:space="0" w:color="00457C"/>
      </w:pBdr>
    </w:pPr>
    <w:rPr>
      <w:color w:val="464D53" w:themeColor="text2"/>
      <w:sz w:val="18"/>
    </w:rPr>
  </w:style>
  <w:style w:type="paragraph" w:styleId="ListBullet3">
    <w:name w:val="List Bullet 3"/>
    <w:basedOn w:val="Bullet3"/>
    <w:semiHidden/>
    <w:locked/>
    <w:rsid w:val="008D4477"/>
    <w:pPr>
      <w:numPr>
        <w:ilvl w:val="0"/>
        <w:numId w:val="0"/>
      </w:numPr>
      <w:tabs>
        <w:tab w:val="num" w:pos="2160"/>
      </w:tabs>
      <w:ind w:left="2160" w:hanging="720"/>
    </w:pPr>
  </w:style>
  <w:style w:type="paragraph" w:customStyle="1" w:styleId="CVHeading1">
    <w:name w:val="CV Heading 1"/>
    <w:basedOn w:val="CVText"/>
    <w:next w:val="CVText"/>
    <w:rsid w:val="004D5C7A"/>
    <w:pPr>
      <w:keepNext/>
      <w:keepLines/>
      <w:spacing w:before="120"/>
    </w:pPr>
    <w:rPr>
      <w:rFonts w:asciiTheme="majorHAnsi" w:hAnsiTheme="majorHAnsi"/>
      <w:b/>
      <w:i w:val="0"/>
      <w:color w:val="F37B20" w:themeColor="accent5"/>
    </w:rPr>
  </w:style>
  <w:style w:type="paragraph" w:customStyle="1" w:styleId="CVPhoto">
    <w:name w:val="CV Photo"/>
    <w:basedOn w:val="CVHeading2"/>
    <w:rsid w:val="00771DE2"/>
    <w:pPr>
      <w:pageBreakBefore/>
    </w:pPr>
    <w:rPr>
      <w:b w:val="0"/>
      <w:i/>
      <w:sz w:val="21"/>
    </w:rPr>
  </w:style>
  <w:style w:type="paragraph" w:customStyle="1" w:styleId="CVText">
    <w:name w:val="CV Text"/>
    <w:basedOn w:val="PwCNormal"/>
    <w:rsid w:val="00C72147"/>
    <w:pPr>
      <w:numPr>
        <w:numId w:val="0"/>
      </w:numPr>
      <w:spacing w:before="80" w:after="80"/>
    </w:pPr>
  </w:style>
  <w:style w:type="paragraph" w:customStyle="1" w:styleId="CVNamelarge">
    <w:name w:val="CV Name large"/>
    <w:basedOn w:val="Normal"/>
    <w:next w:val="CVRoleTitle"/>
    <w:rsid w:val="00771DE2"/>
    <w:pPr>
      <w:spacing w:after="80"/>
    </w:pPr>
    <w:rPr>
      <w:rFonts w:asciiTheme="majorHAnsi" w:hAnsiTheme="majorHAnsi"/>
      <w:b/>
      <w:i w:val="0"/>
      <w:color w:val="0066B2" w:themeColor="accent3"/>
      <w:sz w:val="36"/>
    </w:rPr>
  </w:style>
  <w:style w:type="paragraph" w:customStyle="1" w:styleId="CVBullet2">
    <w:name w:val="CV Bullet 2"/>
    <w:basedOn w:val="CVBullet1"/>
    <w:rsid w:val="008D4477"/>
    <w:pPr>
      <w:numPr>
        <w:ilvl w:val="1"/>
      </w:numPr>
    </w:pPr>
  </w:style>
  <w:style w:type="paragraph" w:styleId="Title">
    <w:name w:val="Title"/>
    <w:basedOn w:val="Normal"/>
    <w:next w:val="Normal"/>
    <w:link w:val="TitleChar"/>
    <w:uiPriority w:val="10"/>
    <w:qFormat/>
    <w:rsid w:val="00826808"/>
    <w:pPr>
      <w:pBdr>
        <w:top w:val="single" w:sz="48" w:space="0" w:color="464D53" w:themeColor="accent2"/>
        <w:bottom w:val="single" w:sz="48" w:space="0" w:color="464D53" w:themeColor="accent2"/>
      </w:pBdr>
      <w:shd w:val="clear" w:color="auto" w:fill="464D53"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paragraph" w:styleId="BalloonText">
    <w:name w:val="Balloon Text"/>
    <w:basedOn w:val="Normal"/>
    <w:semiHidden/>
    <w:locked/>
    <w:rsid w:val="008D4477"/>
    <w:rPr>
      <w:rFonts w:ascii="Tahoma" w:hAnsi="Tahoma"/>
      <w:sz w:val="16"/>
      <w:szCs w:val="16"/>
    </w:rPr>
  </w:style>
  <w:style w:type="numbering" w:customStyle="1" w:styleId="LongTOC">
    <w:name w:val="LongTOC"/>
    <w:uiPriority w:val="99"/>
    <w:rsid w:val="0021094E"/>
    <w:pPr>
      <w:numPr>
        <w:numId w:val="4"/>
      </w:numPr>
    </w:pPr>
  </w:style>
  <w:style w:type="numbering" w:customStyle="1" w:styleId="IndentList">
    <w:name w:val="IndentList"/>
    <w:basedOn w:val="NoList"/>
    <w:rsid w:val="008D4477"/>
  </w:style>
  <w:style w:type="paragraph" w:customStyle="1" w:styleId="VersionControl">
    <w:name w:val="Version Control"/>
    <w:basedOn w:val="TOCtitle"/>
    <w:unhideWhenUsed/>
    <w:rsid w:val="007D1C0E"/>
    <w:pPr>
      <w:framePr w:w="9923" w:wrap="around" w:vAnchor="text" w:hAnchor="page" w:x="1498" w:y="1"/>
      <w:spacing w:before="360" w:after="240" w:line="240" w:lineRule="auto"/>
    </w:pPr>
    <w:rPr>
      <w:sz w:val="28"/>
    </w:rPr>
  </w:style>
  <w:style w:type="paragraph" w:customStyle="1" w:styleId="VersionTableHeading">
    <w:name w:val="Version Table Heading"/>
    <w:basedOn w:val="VersionTableText"/>
    <w:unhideWhenUsed/>
    <w:rsid w:val="00317710"/>
    <w:pPr>
      <w:framePr w:wrap="around"/>
    </w:pPr>
  </w:style>
  <w:style w:type="paragraph" w:customStyle="1" w:styleId="VersionTableText">
    <w:name w:val="Version Table Text"/>
    <w:basedOn w:val="VersionControl"/>
    <w:unhideWhenUsed/>
    <w:rsid w:val="00317710"/>
    <w:pPr>
      <w:framePr w:wrap="around"/>
      <w:spacing w:before="80" w:after="80"/>
      <w:outlineLvl w:val="9"/>
    </w:pPr>
    <w:rPr>
      <w:rFonts w:asciiTheme="minorHAnsi" w:hAnsiTheme="minorHAnsi"/>
      <w:color w:val="auto"/>
      <w:sz w:val="21"/>
      <w:szCs w:val="20"/>
    </w:rPr>
  </w:style>
  <w:style w:type="table" w:customStyle="1" w:styleId="Tables-APBase2">
    <w:name w:val="Tables - AP Base 2"/>
    <w:basedOn w:val="Tables-APBase"/>
    <w:uiPriority w:val="99"/>
    <w:qFormat/>
    <w:rsid w:val="000B319E"/>
    <w:tblPr>
      <w:tblStyleRowBandSize w:val="1"/>
      <w:tblStyleColBandSize w:val="1"/>
      <w:tblInd w:w="0" w:type="dxa"/>
      <w:tblBorders>
        <w:top w:val="single" w:sz="4" w:space="0" w:color="FFFFFF"/>
        <w:left w:val="single" w:sz="4" w:space="0" w:color="FFFFFF"/>
        <w:bottom w:val="single" w:sz="6" w:space="0" w:color="464D53" w:themeColor="text2"/>
        <w:right w:val="single" w:sz="4" w:space="0" w:color="FFFFFF"/>
        <w:insideH w:val="single" w:sz="6" w:space="0" w:color="464D53" w:themeColor="text2"/>
      </w:tblBorders>
      <w:tblCellMar>
        <w:top w:w="0" w:type="dxa"/>
        <w:left w:w="108" w:type="dxa"/>
        <w:bottom w:w="0" w:type="dxa"/>
        <w:right w:w="108" w:type="dxa"/>
      </w:tblCellMar>
    </w:tblPr>
    <w:trPr>
      <w:cantSplit/>
    </w:trPr>
    <w:tcPr>
      <w:shd w:val="clear" w:color="auto" w:fill="auto"/>
      <w:tcMar>
        <w:top w:w="0" w:type="dxa"/>
        <w:left w:w="108" w:type="dxa"/>
        <w:bottom w:w="0" w:type="dxa"/>
        <w:right w:w="108" w:type="dxa"/>
      </w:tcMar>
    </w:tcPr>
    <w:tblStylePr w:type="firstRow">
      <w:pPr>
        <w:jc w:val="left"/>
      </w:pPr>
      <w:rPr>
        <w:rFonts w:asciiTheme="minorHAnsi" w:hAnsiTheme="minorHAnsi"/>
        <w:b/>
        <w:i/>
        <w:color w:val="4C4C72" w:themeColor="background2"/>
      </w:rPr>
      <w:tblPr/>
      <w:trPr>
        <w:tblHeader/>
      </w:trPr>
      <w:tcPr>
        <w:shd w:val="clear" w:color="auto" w:fill="464D53" w:themeFill="text2"/>
        <w:vAlign w:val="bottom"/>
      </w:tcPr>
    </w:tblStylePr>
    <w:tblStylePr w:type="lastRow">
      <w:rPr>
        <w:color w:val="FFFFFF" w:themeColor="background1"/>
      </w:rPr>
      <w:tblPr/>
      <w:tcPr>
        <w:shd w:val="clear" w:color="auto" w:fill="464D53" w:themeFill="text2"/>
      </w:tcPr>
    </w:tblStylePr>
    <w:tblStylePr w:type="firstCol">
      <w:tblPr/>
      <w:tcPr>
        <w:shd w:val="clear" w:color="auto" w:fill="4C4C72" w:themeFill="background2"/>
      </w:tcPr>
    </w:tblStylePr>
    <w:tblStylePr w:type="lastCol">
      <w:tblPr/>
      <w:tcPr>
        <w:shd w:val="clear" w:color="auto" w:fill="4C4C72" w:themeFill="background2"/>
      </w:tcPr>
    </w:tblStylePr>
    <w:tblStylePr w:type="band2Vert">
      <w:tblPr/>
      <w:tcPr>
        <w:shd w:val="clear" w:color="auto" w:fill="464D53" w:themeFill="accent2"/>
      </w:tcPr>
    </w:tblStylePr>
    <w:tblStylePr w:type="band2Horz">
      <w:tblPr/>
      <w:tcPr>
        <w:shd w:val="clear" w:color="auto" w:fill="464D53" w:themeFill="accent2"/>
      </w:tcPr>
    </w:tblStylePr>
    <w:tblStylePr w:type="nwCell">
      <w:pPr>
        <w:jc w:val="left"/>
      </w:pPr>
      <w:tblPr/>
      <w:tcPr>
        <w:shd w:val="clear" w:color="auto" w:fill="FFFFFF" w:themeFill="background1"/>
        <w:vAlign w:val="bottom"/>
      </w:tcPr>
    </w:tblStylePr>
  </w:style>
  <w:style w:type="paragraph" w:customStyle="1" w:styleId="SectionSummary">
    <w:name w:val="Section Summary"/>
    <w:basedOn w:val="Normal"/>
    <w:next w:val="PwCNormal"/>
    <w:rsid w:val="00317710"/>
    <w:pPr>
      <w:spacing w:after="240"/>
    </w:pPr>
    <w:rPr>
      <w:rFonts w:asciiTheme="majorHAnsi" w:hAnsiTheme="majorHAnsi"/>
      <w:color w:val="0066B2" w:themeColor="accent3"/>
      <w:sz w:val="24"/>
    </w:rPr>
  </w:style>
  <w:style w:type="character" w:customStyle="1" w:styleId="HeaderChar">
    <w:name w:val="Header Char"/>
    <w:basedOn w:val="DefaultParagraphFont"/>
    <w:link w:val="Header"/>
    <w:locked/>
    <w:rsid w:val="008E630C"/>
    <w:rPr>
      <w:rFonts w:asciiTheme="minorHAnsi" w:eastAsia="MS Mincho" w:hAnsiTheme="minorHAnsi"/>
      <w:color w:val="0066B2" w:themeColor="accent3"/>
      <w:sz w:val="14"/>
      <w:szCs w:val="18"/>
      <w:lang w:val="en-US" w:eastAsia="ja-JP"/>
    </w:rPr>
  </w:style>
  <w:style w:type="character" w:customStyle="1" w:styleId="FooterChar">
    <w:name w:val="Footer Char"/>
    <w:basedOn w:val="DefaultParagraphFont"/>
    <w:link w:val="Footer"/>
    <w:uiPriority w:val="99"/>
    <w:locked/>
    <w:rsid w:val="008E630C"/>
    <w:rPr>
      <w:rFonts w:asciiTheme="minorHAnsi" w:eastAsia="MS Mincho" w:hAnsiTheme="minorHAnsi"/>
      <w:color w:val="464D53" w:themeColor="text2"/>
      <w:sz w:val="14"/>
      <w:szCs w:val="18"/>
      <w:lang w:val="en-US" w:eastAsia="ja-JP"/>
    </w:rPr>
  </w:style>
  <w:style w:type="paragraph" w:customStyle="1" w:styleId="Header-FirstPage">
    <w:name w:val="Header - First Page"/>
    <w:basedOn w:val="Header"/>
    <w:rsid w:val="008D4477"/>
  </w:style>
  <w:style w:type="paragraph" w:customStyle="1" w:styleId="Appendicestitle">
    <w:name w:val="Appendices title"/>
    <w:basedOn w:val="TOCtitle"/>
    <w:rsid w:val="007D1C0E"/>
    <w:pPr>
      <w:numPr>
        <w:ilvl w:val="1"/>
        <w:numId w:val="8"/>
      </w:numPr>
    </w:pPr>
  </w:style>
  <w:style w:type="numbering" w:customStyle="1" w:styleId="CVBullets">
    <w:name w:val="CV Bullets"/>
    <w:uiPriority w:val="99"/>
    <w:rsid w:val="0021094E"/>
    <w:pPr>
      <w:numPr>
        <w:numId w:val="11"/>
      </w:numPr>
    </w:pPr>
  </w:style>
  <w:style w:type="paragraph" w:styleId="DocumentMap">
    <w:name w:val="Document Map"/>
    <w:basedOn w:val="Normal"/>
    <w:link w:val="DocumentMapChar"/>
    <w:semiHidden/>
    <w:rsid w:val="00235653"/>
    <w:rPr>
      <w:rFonts w:ascii="Tahoma" w:hAnsi="Tahoma" w:cs="Tahoma"/>
      <w:sz w:val="16"/>
      <w:szCs w:val="16"/>
    </w:rPr>
  </w:style>
  <w:style w:type="character" w:customStyle="1" w:styleId="DocumentMapChar">
    <w:name w:val="Document Map Char"/>
    <w:basedOn w:val="DefaultParagraphFont"/>
    <w:link w:val="DocumentMap"/>
    <w:semiHidden/>
    <w:rsid w:val="00235653"/>
    <w:rPr>
      <w:rFonts w:ascii="Tahoma" w:hAnsi="Tahoma" w:cs="Tahoma"/>
      <w:snapToGrid w:val="0"/>
      <w:sz w:val="16"/>
      <w:szCs w:val="16"/>
      <w:lang w:eastAsia="en-US"/>
    </w:rPr>
  </w:style>
  <w:style w:type="table" w:customStyle="1" w:styleId="ColorfulGrid1">
    <w:name w:val="Colorful Grid1"/>
    <w:basedOn w:val="TableNormal"/>
    <w:uiPriority w:val="73"/>
    <w:semiHidden/>
    <w:locked/>
    <w:rsid w:val="00CC1D52"/>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locked/>
    <w:rsid w:val="00CC1D52"/>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DCDF" w:themeFill="accent1" w:themeFillTint="33"/>
    </w:tcPr>
    <w:tblStylePr w:type="firstRow">
      <w:rPr>
        <w:b/>
        <w:bCs/>
      </w:rPr>
      <w:tblPr/>
      <w:tcPr>
        <w:shd w:val="clear" w:color="auto" w:fill="B3B9BF" w:themeFill="accent1" w:themeFillTint="66"/>
      </w:tcPr>
    </w:tblStylePr>
    <w:tblStylePr w:type="lastRow">
      <w:rPr>
        <w:b/>
        <w:bCs/>
        <w:color w:val="000000" w:themeColor="text1"/>
      </w:rPr>
      <w:tblPr/>
      <w:tcPr>
        <w:shd w:val="clear" w:color="auto" w:fill="B3B9BF" w:themeFill="accent1" w:themeFillTint="66"/>
      </w:tcPr>
    </w:tblStylePr>
    <w:tblStylePr w:type="firstCol">
      <w:rPr>
        <w:color w:val="FFFFFF" w:themeColor="background1"/>
      </w:rPr>
      <w:tblPr/>
      <w:tcPr>
        <w:shd w:val="clear" w:color="auto" w:fill="373C41" w:themeFill="accent1" w:themeFillShade="BF"/>
      </w:tcPr>
    </w:tblStylePr>
    <w:tblStylePr w:type="lastCol">
      <w:rPr>
        <w:color w:val="FFFFFF" w:themeColor="background1"/>
      </w:rPr>
      <w:tblPr/>
      <w:tcPr>
        <w:shd w:val="clear" w:color="auto" w:fill="373C41" w:themeFill="accent1" w:themeFillShade="BF"/>
      </w:tcPr>
    </w:tblStylePr>
    <w:tblStylePr w:type="band1Vert">
      <w:tblPr/>
      <w:tcPr>
        <w:shd w:val="clear" w:color="auto" w:fill="A0A8AF" w:themeFill="accent1" w:themeFillTint="7F"/>
      </w:tcPr>
    </w:tblStylePr>
    <w:tblStylePr w:type="band1Horz">
      <w:tblPr/>
      <w:tcPr>
        <w:shd w:val="clear" w:color="auto" w:fill="A0A8AF" w:themeFill="accent1" w:themeFillTint="7F"/>
      </w:tcPr>
    </w:tblStylePr>
  </w:style>
  <w:style w:type="table" w:styleId="ColorfulGrid-Accent2">
    <w:name w:val="Colorful Grid Accent 2"/>
    <w:basedOn w:val="TableNormal"/>
    <w:uiPriority w:val="73"/>
    <w:semiHidden/>
    <w:locked/>
    <w:rsid w:val="00CC1D52"/>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8DBDE" w:themeFill="accent2" w:themeFillTint="33"/>
    </w:tcPr>
    <w:tblStylePr w:type="firstRow">
      <w:rPr>
        <w:b/>
        <w:bCs/>
      </w:rPr>
      <w:tblPr/>
      <w:tcPr>
        <w:shd w:val="clear" w:color="auto" w:fill="B1B7BD" w:themeFill="accent2" w:themeFillTint="66"/>
      </w:tcPr>
    </w:tblStylePr>
    <w:tblStylePr w:type="lastRow">
      <w:rPr>
        <w:b/>
        <w:bCs/>
        <w:color w:val="000000" w:themeColor="text1"/>
      </w:rPr>
      <w:tblPr/>
      <w:tcPr>
        <w:shd w:val="clear" w:color="auto" w:fill="B1B7BD" w:themeFill="accent2" w:themeFillTint="66"/>
      </w:tcPr>
    </w:tblStylePr>
    <w:tblStylePr w:type="firstCol">
      <w:rPr>
        <w:color w:val="FFFFFF" w:themeColor="background1"/>
      </w:rPr>
      <w:tblPr/>
      <w:tcPr>
        <w:shd w:val="clear" w:color="auto" w:fill="34393E" w:themeFill="accent2" w:themeFillShade="BF"/>
      </w:tcPr>
    </w:tblStylePr>
    <w:tblStylePr w:type="lastCol">
      <w:rPr>
        <w:color w:val="FFFFFF" w:themeColor="background1"/>
      </w:rPr>
      <w:tblPr/>
      <w:tcPr>
        <w:shd w:val="clear" w:color="auto" w:fill="34393E" w:themeFill="accent2" w:themeFillShade="BF"/>
      </w:tcPr>
    </w:tblStylePr>
    <w:tblStylePr w:type="band1Vert">
      <w:tblPr/>
      <w:tcPr>
        <w:shd w:val="clear" w:color="auto" w:fill="9EA6AD" w:themeFill="accent2" w:themeFillTint="7F"/>
      </w:tcPr>
    </w:tblStylePr>
    <w:tblStylePr w:type="band1Horz">
      <w:tblPr/>
      <w:tcPr>
        <w:shd w:val="clear" w:color="auto" w:fill="9EA6AD" w:themeFill="accent2" w:themeFillTint="7F"/>
      </w:tcPr>
    </w:tblStylePr>
  </w:style>
  <w:style w:type="table" w:styleId="ColorfulGrid-Accent3">
    <w:name w:val="Colorful Grid Accent 3"/>
    <w:basedOn w:val="TableNormal"/>
    <w:uiPriority w:val="73"/>
    <w:semiHidden/>
    <w:locked/>
    <w:rsid w:val="00CC1D52"/>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BCE2FF" w:themeFill="accent3" w:themeFillTint="33"/>
    </w:tcPr>
    <w:tblStylePr w:type="firstRow">
      <w:rPr>
        <w:b/>
        <w:bCs/>
      </w:rPr>
      <w:tblPr/>
      <w:tcPr>
        <w:shd w:val="clear" w:color="auto" w:fill="7AC6FF" w:themeFill="accent3" w:themeFillTint="66"/>
      </w:tcPr>
    </w:tblStylePr>
    <w:tblStylePr w:type="lastRow">
      <w:rPr>
        <w:b/>
        <w:bCs/>
        <w:color w:val="000000" w:themeColor="text1"/>
      </w:rPr>
      <w:tblPr/>
      <w:tcPr>
        <w:shd w:val="clear" w:color="auto" w:fill="7AC6FF" w:themeFill="accent3" w:themeFillTint="66"/>
      </w:tcPr>
    </w:tblStylePr>
    <w:tblStylePr w:type="firstCol">
      <w:rPr>
        <w:color w:val="FFFFFF" w:themeColor="background1"/>
      </w:rPr>
      <w:tblPr/>
      <w:tcPr>
        <w:shd w:val="clear" w:color="auto" w:fill="004C85" w:themeFill="accent3" w:themeFillShade="BF"/>
      </w:tcPr>
    </w:tblStylePr>
    <w:tblStylePr w:type="lastCol">
      <w:rPr>
        <w:color w:val="FFFFFF" w:themeColor="background1"/>
      </w:rPr>
      <w:tblPr/>
      <w:tcPr>
        <w:shd w:val="clear" w:color="auto" w:fill="004C85" w:themeFill="accent3" w:themeFillShade="BF"/>
      </w:tcPr>
    </w:tblStylePr>
    <w:tblStylePr w:type="band1Vert">
      <w:tblPr/>
      <w:tcPr>
        <w:shd w:val="clear" w:color="auto" w:fill="59B8FF" w:themeFill="accent3" w:themeFillTint="7F"/>
      </w:tcPr>
    </w:tblStylePr>
    <w:tblStylePr w:type="band1Horz">
      <w:tblPr/>
      <w:tcPr>
        <w:shd w:val="clear" w:color="auto" w:fill="59B8FF" w:themeFill="accent3" w:themeFillTint="7F"/>
      </w:tcPr>
    </w:tblStylePr>
  </w:style>
  <w:style w:type="table" w:styleId="ColorfulGrid-Accent4">
    <w:name w:val="Colorful Grid Accent 4"/>
    <w:basedOn w:val="TableNormal"/>
    <w:uiPriority w:val="73"/>
    <w:semiHidden/>
    <w:locked/>
    <w:rsid w:val="00CC1D52"/>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CE8F7" w:themeFill="accent4" w:themeFillTint="33"/>
    </w:tcPr>
    <w:tblStylePr w:type="firstRow">
      <w:rPr>
        <w:b/>
        <w:bCs/>
      </w:rPr>
      <w:tblPr/>
      <w:tcPr>
        <w:shd w:val="clear" w:color="auto" w:fill="BAD3EF" w:themeFill="accent4" w:themeFillTint="66"/>
      </w:tcPr>
    </w:tblStylePr>
    <w:tblStylePr w:type="lastRow">
      <w:rPr>
        <w:b/>
        <w:bCs/>
        <w:color w:val="000000" w:themeColor="text1"/>
      </w:rPr>
      <w:tblPr/>
      <w:tcPr>
        <w:shd w:val="clear" w:color="auto" w:fill="BAD3EF" w:themeFill="accent4" w:themeFillTint="66"/>
      </w:tcPr>
    </w:tblStylePr>
    <w:tblStylePr w:type="firstCol">
      <w:rPr>
        <w:color w:val="FFFFFF" w:themeColor="background1"/>
      </w:rPr>
      <w:tblPr/>
      <w:tcPr>
        <w:shd w:val="clear" w:color="auto" w:fill="2A6BB4" w:themeFill="accent4" w:themeFillShade="BF"/>
      </w:tcPr>
    </w:tblStylePr>
    <w:tblStylePr w:type="lastCol">
      <w:rPr>
        <w:color w:val="FFFFFF" w:themeColor="background1"/>
      </w:rPr>
      <w:tblPr/>
      <w:tcPr>
        <w:shd w:val="clear" w:color="auto" w:fill="2A6BB4" w:themeFill="accent4" w:themeFillShade="BF"/>
      </w:tcPr>
    </w:tblStylePr>
    <w:tblStylePr w:type="band1Vert">
      <w:tblPr/>
      <w:tcPr>
        <w:shd w:val="clear" w:color="auto" w:fill="A9C8EB" w:themeFill="accent4" w:themeFillTint="7F"/>
      </w:tcPr>
    </w:tblStylePr>
    <w:tblStylePr w:type="band1Horz">
      <w:tblPr/>
      <w:tcPr>
        <w:shd w:val="clear" w:color="auto" w:fill="A9C8EB" w:themeFill="accent4" w:themeFillTint="7F"/>
      </w:tcPr>
    </w:tblStylePr>
  </w:style>
  <w:style w:type="table" w:styleId="ColorfulGrid-Accent5">
    <w:name w:val="Colorful Grid Accent 5"/>
    <w:basedOn w:val="TableNormal"/>
    <w:uiPriority w:val="73"/>
    <w:semiHidden/>
    <w:locked/>
    <w:rsid w:val="00CC1D52"/>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CE4D2" w:themeFill="accent5" w:themeFillTint="33"/>
    </w:tcPr>
    <w:tblStylePr w:type="firstRow">
      <w:rPr>
        <w:b/>
        <w:bCs/>
      </w:rPr>
      <w:tblPr/>
      <w:tcPr>
        <w:shd w:val="clear" w:color="auto" w:fill="FAC9A5" w:themeFill="accent5" w:themeFillTint="66"/>
      </w:tcPr>
    </w:tblStylePr>
    <w:tblStylePr w:type="lastRow">
      <w:rPr>
        <w:b/>
        <w:bCs/>
        <w:color w:val="000000" w:themeColor="text1"/>
      </w:rPr>
      <w:tblPr/>
      <w:tcPr>
        <w:shd w:val="clear" w:color="auto" w:fill="FAC9A5" w:themeFill="accent5" w:themeFillTint="66"/>
      </w:tcPr>
    </w:tblStylePr>
    <w:tblStylePr w:type="firstCol">
      <w:rPr>
        <w:color w:val="FFFFFF" w:themeColor="background1"/>
      </w:rPr>
      <w:tblPr/>
      <w:tcPr>
        <w:shd w:val="clear" w:color="auto" w:fill="C3590A" w:themeFill="accent5" w:themeFillShade="BF"/>
      </w:tcPr>
    </w:tblStylePr>
    <w:tblStylePr w:type="lastCol">
      <w:rPr>
        <w:color w:val="FFFFFF" w:themeColor="background1"/>
      </w:rPr>
      <w:tblPr/>
      <w:tcPr>
        <w:shd w:val="clear" w:color="auto" w:fill="C3590A" w:themeFill="accent5" w:themeFillShade="BF"/>
      </w:tcPr>
    </w:tblStylePr>
    <w:tblStylePr w:type="band1Vert">
      <w:tblPr/>
      <w:tcPr>
        <w:shd w:val="clear" w:color="auto" w:fill="F9BC8F" w:themeFill="accent5" w:themeFillTint="7F"/>
      </w:tcPr>
    </w:tblStylePr>
    <w:tblStylePr w:type="band1Horz">
      <w:tblPr/>
      <w:tcPr>
        <w:shd w:val="clear" w:color="auto" w:fill="F9BC8F" w:themeFill="accent5" w:themeFillTint="7F"/>
      </w:tcPr>
    </w:tblStylePr>
  </w:style>
  <w:style w:type="table" w:styleId="ColorfulGrid-Accent6">
    <w:name w:val="Colorful Grid Accent 6"/>
    <w:basedOn w:val="TableNormal"/>
    <w:uiPriority w:val="73"/>
    <w:semiHidden/>
    <w:locked/>
    <w:rsid w:val="00CC1D52"/>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D9C0" w:themeFill="accent6" w:themeFillTint="33"/>
    </w:tcPr>
    <w:tblStylePr w:type="firstRow">
      <w:rPr>
        <w:b/>
        <w:bCs/>
      </w:rPr>
      <w:tblPr/>
      <w:tcPr>
        <w:shd w:val="clear" w:color="auto" w:fill="F8B381" w:themeFill="accent6" w:themeFillTint="66"/>
      </w:tcPr>
    </w:tblStylePr>
    <w:tblStylePr w:type="lastRow">
      <w:rPr>
        <w:b/>
        <w:bCs/>
        <w:color w:val="000000" w:themeColor="text1"/>
      </w:rPr>
      <w:tblPr/>
      <w:tcPr>
        <w:shd w:val="clear" w:color="auto" w:fill="F8B381" w:themeFill="accent6" w:themeFillTint="66"/>
      </w:tcPr>
    </w:tblStylePr>
    <w:tblStylePr w:type="firstCol">
      <w:rPr>
        <w:color w:val="FFFFFF" w:themeColor="background1"/>
      </w:rPr>
      <w:tblPr/>
      <w:tcPr>
        <w:shd w:val="clear" w:color="auto" w:fill="7F3A06" w:themeFill="accent6" w:themeFillShade="BF"/>
      </w:tcPr>
    </w:tblStylePr>
    <w:tblStylePr w:type="lastCol">
      <w:rPr>
        <w:color w:val="FFFFFF" w:themeColor="background1"/>
      </w:rPr>
      <w:tblPr/>
      <w:tcPr>
        <w:shd w:val="clear" w:color="auto" w:fill="7F3A06" w:themeFill="accent6" w:themeFillShade="BF"/>
      </w:tcPr>
    </w:tblStylePr>
    <w:tblStylePr w:type="band1Vert">
      <w:tblPr/>
      <w:tcPr>
        <w:shd w:val="clear" w:color="auto" w:fill="F6A162" w:themeFill="accent6" w:themeFillTint="7F"/>
      </w:tcPr>
    </w:tblStylePr>
    <w:tblStylePr w:type="band1Horz">
      <w:tblPr/>
      <w:tcPr>
        <w:shd w:val="clear" w:color="auto" w:fill="F6A162" w:themeFill="accent6" w:themeFillTint="7F"/>
      </w:tcPr>
    </w:tblStylePr>
  </w:style>
  <w:style w:type="table" w:customStyle="1" w:styleId="ColorfulList1">
    <w:name w:val="Colorful List1"/>
    <w:basedOn w:val="TableNormal"/>
    <w:uiPriority w:val="72"/>
    <w:semiHidden/>
    <w:locked/>
    <w:rsid w:val="00CC1D5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83D42" w:themeFill="accent2" w:themeFillShade="CC"/>
      </w:tcPr>
    </w:tblStylePr>
    <w:tblStylePr w:type="lastRow">
      <w:rPr>
        <w:b/>
        <w:bCs/>
        <w:color w:val="383D4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locked/>
    <w:rsid w:val="00CC1D5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EDEF" w:themeFill="accent1" w:themeFillTint="19"/>
    </w:tcPr>
    <w:tblStylePr w:type="firstRow">
      <w:rPr>
        <w:b/>
        <w:bCs/>
        <w:color w:val="FFFFFF" w:themeColor="background1"/>
      </w:rPr>
      <w:tblPr/>
      <w:tcPr>
        <w:tcBorders>
          <w:bottom w:val="single" w:sz="12" w:space="0" w:color="FFFFFF" w:themeColor="background1"/>
        </w:tcBorders>
        <w:shd w:val="clear" w:color="auto" w:fill="383D42" w:themeFill="accent2" w:themeFillShade="CC"/>
      </w:tcPr>
    </w:tblStylePr>
    <w:tblStylePr w:type="lastRow">
      <w:rPr>
        <w:b/>
        <w:bCs/>
        <w:color w:val="383D4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3D7" w:themeFill="accent1" w:themeFillTint="3F"/>
      </w:tcPr>
    </w:tblStylePr>
    <w:tblStylePr w:type="band1Horz">
      <w:tblPr/>
      <w:tcPr>
        <w:shd w:val="clear" w:color="auto" w:fill="D9DCDF" w:themeFill="accent1" w:themeFillTint="33"/>
      </w:tcPr>
    </w:tblStylePr>
  </w:style>
  <w:style w:type="table" w:styleId="ColorfulList-Accent2">
    <w:name w:val="Colorful List Accent 2"/>
    <w:basedOn w:val="TableNormal"/>
    <w:uiPriority w:val="72"/>
    <w:semiHidden/>
    <w:locked/>
    <w:rsid w:val="00CC1D5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EDEF" w:themeFill="accent2" w:themeFillTint="19"/>
    </w:tcPr>
    <w:tblStylePr w:type="firstRow">
      <w:rPr>
        <w:b/>
        <w:bCs/>
        <w:color w:val="FFFFFF" w:themeColor="background1"/>
      </w:rPr>
      <w:tblPr/>
      <w:tcPr>
        <w:tcBorders>
          <w:bottom w:val="single" w:sz="12" w:space="0" w:color="FFFFFF" w:themeColor="background1"/>
        </w:tcBorders>
        <w:shd w:val="clear" w:color="auto" w:fill="383D42" w:themeFill="accent2" w:themeFillShade="CC"/>
      </w:tcPr>
    </w:tblStylePr>
    <w:tblStylePr w:type="lastRow">
      <w:rPr>
        <w:b/>
        <w:bCs/>
        <w:color w:val="383D4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3D6" w:themeFill="accent2" w:themeFillTint="3F"/>
      </w:tcPr>
    </w:tblStylePr>
    <w:tblStylePr w:type="band1Horz">
      <w:tblPr/>
      <w:tcPr>
        <w:shd w:val="clear" w:color="auto" w:fill="D8DBDE" w:themeFill="accent2" w:themeFillTint="33"/>
      </w:tcPr>
    </w:tblStylePr>
  </w:style>
  <w:style w:type="table" w:styleId="ColorfulList-Accent3">
    <w:name w:val="Colorful List Accent 3"/>
    <w:basedOn w:val="TableNormal"/>
    <w:uiPriority w:val="72"/>
    <w:semiHidden/>
    <w:locked/>
    <w:rsid w:val="00CC1D52"/>
    <w:rPr>
      <w:color w:val="000000" w:themeColor="text1"/>
    </w:rPr>
    <w:tblPr>
      <w:tblStyleRowBandSize w:val="1"/>
      <w:tblStyleColBandSize w:val="1"/>
      <w:tblInd w:w="0" w:type="dxa"/>
      <w:tblCellMar>
        <w:top w:w="0" w:type="dxa"/>
        <w:left w:w="108" w:type="dxa"/>
        <w:bottom w:w="0" w:type="dxa"/>
        <w:right w:w="108" w:type="dxa"/>
      </w:tblCellMar>
    </w:tblPr>
    <w:tcPr>
      <w:shd w:val="clear" w:color="auto" w:fill="DEF1FF" w:themeFill="accent3" w:themeFillTint="19"/>
    </w:tcPr>
    <w:tblStylePr w:type="firstRow">
      <w:rPr>
        <w:b/>
        <w:bCs/>
        <w:color w:val="FFFFFF" w:themeColor="background1"/>
      </w:rPr>
      <w:tblPr/>
      <w:tcPr>
        <w:tcBorders>
          <w:bottom w:val="single" w:sz="12" w:space="0" w:color="FFFFFF" w:themeColor="background1"/>
        </w:tcBorders>
        <w:shd w:val="clear" w:color="auto" w:fill="2D73C1" w:themeFill="accent4" w:themeFillShade="CC"/>
      </w:tcPr>
    </w:tblStylePr>
    <w:tblStylePr w:type="lastRow">
      <w:rPr>
        <w:b/>
        <w:bCs/>
        <w:color w:val="2D73C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CDBFF" w:themeFill="accent3" w:themeFillTint="3F"/>
      </w:tcPr>
    </w:tblStylePr>
    <w:tblStylePr w:type="band1Horz">
      <w:tblPr/>
      <w:tcPr>
        <w:shd w:val="clear" w:color="auto" w:fill="BCE2FF" w:themeFill="accent3" w:themeFillTint="33"/>
      </w:tcPr>
    </w:tblStylePr>
  </w:style>
  <w:style w:type="table" w:styleId="ColorfulList-Accent4">
    <w:name w:val="Colorful List Accent 4"/>
    <w:basedOn w:val="TableNormal"/>
    <w:uiPriority w:val="72"/>
    <w:semiHidden/>
    <w:locked/>
    <w:rsid w:val="00CC1D5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4FB" w:themeFill="accent4" w:themeFillTint="19"/>
    </w:tcPr>
    <w:tblStylePr w:type="firstRow">
      <w:rPr>
        <w:b/>
        <w:bCs/>
        <w:color w:val="FFFFFF" w:themeColor="background1"/>
      </w:rPr>
      <w:tblPr/>
      <w:tcPr>
        <w:tcBorders>
          <w:bottom w:val="single" w:sz="12" w:space="0" w:color="FFFFFF" w:themeColor="background1"/>
        </w:tcBorders>
        <w:shd w:val="clear" w:color="auto" w:fill="00518E" w:themeFill="accent3" w:themeFillShade="CC"/>
      </w:tcPr>
    </w:tblStylePr>
    <w:tblStylePr w:type="lastRow">
      <w:rPr>
        <w:b/>
        <w:bCs/>
        <w:color w:val="00518E"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4E3F5" w:themeFill="accent4" w:themeFillTint="3F"/>
      </w:tcPr>
    </w:tblStylePr>
    <w:tblStylePr w:type="band1Horz">
      <w:tblPr/>
      <w:tcPr>
        <w:shd w:val="clear" w:color="auto" w:fill="DCE8F7" w:themeFill="accent4" w:themeFillTint="33"/>
      </w:tcPr>
    </w:tblStylePr>
  </w:style>
  <w:style w:type="table" w:styleId="ColorfulList-Accent5">
    <w:name w:val="Colorful List Accent 5"/>
    <w:basedOn w:val="TableNormal"/>
    <w:uiPriority w:val="72"/>
    <w:semiHidden/>
    <w:locked/>
    <w:rsid w:val="00CC1D5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1E8" w:themeFill="accent5" w:themeFillTint="19"/>
    </w:tcPr>
    <w:tblStylePr w:type="firstRow">
      <w:rPr>
        <w:b/>
        <w:bCs/>
        <w:color w:val="FFFFFF" w:themeColor="background1"/>
      </w:rPr>
      <w:tblPr/>
      <w:tcPr>
        <w:tcBorders>
          <w:bottom w:val="single" w:sz="12" w:space="0" w:color="FFFFFF" w:themeColor="background1"/>
        </w:tcBorders>
        <w:shd w:val="clear" w:color="auto" w:fill="883E07" w:themeFill="accent6" w:themeFillShade="CC"/>
      </w:tcPr>
    </w:tblStylePr>
    <w:tblStylePr w:type="lastRow">
      <w:rPr>
        <w:b/>
        <w:bCs/>
        <w:color w:val="883E0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EC7" w:themeFill="accent5" w:themeFillTint="3F"/>
      </w:tcPr>
    </w:tblStylePr>
    <w:tblStylePr w:type="band1Horz">
      <w:tblPr/>
      <w:tcPr>
        <w:shd w:val="clear" w:color="auto" w:fill="FCE4D2" w:themeFill="accent5" w:themeFillTint="33"/>
      </w:tcPr>
    </w:tblStylePr>
  </w:style>
  <w:style w:type="table" w:styleId="ColorfulList-Accent6">
    <w:name w:val="Colorful List Accent 6"/>
    <w:basedOn w:val="TableNormal"/>
    <w:uiPriority w:val="72"/>
    <w:semiHidden/>
    <w:locked/>
    <w:rsid w:val="00CC1D5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ECDF" w:themeFill="accent6" w:themeFillTint="19"/>
    </w:tcPr>
    <w:tblStylePr w:type="firstRow">
      <w:rPr>
        <w:b/>
        <w:bCs/>
        <w:color w:val="FFFFFF" w:themeColor="background1"/>
      </w:rPr>
      <w:tblPr/>
      <w:tcPr>
        <w:tcBorders>
          <w:bottom w:val="single" w:sz="12" w:space="0" w:color="FFFFFF" w:themeColor="background1"/>
        </w:tcBorders>
        <w:shd w:val="clear" w:color="auto" w:fill="D05F0B" w:themeFill="accent5" w:themeFillShade="CC"/>
      </w:tcPr>
    </w:tblStylePr>
    <w:tblStylePr w:type="lastRow">
      <w:rPr>
        <w:b/>
        <w:bCs/>
        <w:color w:val="D05F0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0B1" w:themeFill="accent6" w:themeFillTint="3F"/>
      </w:tcPr>
    </w:tblStylePr>
    <w:tblStylePr w:type="band1Horz">
      <w:tblPr/>
      <w:tcPr>
        <w:shd w:val="clear" w:color="auto" w:fill="FBD9C0" w:themeFill="accent6" w:themeFillTint="33"/>
      </w:tcPr>
    </w:tblStylePr>
  </w:style>
  <w:style w:type="table" w:customStyle="1" w:styleId="ColorfulShading1">
    <w:name w:val="Colorful Shading1"/>
    <w:basedOn w:val="TableNormal"/>
    <w:uiPriority w:val="71"/>
    <w:semiHidden/>
    <w:locked/>
    <w:rsid w:val="00CC1D52"/>
    <w:rPr>
      <w:color w:val="000000" w:themeColor="text1"/>
    </w:rPr>
    <w:tblPr>
      <w:tblStyleRowBandSize w:val="1"/>
      <w:tblStyleColBandSize w:val="1"/>
      <w:tblInd w:w="0" w:type="dxa"/>
      <w:tblBorders>
        <w:top w:val="single" w:sz="24" w:space="0" w:color="464D5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464D5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locked/>
    <w:rsid w:val="00CC1D52"/>
    <w:rPr>
      <w:color w:val="000000" w:themeColor="text1"/>
    </w:rPr>
    <w:tblPr>
      <w:tblStyleRowBandSize w:val="1"/>
      <w:tblStyleColBandSize w:val="1"/>
      <w:tblInd w:w="0" w:type="dxa"/>
      <w:tblBorders>
        <w:top w:val="single" w:sz="24" w:space="0" w:color="464D53" w:themeColor="accent2"/>
        <w:left w:val="single" w:sz="4" w:space="0" w:color="4A5158" w:themeColor="accent1"/>
        <w:bottom w:val="single" w:sz="4" w:space="0" w:color="4A5158" w:themeColor="accent1"/>
        <w:right w:val="single" w:sz="4" w:space="0" w:color="4A5158"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EDEF" w:themeFill="accent1" w:themeFillTint="19"/>
    </w:tcPr>
    <w:tblStylePr w:type="firstRow">
      <w:rPr>
        <w:b/>
        <w:bCs/>
      </w:rPr>
      <w:tblPr/>
      <w:tcPr>
        <w:tcBorders>
          <w:top w:val="nil"/>
          <w:left w:val="nil"/>
          <w:bottom w:val="single" w:sz="24" w:space="0" w:color="464D5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3034" w:themeFill="accent1" w:themeFillShade="99"/>
      </w:tcPr>
    </w:tblStylePr>
    <w:tblStylePr w:type="firstCol">
      <w:rPr>
        <w:color w:val="FFFFFF" w:themeColor="background1"/>
      </w:rPr>
      <w:tblPr/>
      <w:tcPr>
        <w:tcBorders>
          <w:top w:val="nil"/>
          <w:left w:val="nil"/>
          <w:bottom w:val="nil"/>
          <w:right w:val="nil"/>
          <w:insideH w:val="single" w:sz="4" w:space="0" w:color="2C3034" w:themeColor="accent1" w:themeShade="99"/>
          <w:insideV w:val="nil"/>
        </w:tcBorders>
        <w:shd w:val="clear" w:color="auto" w:fill="2C303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3034" w:themeFill="accent1" w:themeFillShade="99"/>
      </w:tcPr>
    </w:tblStylePr>
    <w:tblStylePr w:type="band1Vert">
      <w:tblPr/>
      <w:tcPr>
        <w:shd w:val="clear" w:color="auto" w:fill="B3B9BF" w:themeFill="accent1" w:themeFillTint="66"/>
      </w:tcPr>
    </w:tblStylePr>
    <w:tblStylePr w:type="band1Horz">
      <w:tblPr/>
      <w:tcPr>
        <w:shd w:val="clear" w:color="auto" w:fill="A0A8AF"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locked/>
    <w:rsid w:val="00CC1D52"/>
    <w:rPr>
      <w:color w:val="000000" w:themeColor="text1"/>
    </w:rPr>
    <w:tblPr>
      <w:tblStyleRowBandSize w:val="1"/>
      <w:tblStyleColBandSize w:val="1"/>
      <w:tblInd w:w="0" w:type="dxa"/>
      <w:tblBorders>
        <w:top w:val="single" w:sz="24" w:space="0" w:color="464D53" w:themeColor="accent2"/>
        <w:left w:val="single" w:sz="4" w:space="0" w:color="464D53" w:themeColor="accent2"/>
        <w:bottom w:val="single" w:sz="4" w:space="0" w:color="464D53" w:themeColor="accent2"/>
        <w:right w:val="single" w:sz="4" w:space="0" w:color="464D53"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EDEF" w:themeFill="accent2" w:themeFillTint="19"/>
    </w:tcPr>
    <w:tblStylePr w:type="firstRow">
      <w:rPr>
        <w:b/>
        <w:bCs/>
      </w:rPr>
      <w:tblPr/>
      <w:tcPr>
        <w:tcBorders>
          <w:top w:val="nil"/>
          <w:left w:val="nil"/>
          <w:bottom w:val="single" w:sz="24" w:space="0" w:color="464D5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A2E31" w:themeFill="accent2" w:themeFillShade="99"/>
      </w:tcPr>
    </w:tblStylePr>
    <w:tblStylePr w:type="firstCol">
      <w:rPr>
        <w:color w:val="FFFFFF" w:themeColor="background1"/>
      </w:rPr>
      <w:tblPr/>
      <w:tcPr>
        <w:tcBorders>
          <w:top w:val="nil"/>
          <w:left w:val="nil"/>
          <w:bottom w:val="nil"/>
          <w:right w:val="nil"/>
          <w:insideH w:val="single" w:sz="4" w:space="0" w:color="2A2E31" w:themeColor="accent2" w:themeShade="99"/>
          <w:insideV w:val="nil"/>
        </w:tcBorders>
        <w:shd w:val="clear" w:color="auto" w:fill="2A2E3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A2E31" w:themeFill="accent2" w:themeFillShade="99"/>
      </w:tcPr>
    </w:tblStylePr>
    <w:tblStylePr w:type="band1Vert">
      <w:tblPr/>
      <w:tcPr>
        <w:shd w:val="clear" w:color="auto" w:fill="B1B7BD" w:themeFill="accent2" w:themeFillTint="66"/>
      </w:tcPr>
    </w:tblStylePr>
    <w:tblStylePr w:type="band1Horz">
      <w:tblPr/>
      <w:tcPr>
        <w:shd w:val="clear" w:color="auto" w:fill="9EA6AD"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locked/>
    <w:rsid w:val="00CC1D52"/>
    <w:rPr>
      <w:color w:val="000000" w:themeColor="text1"/>
    </w:rPr>
    <w:tblPr>
      <w:tblStyleRowBandSize w:val="1"/>
      <w:tblStyleColBandSize w:val="1"/>
      <w:tblInd w:w="0" w:type="dxa"/>
      <w:tblBorders>
        <w:top w:val="single" w:sz="24" w:space="0" w:color="5392D7" w:themeColor="accent4"/>
        <w:left w:val="single" w:sz="4" w:space="0" w:color="0066B2" w:themeColor="accent3"/>
        <w:bottom w:val="single" w:sz="4" w:space="0" w:color="0066B2" w:themeColor="accent3"/>
        <w:right w:val="single" w:sz="4" w:space="0" w:color="0066B2"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F1FF" w:themeFill="accent3" w:themeFillTint="19"/>
    </w:tcPr>
    <w:tblStylePr w:type="firstRow">
      <w:rPr>
        <w:b/>
        <w:bCs/>
      </w:rPr>
      <w:tblPr/>
      <w:tcPr>
        <w:tcBorders>
          <w:top w:val="nil"/>
          <w:left w:val="nil"/>
          <w:bottom w:val="single" w:sz="24" w:space="0" w:color="5392D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6A" w:themeFill="accent3" w:themeFillShade="99"/>
      </w:tcPr>
    </w:tblStylePr>
    <w:tblStylePr w:type="firstCol">
      <w:rPr>
        <w:color w:val="FFFFFF" w:themeColor="background1"/>
      </w:rPr>
      <w:tblPr/>
      <w:tcPr>
        <w:tcBorders>
          <w:top w:val="nil"/>
          <w:left w:val="nil"/>
          <w:bottom w:val="nil"/>
          <w:right w:val="nil"/>
          <w:insideH w:val="single" w:sz="4" w:space="0" w:color="003D6A" w:themeColor="accent3" w:themeShade="99"/>
          <w:insideV w:val="nil"/>
        </w:tcBorders>
        <w:shd w:val="clear" w:color="auto" w:fill="003D6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3D6A" w:themeFill="accent3" w:themeFillShade="99"/>
      </w:tcPr>
    </w:tblStylePr>
    <w:tblStylePr w:type="band1Vert">
      <w:tblPr/>
      <w:tcPr>
        <w:shd w:val="clear" w:color="auto" w:fill="7AC6FF" w:themeFill="accent3" w:themeFillTint="66"/>
      </w:tcPr>
    </w:tblStylePr>
    <w:tblStylePr w:type="band1Horz">
      <w:tblPr/>
      <w:tcPr>
        <w:shd w:val="clear" w:color="auto" w:fill="59B8FF" w:themeFill="accent3" w:themeFillTint="7F"/>
      </w:tcPr>
    </w:tblStylePr>
  </w:style>
  <w:style w:type="table" w:styleId="ColorfulShading-Accent4">
    <w:name w:val="Colorful Shading Accent 4"/>
    <w:basedOn w:val="TableNormal"/>
    <w:uiPriority w:val="71"/>
    <w:semiHidden/>
    <w:locked/>
    <w:rsid w:val="00CC1D52"/>
    <w:rPr>
      <w:color w:val="000000" w:themeColor="text1"/>
    </w:rPr>
    <w:tblPr>
      <w:tblStyleRowBandSize w:val="1"/>
      <w:tblStyleColBandSize w:val="1"/>
      <w:tblInd w:w="0" w:type="dxa"/>
      <w:tblBorders>
        <w:top w:val="single" w:sz="24" w:space="0" w:color="0066B2" w:themeColor="accent3"/>
        <w:left w:val="single" w:sz="4" w:space="0" w:color="5392D7" w:themeColor="accent4"/>
        <w:bottom w:val="single" w:sz="4" w:space="0" w:color="5392D7" w:themeColor="accent4"/>
        <w:right w:val="single" w:sz="4" w:space="0" w:color="5392D7"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4FB" w:themeFill="accent4" w:themeFillTint="19"/>
    </w:tcPr>
    <w:tblStylePr w:type="firstRow">
      <w:rPr>
        <w:b/>
        <w:bCs/>
      </w:rPr>
      <w:tblPr/>
      <w:tcPr>
        <w:tcBorders>
          <w:top w:val="nil"/>
          <w:left w:val="nil"/>
          <w:bottom w:val="single" w:sz="24" w:space="0" w:color="0066B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5690" w:themeFill="accent4" w:themeFillShade="99"/>
      </w:tcPr>
    </w:tblStylePr>
    <w:tblStylePr w:type="firstCol">
      <w:rPr>
        <w:color w:val="FFFFFF" w:themeColor="background1"/>
      </w:rPr>
      <w:tblPr/>
      <w:tcPr>
        <w:tcBorders>
          <w:top w:val="nil"/>
          <w:left w:val="nil"/>
          <w:bottom w:val="nil"/>
          <w:right w:val="nil"/>
          <w:insideH w:val="single" w:sz="4" w:space="0" w:color="215690" w:themeColor="accent4" w:themeShade="99"/>
          <w:insideV w:val="nil"/>
        </w:tcBorders>
        <w:shd w:val="clear" w:color="auto" w:fill="21569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15690" w:themeFill="accent4" w:themeFillShade="99"/>
      </w:tcPr>
    </w:tblStylePr>
    <w:tblStylePr w:type="band1Vert">
      <w:tblPr/>
      <w:tcPr>
        <w:shd w:val="clear" w:color="auto" w:fill="BAD3EF" w:themeFill="accent4" w:themeFillTint="66"/>
      </w:tcPr>
    </w:tblStylePr>
    <w:tblStylePr w:type="band1Horz">
      <w:tblPr/>
      <w:tcPr>
        <w:shd w:val="clear" w:color="auto" w:fill="A9C8E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locked/>
    <w:rsid w:val="00CC1D52"/>
    <w:rPr>
      <w:color w:val="000000" w:themeColor="text1"/>
    </w:rPr>
    <w:tblPr>
      <w:tblStyleRowBandSize w:val="1"/>
      <w:tblStyleColBandSize w:val="1"/>
      <w:tblInd w:w="0" w:type="dxa"/>
      <w:tblBorders>
        <w:top w:val="single" w:sz="24" w:space="0" w:color="AB4E09" w:themeColor="accent6"/>
        <w:left w:val="single" w:sz="4" w:space="0" w:color="F37B20" w:themeColor="accent5"/>
        <w:bottom w:val="single" w:sz="4" w:space="0" w:color="F37B20" w:themeColor="accent5"/>
        <w:right w:val="single" w:sz="4" w:space="0" w:color="F37B20"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1E8" w:themeFill="accent5" w:themeFillTint="19"/>
    </w:tcPr>
    <w:tblStylePr w:type="firstRow">
      <w:rPr>
        <w:b/>
        <w:bCs/>
      </w:rPr>
      <w:tblPr/>
      <w:tcPr>
        <w:tcBorders>
          <w:top w:val="nil"/>
          <w:left w:val="nil"/>
          <w:bottom w:val="single" w:sz="24" w:space="0" w:color="AB4E0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C4708" w:themeFill="accent5" w:themeFillShade="99"/>
      </w:tcPr>
    </w:tblStylePr>
    <w:tblStylePr w:type="firstCol">
      <w:rPr>
        <w:color w:val="FFFFFF" w:themeColor="background1"/>
      </w:rPr>
      <w:tblPr/>
      <w:tcPr>
        <w:tcBorders>
          <w:top w:val="nil"/>
          <w:left w:val="nil"/>
          <w:bottom w:val="nil"/>
          <w:right w:val="nil"/>
          <w:insideH w:val="single" w:sz="4" w:space="0" w:color="9C4708" w:themeColor="accent5" w:themeShade="99"/>
          <w:insideV w:val="nil"/>
        </w:tcBorders>
        <w:shd w:val="clear" w:color="auto" w:fill="9C470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C4708" w:themeFill="accent5" w:themeFillShade="99"/>
      </w:tcPr>
    </w:tblStylePr>
    <w:tblStylePr w:type="band1Vert">
      <w:tblPr/>
      <w:tcPr>
        <w:shd w:val="clear" w:color="auto" w:fill="FAC9A5" w:themeFill="accent5" w:themeFillTint="66"/>
      </w:tcPr>
    </w:tblStylePr>
    <w:tblStylePr w:type="band1Horz">
      <w:tblPr/>
      <w:tcPr>
        <w:shd w:val="clear" w:color="auto" w:fill="F9BC8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locked/>
    <w:rsid w:val="00CC1D52"/>
    <w:rPr>
      <w:color w:val="000000" w:themeColor="text1"/>
    </w:rPr>
    <w:tblPr>
      <w:tblStyleRowBandSize w:val="1"/>
      <w:tblStyleColBandSize w:val="1"/>
      <w:tblInd w:w="0" w:type="dxa"/>
      <w:tblBorders>
        <w:top w:val="single" w:sz="24" w:space="0" w:color="F37B20" w:themeColor="accent5"/>
        <w:left w:val="single" w:sz="4" w:space="0" w:color="AB4E09" w:themeColor="accent6"/>
        <w:bottom w:val="single" w:sz="4" w:space="0" w:color="AB4E09" w:themeColor="accent6"/>
        <w:right w:val="single" w:sz="4" w:space="0" w:color="AB4E09"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CDF" w:themeFill="accent6" w:themeFillTint="19"/>
    </w:tcPr>
    <w:tblStylePr w:type="firstRow">
      <w:rPr>
        <w:b/>
        <w:bCs/>
      </w:rPr>
      <w:tblPr/>
      <w:tcPr>
        <w:tcBorders>
          <w:top w:val="nil"/>
          <w:left w:val="nil"/>
          <w:bottom w:val="single" w:sz="24" w:space="0" w:color="F37B2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2E05" w:themeFill="accent6" w:themeFillShade="99"/>
      </w:tcPr>
    </w:tblStylePr>
    <w:tblStylePr w:type="firstCol">
      <w:rPr>
        <w:color w:val="FFFFFF" w:themeColor="background1"/>
      </w:rPr>
      <w:tblPr/>
      <w:tcPr>
        <w:tcBorders>
          <w:top w:val="nil"/>
          <w:left w:val="nil"/>
          <w:bottom w:val="nil"/>
          <w:right w:val="nil"/>
          <w:insideH w:val="single" w:sz="4" w:space="0" w:color="662E05" w:themeColor="accent6" w:themeShade="99"/>
          <w:insideV w:val="nil"/>
        </w:tcBorders>
        <w:shd w:val="clear" w:color="auto" w:fill="662E05"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2E05" w:themeFill="accent6" w:themeFillShade="99"/>
      </w:tcPr>
    </w:tblStylePr>
    <w:tblStylePr w:type="band1Vert">
      <w:tblPr/>
      <w:tcPr>
        <w:shd w:val="clear" w:color="auto" w:fill="F8B381" w:themeFill="accent6" w:themeFillTint="66"/>
      </w:tcPr>
    </w:tblStylePr>
    <w:tblStylePr w:type="band1Horz">
      <w:tblPr/>
      <w:tcPr>
        <w:shd w:val="clear" w:color="auto" w:fill="F6A162" w:themeFill="accent6" w:themeFillTint="7F"/>
      </w:tcPr>
    </w:tblStylePr>
    <w:tblStylePr w:type="neCell">
      <w:rPr>
        <w:color w:val="000000" w:themeColor="text1"/>
      </w:rPr>
    </w:tblStylePr>
    <w:tblStylePr w:type="nwCell">
      <w:rPr>
        <w:color w:val="000000" w:themeColor="text1"/>
      </w:rPr>
    </w:tblStylePr>
  </w:style>
  <w:style w:type="table" w:customStyle="1" w:styleId="DarkList1">
    <w:name w:val="Dark List1"/>
    <w:basedOn w:val="TableNormal"/>
    <w:uiPriority w:val="70"/>
    <w:semiHidden/>
    <w:locked/>
    <w:rsid w:val="00CC1D52"/>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locked/>
    <w:rsid w:val="00CC1D52"/>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A515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282B"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73C4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73C41" w:themeFill="accent1" w:themeFillShade="BF"/>
      </w:tcPr>
    </w:tblStylePr>
    <w:tblStylePr w:type="band1Vert">
      <w:tblPr/>
      <w:tcPr>
        <w:tcBorders>
          <w:top w:val="nil"/>
          <w:left w:val="nil"/>
          <w:bottom w:val="nil"/>
          <w:right w:val="nil"/>
          <w:insideH w:val="nil"/>
          <w:insideV w:val="nil"/>
        </w:tcBorders>
        <w:shd w:val="clear" w:color="auto" w:fill="373C41" w:themeFill="accent1" w:themeFillShade="BF"/>
      </w:tcPr>
    </w:tblStylePr>
    <w:tblStylePr w:type="band1Horz">
      <w:tblPr/>
      <w:tcPr>
        <w:tcBorders>
          <w:top w:val="nil"/>
          <w:left w:val="nil"/>
          <w:bottom w:val="nil"/>
          <w:right w:val="nil"/>
          <w:insideH w:val="nil"/>
          <w:insideV w:val="nil"/>
        </w:tcBorders>
        <w:shd w:val="clear" w:color="auto" w:fill="373C41" w:themeFill="accent1" w:themeFillShade="BF"/>
      </w:tcPr>
    </w:tblStylePr>
  </w:style>
  <w:style w:type="table" w:styleId="DarkList-Accent2">
    <w:name w:val="Dark List Accent 2"/>
    <w:basedOn w:val="TableNormal"/>
    <w:uiPriority w:val="70"/>
    <w:semiHidden/>
    <w:locked/>
    <w:rsid w:val="00CC1D52"/>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64D5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2262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4393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4393E" w:themeFill="accent2" w:themeFillShade="BF"/>
      </w:tcPr>
    </w:tblStylePr>
    <w:tblStylePr w:type="band1Vert">
      <w:tblPr/>
      <w:tcPr>
        <w:tcBorders>
          <w:top w:val="nil"/>
          <w:left w:val="nil"/>
          <w:bottom w:val="nil"/>
          <w:right w:val="nil"/>
          <w:insideH w:val="nil"/>
          <w:insideV w:val="nil"/>
        </w:tcBorders>
        <w:shd w:val="clear" w:color="auto" w:fill="34393E" w:themeFill="accent2" w:themeFillShade="BF"/>
      </w:tcPr>
    </w:tblStylePr>
    <w:tblStylePr w:type="band1Horz">
      <w:tblPr/>
      <w:tcPr>
        <w:tcBorders>
          <w:top w:val="nil"/>
          <w:left w:val="nil"/>
          <w:bottom w:val="nil"/>
          <w:right w:val="nil"/>
          <w:insideH w:val="nil"/>
          <w:insideV w:val="nil"/>
        </w:tcBorders>
        <w:shd w:val="clear" w:color="auto" w:fill="34393E" w:themeFill="accent2" w:themeFillShade="BF"/>
      </w:tcPr>
    </w:tblStylePr>
  </w:style>
  <w:style w:type="table" w:styleId="DarkList-Accent3">
    <w:name w:val="Dark List Accent 3"/>
    <w:basedOn w:val="TableNormal"/>
    <w:uiPriority w:val="70"/>
    <w:semiHidden/>
    <w:locked/>
    <w:rsid w:val="00CC1D52"/>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66B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25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4C85"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4C85" w:themeFill="accent3" w:themeFillShade="BF"/>
      </w:tcPr>
    </w:tblStylePr>
    <w:tblStylePr w:type="band1Vert">
      <w:tblPr/>
      <w:tcPr>
        <w:tcBorders>
          <w:top w:val="nil"/>
          <w:left w:val="nil"/>
          <w:bottom w:val="nil"/>
          <w:right w:val="nil"/>
          <w:insideH w:val="nil"/>
          <w:insideV w:val="nil"/>
        </w:tcBorders>
        <w:shd w:val="clear" w:color="auto" w:fill="004C85" w:themeFill="accent3" w:themeFillShade="BF"/>
      </w:tcPr>
    </w:tblStylePr>
    <w:tblStylePr w:type="band1Horz">
      <w:tblPr/>
      <w:tcPr>
        <w:tcBorders>
          <w:top w:val="nil"/>
          <w:left w:val="nil"/>
          <w:bottom w:val="nil"/>
          <w:right w:val="nil"/>
          <w:insideH w:val="nil"/>
          <w:insideV w:val="nil"/>
        </w:tcBorders>
        <w:shd w:val="clear" w:color="auto" w:fill="004C85" w:themeFill="accent3" w:themeFillShade="BF"/>
      </w:tcPr>
    </w:tblStylePr>
  </w:style>
  <w:style w:type="table" w:styleId="DarkList-Accent4">
    <w:name w:val="Dark List Accent 4"/>
    <w:basedOn w:val="TableNormal"/>
    <w:uiPriority w:val="70"/>
    <w:semiHidden/>
    <w:locked/>
    <w:rsid w:val="00CC1D52"/>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392D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C477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A6BB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A6BB4" w:themeFill="accent4" w:themeFillShade="BF"/>
      </w:tcPr>
    </w:tblStylePr>
    <w:tblStylePr w:type="band1Vert">
      <w:tblPr/>
      <w:tcPr>
        <w:tcBorders>
          <w:top w:val="nil"/>
          <w:left w:val="nil"/>
          <w:bottom w:val="nil"/>
          <w:right w:val="nil"/>
          <w:insideH w:val="nil"/>
          <w:insideV w:val="nil"/>
        </w:tcBorders>
        <w:shd w:val="clear" w:color="auto" w:fill="2A6BB4" w:themeFill="accent4" w:themeFillShade="BF"/>
      </w:tcPr>
    </w:tblStylePr>
    <w:tblStylePr w:type="band1Horz">
      <w:tblPr/>
      <w:tcPr>
        <w:tcBorders>
          <w:top w:val="nil"/>
          <w:left w:val="nil"/>
          <w:bottom w:val="nil"/>
          <w:right w:val="nil"/>
          <w:insideH w:val="nil"/>
          <w:insideV w:val="nil"/>
        </w:tcBorders>
        <w:shd w:val="clear" w:color="auto" w:fill="2A6BB4" w:themeFill="accent4" w:themeFillShade="BF"/>
      </w:tcPr>
    </w:tblStylePr>
  </w:style>
  <w:style w:type="table" w:styleId="DarkList-Accent5">
    <w:name w:val="Dark List Accent 5"/>
    <w:basedOn w:val="TableNormal"/>
    <w:uiPriority w:val="70"/>
    <w:semiHidden/>
    <w:locked/>
    <w:rsid w:val="00CC1D52"/>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37B2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13B0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3590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3590A" w:themeFill="accent5" w:themeFillShade="BF"/>
      </w:tcPr>
    </w:tblStylePr>
    <w:tblStylePr w:type="band1Vert">
      <w:tblPr/>
      <w:tcPr>
        <w:tcBorders>
          <w:top w:val="nil"/>
          <w:left w:val="nil"/>
          <w:bottom w:val="nil"/>
          <w:right w:val="nil"/>
          <w:insideH w:val="nil"/>
          <w:insideV w:val="nil"/>
        </w:tcBorders>
        <w:shd w:val="clear" w:color="auto" w:fill="C3590A" w:themeFill="accent5" w:themeFillShade="BF"/>
      </w:tcPr>
    </w:tblStylePr>
    <w:tblStylePr w:type="band1Horz">
      <w:tblPr/>
      <w:tcPr>
        <w:tcBorders>
          <w:top w:val="nil"/>
          <w:left w:val="nil"/>
          <w:bottom w:val="nil"/>
          <w:right w:val="nil"/>
          <w:insideH w:val="nil"/>
          <w:insideV w:val="nil"/>
        </w:tcBorders>
        <w:shd w:val="clear" w:color="auto" w:fill="C3590A" w:themeFill="accent5" w:themeFillShade="BF"/>
      </w:tcPr>
    </w:tblStylePr>
  </w:style>
  <w:style w:type="table" w:styleId="DarkList-Accent6">
    <w:name w:val="Dark List Accent 6"/>
    <w:basedOn w:val="TableNormal"/>
    <w:uiPriority w:val="70"/>
    <w:semiHidden/>
    <w:locked/>
    <w:rsid w:val="00CC1D52"/>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B4E0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260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3A0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3A06" w:themeFill="accent6" w:themeFillShade="BF"/>
      </w:tcPr>
    </w:tblStylePr>
    <w:tblStylePr w:type="band1Vert">
      <w:tblPr/>
      <w:tcPr>
        <w:tcBorders>
          <w:top w:val="nil"/>
          <w:left w:val="nil"/>
          <w:bottom w:val="nil"/>
          <w:right w:val="nil"/>
          <w:insideH w:val="nil"/>
          <w:insideV w:val="nil"/>
        </w:tcBorders>
        <w:shd w:val="clear" w:color="auto" w:fill="7F3A06" w:themeFill="accent6" w:themeFillShade="BF"/>
      </w:tcPr>
    </w:tblStylePr>
    <w:tblStylePr w:type="band1Horz">
      <w:tblPr/>
      <w:tcPr>
        <w:tcBorders>
          <w:top w:val="nil"/>
          <w:left w:val="nil"/>
          <w:bottom w:val="nil"/>
          <w:right w:val="nil"/>
          <w:insideH w:val="nil"/>
          <w:insideV w:val="nil"/>
        </w:tcBorders>
        <w:shd w:val="clear" w:color="auto" w:fill="7F3A06" w:themeFill="accent6" w:themeFillShade="BF"/>
      </w:tcPr>
    </w:tblStylePr>
  </w:style>
  <w:style w:type="table" w:customStyle="1" w:styleId="LightGrid1">
    <w:name w:val="Light Grid1"/>
    <w:basedOn w:val="TableNormal"/>
    <w:uiPriority w:val="62"/>
    <w:semiHidden/>
    <w:locked/>
    <w:rsid w:val="00CC1D5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semiHidden/>
    <w:locked/>
    <w:rsid w:val="00CC1D52"/>
    <w:tblPr>
      <w:tblStyleRowBandSize w:val="1"/>
      <w:tblStyleColBandSize w:val="1"/>
      <w:tblInd w:w="0" w:type="dxa"/>
      <w:tblBorders>
        <w:top w:val="single" w:sz="8" w:space="0" w:color="4A5158" w:themeColor="accent1"/>
        <w:left w:val="single" w:sz="8" w:space="0" w:color="4A5158" w:themeColor="accent1"/>
        <w:bottom w:val="single" w:sz="8" w:space="0" w:color="4A5158" w:themeColor="accent1"/>
        <w:right w:val="single" w:sz="8" w:space="0" w:color="4A5158" w:themeColor="accent1"/>
        <w:insideH w:val="single" w:sz="8" w:space="0" w:color="4A5158" w:themeColor="accent1"/>
        <w:insideV w:val="single" w:sz="8" w:space="0" w:color="4A5158"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A5158" w:themeColor="accent1"/>
          <w:left w:val="single" w:sz="8" w:space="0" w:color="4A5158" w:themeColor="accent1"/>
          <w:bottom w:val="single" w:sz="18" w:space="0" w:color="4A5158" w:themeColor="accent1"/>
          <w:right w:val="single" w:sz="8" w:space="0" w:color="4A5158" w:themeColor="accent1"/>
          <w:insideH w:val="nil"/>
          <w:insideV w:val="single" w:sz="8" w:space="0" w:color="4A515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A5158" w:themeColor="accent1"/>
          <w:left w:val="single" w:sz="8" w:space="0" w:color="4A5158" w:themeColor="accent1"/>
          <w:bottom w:val="single" w:sz="8" w:space="0" w:color="4A5158" w:themeColor="accent1"/>
          <w:right w:val="single" w:sz="8" w:space="0" w:color="4A5158" w:themeColor="accent1"/>
          <w:insideH w:val="nil"/>
          <w:insideV w:val="single" w:sz="8" w:space="0" w:color="4A515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A5158" w:themeColor="accent1"/>
          <w:left w:val="single" w:sz="8" w:space="0" w:color="4A5158" w:themeColor="accent1"/>
          <w:bottom w:val="single" w:sz="8" w:space="0" w:color="4A5158" w:themeColor="accent1"/>
          <w:right w:val="single" w:sz="8" w:space="0" w:color="4A5158" w:themeColor="accent1"/>
        </w:tcBorders>
      </w:tcPr>
    </w:tblStylePr>
    <w:tblStylePr w:type="band1Vert">
      <w:tblPr/>
      <w:tcPr>
        <w:tcBorders>
          <w:top w:val="single" w:sz="8" w:space="0" w:color="4A5158" w:themeColor="accent1"/>
          <w:left w:val="single" w:sz="8" w:space="0" w:color="4A5158" w:themeColor="accent1"/>
          <w:bottom w:val="single" w:sz="8" w:space="0" w:color="4A5158" w:themeColor="accent1"/>
          <w:right w:val="single" w:sz="8" w:space="0" w:color="4A5158" w:themeColor="accent1"/>
        </w:tcBorders>
        <w:shd w:val="clear" w:color="auto" w:fill="D0D3D7" w:themeFill="accent1" w:themeFillTint="3F"/>
      </w:tcPr>
    </w:tblStylePr>
    <w:tblStylePr w:type="band1Horz">
      <w:tblPr/>
      <w:tcPr>
        <w:tcBorders>
          <w:top w:val="single" w:sz="8" w:space="0" w:color="4A5158" w:themeColor="accent1"/>
          <w:left w:val="single" w:sz="8" w:space="0" w:color="4A5158" w:themeColor="accent1"/>
          <w:bottom w:val="single" w:sz="8" w:space="0" w:color="4A5158" w:themeColor="accent1"/>
          <w:right w:val="single" w:sz="8" w:space="0" w:color="4A5158" w:themeColor="accent1"/>
          <w:insideV w:val="single" w:sz="8" w:space="0" w:color="4A5158" w:themeColor="accent1"/>
        </w:tcBorders>
        <w:shd w:val="clear" w:color="auto" w:fill="D0D3D7" w:themeFill="accent1" w:themeFillTint="3F"/>
      </w:tcPr>
    </w:tblStylePr>
    <w:tblStylePr w:type="band2Horz">
      <w:tblPr/>
      <w:tcPr>
        <w:tcBorders>
          <w:top w:val="single" w:sz="8" w:space="0" w:color="4A5158" w:themeColor="accent1"/>
          <w:left w:val="single" w:sz="8" w:space="0" w:color="4A5158" w:themeColor="accent1"/>
          <w:bottom w:val="single" w:sz="8" w:space="0" w:color="4A5158" w:themeColor="accent1"/>
          <w:right w:val="single" w:sz="8" w:space="0" w:color="4A5158" w:themeColor="accent1"/>
          <w:insideV w:val="single" w:sz="8" w:space="0" w:color="4A5158" w:themeColor="accent1"/>
        </w:tcBorders>
      </w:tcPr>
    </w:tblStylePr>
  </w:style>
  <w:style w:type="table" w:styleId="LightGrid-Accent2">
    <w:name w:val="Light Grid Accent 2"/>
    <w:basedOn w:val="TableNormal"/>
    <w:uiPriority w:val="62"/>
    <w:semiHidden/>
    <w:locked/>
    <w:rsid w:val="00CC1D52"/>
    <w:tblPr>
      <w:tblStyleRowBandSize w:val="1"/>
      <w:tblStyleColBandSize w:val="1"/>
      <w:tblInd w:w="0" w:type="dxa"/>
      <w:tblBorders>
        <w:top w:val="single" w:sz="8" w:space="0" w:color="464D53" w:themeColor="accent2"/>
        <w:left w:val="single" w:sz="8" w:space="0" w:color="464D53" w:themeColor="accent2"/>
        <w:bottom w:val="single" w:sz="8" w:space="0" w:color="464D53" w:themeColor="accent2"/>
        <w:right w:val="single" w:sz="8" w:space="0" w:color="464D53" w:themeColor="accent2"/>
        <w:insideH w:val="single" w:sz="8" w:space="0" w:color="464D53" w:themeColor="accent2"/>
        <w:insideV w:val="single" w:sz="8" w:space="0" w:color="464D53"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64D53" w:themeColor="accent2"/>
          <w:left w:val="single" w:sz="8" w:space="0" w:color="464D53" w:themeColor="accent2"/>
          <w:bottom w:val="single" w:sz="18" w:space="0" w:color="464D53" w:themeColor="accent2"/>
          <w:right w:val="single" w:sz="8" w:space="0" w:color="464D53" w:themeColor="accent2"/>
          <w:insideH w:val="nil"/>
          <w:insideV w:val="single" w:sz="8" w:space="0" w:color="464D5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64D53" w:themeColor="accent2"/>
          <w:left w:val="single" w:sz="8" w:space="0" w:color="464D53" w:themeColor="accent2"/>
          <w:bottom w:val="single" w:sz="8" w:space="0" w:color="464D53" w:themeColor="accent2"/>
          <w:right w:val="single" w:sz="8" w:space="0" w:color="464D53" w:themeColor="accent2"/>
          <w:insideH w:val="nil"/>
          <w:insideV w:val="single" w:sz="8" w:space="0" w:color="464D5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64D53" w:themeColor="accent2"/>
          <w:left w:val="single" w:sz="8" w:space="0" w:color="464D53" w:themeColor="accent2"/>
          <w:bottom w:val="single" w:sz="8" w:space="0" w:color="464D53" w:themeColor="accent2"/>
          <w:right w:val="single" w:sz="8" w:space="0" w:color="464D53" w:themeColor="accent2"/>
        </w:tcBorders>
      </w:tcPr>
    </w:tblStylePr>
    <w:tblStylePr w:type="band1Vert">
      <w:tblPr/>
      <w:tcPr>
        <w:tcBorders>
          <w:top w:val="single" w:sz="8" w:space="0" w:color="464D53" w:themeColor="accent2"/>
          <w:left w:val="single" w:sz="8" w:space="0" w:color="464D53" w:themeColor="accent2"/>
          <w:bottom w:val="single" w:sz="8" w:space="0" w:color="464D53" w:themeColor="accent2"/>
          <w:right w:val="single" w:sz="8" w:space="0" w:color="464D53" w:themeColor="accent2"/>
        </w:tcBorders>
        <w:shd w:val="clear" w:color="auto" w:fill="CFD3D6" w:themeFill="accent2" w:themeFillTint="3F"/>
      </w:tcPr>
    </w:tblStylePr>
    <w:tblStylePr w:type="band1Horz">
      <w:tblPr/>
      <w:tcPr>
        <w:tcBorders>
          <w:top w:val="single" w:sz="8" w:space="0" w:color="464D53" w:themeColor="accent2"/>
          <w:left w:val="single" w:sz="8" w:space="0" w:color="464D53" w:themeColor="accent2"/>
          <w:bottom w:val="single" w:sz="8" w:space="0" w:color="464D53" w:themeColor="accent2"/>
          <w:right w:val="single" w:sz="8" w:space="0" w:color="464D53" w:themeColor="accent2"/>
          <w:insideV w:val="single" w:sz="8" w:space="0" w:color="464D53" w:themeColor="accent2"/>
        </w:tcBorders>
        <w:shd w:val="clear" w:color="auto" w:fill="CFD3D6" w:themeFill="accent2" w:themeFillTint="3F"/>
      </w:tcPr>
    </w:tblStylePr>
    <w:tblStylePr w:type="band2Horz">
      <w:tblPr/>
      <w:tcPr>
        <w:tcBorders>
          <w:top w:val="single" w:sz="8" w:space="0" w:color="464D53" w:themeColor="accent2"/>
          <w:left w:val="single" w:sz="8" w:space="0" w:color="464D53" w:themeColor="accent2"/>
          <w:bottom w:val="single" w:sz="8" w:space="0" w:color="464D53" w:themeColor="accent2"/>
          <w:right w:val="single" w:sz="8" w:space="0" w:color="464D53" w:themeColor="accent2"/>
          <w:insideV w:val="single" w:sz="8" w:space="0" w:color="464D53" w:themeColor="accent2"/>
        </w:tcBorders>
      </w:tcPr>
    </w:tblStylePr>
  </w:style>
  <w:style w:type="table" w:styleId="LightGrid-Accent3">
    <w:name w:val="Light Grid Accent 3"/>
    <w:basedOn w:val="TableNormal"/>
    <w:uiPriority w:val="62"/>
    <w:semiHidden/>
    <w:locked/>
    <w:rsid w:val="00CC1D52"/>
    <w:tblPr>
      <w:tblStyleRowBandSize w:val="1"/>
      <w:tblStyleColBandSize w:val="1"/>
      <w:tblInd w:w="0" w:type="dxa"/>
      <w:tblBorders>
        <w:top w:val="single" w:sz="8" w:space="0" w:color="0066B2" w:themeColor="accent3"/>
        <w:left w:val="single" w:sz="8" w:space="0" w:color="0066B2" w:themeColor="accent3"/>
        <w:bottom w:val="single" w:sz="8" w:space="0" w:color="0066B2" w:themeColor="accent3"/>
        <w:right w:val="single" w:sz="8" w:space="0" w:color="0066B2" w:themeColor="accent3"/>
        <w:insideH w:val="single" w:sz="8" w:space="0" w:color="0066B2" w:themeColor="accent3"/>
        <w:insideV w:val="single" w:sz="8" w:space="0" w:color="0066B2"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66B2" w:themeColor="accent3"/>
          <w:left w:val="single" w:sz="8" w:space="0" w:color="0066B2" w:themeColor="accent3"/>
          <w:bottom w:val="single" w:sz="18" w:space="0" w:color="0066B2" w:themeColor="accent3"/>
          <w:right w:val="single" w:sz="8" w:space="0" w:color="0066B2" w:themeColor="accent3"/>
          <w:insideH w:val="nil"/>
          <w:insideV w:val="single" w:sz="8" w:space="0" w:color="0066B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6B2" w:themeColor="accent3"/>
          <w:left w:val="single" w:sz="8" w:space="0" w:color="0066B2" w:themeColor="accent3"/>
          <w:bottom w:val="single" w:sz="8" w:space="0" w:color="0066B2" w:themeColor="accent3"/>
          <w:right w:val="single" w:sz="8" w:space="0" w:color="0066B2" w:themeColor="accent3"/>
          <w:insideH w:val="nil"/>
          <w:insideV w:val="single" w:sz="8" w:space="0" w:color="0066B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6B2" w:themeColor="accent3"/>
          <w:left w:val="single" w:sz="8" w:space="0" w:color="0066B2" w:themeColor="accent3"/>
          <w:bottom w:val="single" w:sz="8" w:space="0" w:color="0066B2" w:themeColor="accent3"/>
          <w:right w:val="single" w:sz="8" w:space="0" w:color="0066B2" w:themeColor="accent3"/>
        </w:tcBorders>
      </w:tcPr>
    </w:tblStylePr>
    <w:tblStylePr w:type="band1Vert">
      <w:tblPr/>
      <w:tcPr>
        <w:tcBorders>
          <w:top w:val="single" w:sz="8" w:space="0" w:color="0066B2" w:themeColor="accent3"/>
          <w:left w:val="single" w:sz="8" w:space="0" w:color="0066B2" w:themeColor="accent3"/>
          <w:bottom w:val="single" w:sz="8" w:space="0" w:color="0066B2" w:themeColor="accent3"/>
          <w:right w:val="single" w:sz="8" w:space="0" w:color="0066B2" w:themeColor="accent3"/>
        </w:tcBorders>
        <w:shd w:val="clear" w:color="auto" w:fill="ACDBFF" w:themeFill="accent3" w:themeFillTint="3F"/>
      </w:tcPr>
    </w:tblStylePr>
    <w:tblStylePr w:type="band1Horz">
      <w:tblPr/>
      <w:tcPr>
        <w:tcBorders>
          <w:top w:val="single" w:sz="8" w:space="0" w:color="0066B2" w:themeColor="accent3"/>
          <w:left w:val="single" w:sz="8" w:space="0" w:color="0066B2" w:themeColor="accent3"/>
          <w:bottom w:val="single" w:sz="8" w:space="0" w:color="0066B2" w:themeColor="accent3"/>
          <w:right w:val="single" w:sz="8" w:space="0" w:color="0066B2" w:themeColor="accent3"/>
          <w:insideV w:val="single" w:sz="8" w:space="0" w:color="0066B2" w:themeColor="accent3"/>
        </w:tcBorders>
        <w:shd w:val="clear" w:color="auto" w:fill="ACDBFF" w:themeFill="accent3" w:themeFillTint="3F"/>
      </w:tcPr>
    </w:tblStylePr>
    <w:tblStylePr w:type="band2Horz">
      <w:tblPr/>
      <w:tcPr>
        <w:tcBorders>
          <w:top w:val="single" w:sz="8" w:space="0" w:color="0066B2" w:themeColor="accent3"/>
          <w:left w:val="single" w:sz="8" w:space="0" w:color="0066B2" w:themeColor="accent3"/>
          <w:bottom w:val="single" w:sz="8" w:space="0" w:color="0066B2" w:themeColor="accent3"/>
          <w:right w:val="single" w:sz="8" w:space="0" w:color="0066B2" w:themeColor="accent3"/>
          <w:insideV w:val="single" w:sz="8" w:space="0" w:color="0066B2" w:themeColor="accent3"/>
        </w:tcBorders>
      </w:tcPr>
    </w:tblStylePr>
  </w:style>
  <w:style w:type="table" w:styleId="LightGrid-Accent4">
    <w:name w:val="Light Grid Accent 4"/>
    <w:basedOn w:val="TableNormal"/>
    <w:uiPriority w:val="62"/>
    <w:semiHidden/>
    <w:locked/>
    <w:rsid w:val="00CC1D52"/>
    <w:tblPr>
      <w:tblStyleRowBandSize w:val="1"/>
      <w:tblStyleColBandSize w:val="1"/>
      <w:tblInd w:w="0" w:type="dxa"/>
      <w:tblBorders>
        <w:top w:val="single" w:sz="8" w:space="0" w:color="5392D7" w:themeColor="accent4"/>
        <w:left w:val="single" w:sz="8" w:space="0" w:color="5392D7" w:themeColor="accent4"/>
        <w:bottom w:val="single" w:sz="8" w:space="0" w:color="5392D7" w:themeColor="accent4"/>
        <w:right w:val="single" w:sz="8" w:space="0" w:color="5392D7" w:themeColor="accent4"/>
        <w:insideH w:val="single" w:sz="8" w:space="0" w:color="5392D7" w:themeColor="accent4"/>
        <w:insideV w:val="single" w:sz="8" w:space="0" w:color="5392D7"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392D7" w:themeColor="accent4"/>
          <w:left w:val="single" w:sz="8" w:space="0" w:color="5392D7" w:themeColor="accent4"/>
          <w:bottom w:val="single" w:sz="18" w:space="0" w:color="5392D7" w:themeColor="accent4"/>
          <w:right w:val="single" w:sz="8" w:space="0" w:color="5392D7" w:themeColor="accent4"/>
          <w:insideH w:val="nil"/>
          <w:insideV w:val="single" w:sz="8" w:space="0" w:color="5392D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392D7" w:themeColor="accent4"/>
          <w:left w:val="single" w:sz="8" w:space="0" w:color="5392D7" w:themeColor="accent4"/>
          <w:bottom w:val="single" w:sz="8" w:space="0" w:color="5392D7" w:themeColor="accent4"/>
          <w:right w:val="single" w:sz="8" w:space="0" w:color="5392D7" w:themeColor="accent4"/>
          <w:insideH w:val="nil"/>
          <w:insideV w:val="single" w:sz="8" w:space="0" w:color="5392D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392D7" w:themeColor="accent4"/>
          <w:left w:val="single" w:sz="8" w:space="0" w:color="5392D7" w:themeColor="accent4"/>
          <w:bottom w:val="single" w:sz="8" w:space="0" w:color="5392D7" w:themeColor="accent4"/>
          <w:right w:val="single" w:sz="8" w:space="0" w:color="5392D7" w:themeColor="accent4"/>
        </w:tcBorders>
      </w:tcPr>
    </w:tblStylePr>
    <w:tblStylePr w:type="band1Vert">
      <w:tblPr/>
      <w:tcPr>
        <w:tcBorders>
          <w:top w:val="single" w:sz="8" w:space="0" w:color="5392D7" w:themeColor="accent4"/>
          <w:left w:val="single" w:sz="8" w:space="0" w:color="5392D7" w:themeColor="accent4"/>
          <w:bottom w:val="single" w:sz="8" w:space="0" w:color="5392D7" w:themeColor="accent4"/>
          <w:right w:val="single" w:sz="8" w:space="0" w:color="5392D7" w:themeColor="accent4"/>
        </w:tcBorders>
        <w:shd w:val="clear" w:color="auto" w:fill="D4E3F5" w:themeFill="accent4" w:themeFillTint="3F"/>
      </w:tcPr>
    </w:tblStylePr>
    <w:tblStylePr w:type="band1Horz">
      <w:tblPr/>
      <w:tcPr>
        <w:tcBorders>
          <w:top w:val="single" w:sz="8" w:space="0" w:color="5392D7" w:themeColor="accent4"/>
          <w:left w:val="single" w:sz="8" w:space="0" w:color="5392D7" w:themeColor="accent4"/>
          <w:bottom w:val="single" w:sz="8" w:space="0" w:color="5392D7" w:themeColor="accent4"/>
          <w:right w:val="single" w:sz="8" w:space="0" w:color="5392D7" w:themeColor="accent4"/>
          <w:insideV w:val="single" w:sz="8" w:space="0" w:color="5392D7" w:themeColor="accent4"/>
        </w:tcBorders>
        <w:shd w:val="clear" w:color="auto" w:fill="D4E3F5" w:themeFill="accent4" w:themeFillTint="3F"/>
      </w:tcPr>
    </w:tblStylePr>
    <w:tblStylePr w:type="band2Horz">
      <w:tblPr/>
      <w:tcPr>
        <w:tcBorders>
          <w:top w:val="single" w:sz="8" w:space="0" w:color="5392D7" w:themeColor="accent4"/>
          <w:left w:val="single" w:sz="8" w:space="0" w:color="5392D7" w:themeColor="accent4"/>
          <w:bottom w:val="single" w:sz="8" w:space="0" w:color="5392D7" w:themeColor="accent4"/>
          <w:right w:val="single" w:sz="8" w:space="0" w:color="5392D7" w:themeColor="accent4"/>
          <w:insideV w:val="single" w:sz="8" w:space="0" w:color="5392D7" w:themeColor="accent4"/>
        </w:tcBorders>
      </w:tcPr>
    </w:tblStylePr>
  </w:style>
  <w:style w:type="table" w:styleId="LightGrid-Accent5">
    <w:name w:val="Light Grid Accent 5"/>
    <w:basedOn w:val="TableNormal"/>
    <w:uiPriority w:val="62"/>
    <w:semiHidden/>
    <w:locked/>
    <w:rsid w:val="00CC1D52"/>
    <w:tblPr>
      <w:tblStyleRowBandSize w:val="1"/>
      <w:tblStyleColBandSize w:val="1"/>
      <w:tblInd w:w="0" w:type="dxa"/>
      <w:tblBorders>
        <w:top w:val="single" w:sz="8" w:space="0" w:color="F37B20" w:themeColor="accent5"/>
        <w:left w:val="single" w:sz="8" w:space="0" w:color="F37B20" w:themeColor="accent5"/>
        <w:bottom w:val="single" w:sz="8" w:space="0" w:color="F37B20" w:themeColor="accent5"/>
        <w:right w:val="single" w:sz="8" w:space="0" w:color="F37B20" w:themeColor="accent5"/>
        <w:insideH w:val="single" w:sz="8" w:space="0" w:color="F37B20" w:themeColor="accent5"/>
        <w:insideV w:val="single" w:sz="8" w:space="0" w:color="F37B20"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37B20" w:themeColor="accent5"/>
          <w:left w:val="single" w:sz="8" w:space="0" w:color="F37B20" w:themeColor="accent5"/>
          <w:bottom w:val="single" w:sz="18" w:space="0" w:color="F37B20" w:themeColor="accent5"/>
          <w:right w:val="single" w:sz="8" w:space="0" w:color="F37B20" w:themeColor="accent5"/>
          <w:insideH w:val="nil"/>
          <w:insideV w:val="single" w:sz="8" w:space="0" w:color="F37B2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37B20" w:themeColor="accent5"/>
          <w:left w:val="single" w:sz="8" w:space="0" w:color="F37B20" w:themeColor="accent5"/>
          <w:bottom w:val="single" w:sz="8" w:space="0" w:color="F37B20" w:themeColor="accent5"/>
          <w:right w:val="single" w:sz="8" w:space="0" w:color="F37B20" w:themeColor="accent5"/>
          <w:insideH w:val="nil"/>
          <w:insideV w:val="single" w:sz="8" w:space="0" w:color="F37B2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37B20" w:themeColor="accent5"/>
          <w:left w:val="single" w:sz="8" w:space="0" w:color="F37B20" w:themeColor="accent5"/>
          <w:bottom w:val="single" w:sz="8" w:space="0" w:color="F37B20" w:themeColor="accent5"/>
          <w:right w:val="single" w:sz="8" w:space="0" w:color="F37B20" w:themeColor="accent5"/>
        </w:tcBorders>
      </w:tcPr>
    </w:tblStylePr>
    <w:tblStylePr w:type="band1Vert">
      <w:tblPr/>
      <w:tcPr>
        <w:tcBorders>
          <w:top w:val="single" w:sz="8" w:space="0" w:color="F37B20" w:themeColor="accent5"/>
          <w:left w:val="single" w:sz="8" w:space="0" w:color="F37B20" w:themeColor="accent5"/>
          <w:bottom w:val="single" w:sz="8" w:space="0" w:color="F37B20" w:themeColor="accent5"/>
          <w:right w:val="single" w:sz="8" w:space="0" w:color="F37B20" w:themeColor="accent5"/>
        </w:tcBorders>
        <w:shd w:val="clear" w:color="auto" w:fill="FCDEC7" w:themeFill="accent5" w:themeFillTint="3F"/>
      </w:tcPr>
    </w:tblStylePr>
    <w:tblStylePr w:type="band1Horz">
      <w:tblPr/>
      <w:tcPr>
        <w:tcBorders>
          <w:top w:val="single" w:sz="8" w:space="0" w:color="F37B20" w:themeColor="accent5"/>
          <w:left w:val="single" w:sz="8" w:space="0" w:color="F37B20" w:themeColor="accent5"/>
          <w:bottom w:val="single" w:sz="8" w:space="0" w:color="F37B20" w:themeColor="accent5"/>
          <w:right w:val="single" w:sz="8" w:space="0" w:color="F37B20" w:themeColor="accent5"/>
          <w:insideV w:val="single" w:sz="8" w:space="0" w:color="F37B20" w:themeColor="accent5"/>
        </w:tcBorders>
        <w:shd w:val="clear" w:color="auto" w:fill="FCDEC7" w:themeFill="accent5" w:themeFillTint="3F"/>
      </w:tcPr>
    </w:tblStylePr>
    <w:tblStylePr w:type="band2Horz">
      <w:tblPr/>
      <w:tcPr>
        <w:tcBorders>
          <w:top w:val="single" w:sz="8" w:space="0" w:color="F37B20" w:themeColor="accent5"/>
          <w:left w:val="single" w:sz="8" w:space="0" w:color="F37B20" w:themeColor="accent5"/>
          <w:bottom w:val="single" w:sz="8" w:space="0" w:color="F37B20" w:themeColor="accent5"/>
          <w:right w:val="single" w:sz="8" w:space="0" w:color="F37B20" w:themeColor="accent5"/>
          <w:insideV w:val="single" w:sz="8" w:space="0" w:color="F37B20" w:themeColor="accent5"/>
        </w:tcBorders>
      </w:tcPr>
    </w:tblStylePr>
  </w:style>
  <w:style w:type="table" w:styleId="LightGrid-Accent6">
    <w:name w:val="Light Grid Accent 6"/>
    <w:basedOn w:val="TableNormal"/>
    <w:uiPriority w:val="62"/>
    <w:semiHidden/>
    <w:locked/>
    <w:rsid w:val="00CC1D52"/>
    <w:tblPr>
      <w:tblStyleRowBandSize w:val="1"/>
      <w:tblStyleColBandSize w:val="1"/>
      <w:tblInd w:w="0" w:type="dxa"/>
      <w:tblBorders>
        <w:top w:val="single" w:sz="8" w:space="0" w:color="AB4E09" w:themeColor="accent6"/>
        <w:left w:val="single" w:sz="8" w:space="0" w:color="AB4E09" w:themeColor="accent6"/>
        <w:bottom w:val="single" w:sz="8" w:space="0" w:color="AB4E09" w:themeColor="accent6"/>
        <w:right w:val="single" w:sz="8" w:space="0" w:color="AB4E09" w:themeColor="accent6"/>
        <w:insideH w:val="single" w:sz="8" w:space="0" w:color="AB4E09" w:themeColor="accent6"/>
        <w:insideV w:val="single" w:sz="8" w:space="0" w:color="AB4E09"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B4E09" w:themeColor="accent6"/>
          <w:left w:val="single" w:sz="8" w:space="0" w:color="AB4E09" w:themeColor="accent6"/>
          <w:bottom w:val="single" w:sz="18" w:space="0" w:color="AB4E09" w:themeColor="accent6"/>
          <w:right w:val="single" w:sz="8" w:space="0" w:color="AB4E09" w:themeColor="accent6"/>
          <w:insideH w:val="nil"/>
          <w:insideV w:val="single" w:sz="8" w:space="0" w:color="AB4E0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4E09" w:themeColor="accent6"/>
          <w:left w:val="single" w:sz="8" w:space="0" w:color="AB4E09" w:themeColor="accent6"/>
          <w:bottom w:val="single" w:sz="8" w:space="0" w:color="AB4E09" w:themeColor="accent6"/>
          <w:right w:val="single" w:sz="8" w:space="0" w:color="AB4E09" w:themeColor="accent6"/>
          <w:insideH w:val="nil"/>
          <w:insideV w:val="single" w:sz="8" w:space="0" w:color="AB4E0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4E09" w:themeColor="accent6"/>
          <w:left w:val="single" w:sz="8" w:space="0" w:color="AB4E09" w:themeColor="accent6"/>
          <w:bottom w:val="single" w:sz="8" w:space="0" w:color="AB4E09" w:themeColor="accent6"/>
          <w:right w:val="single" w:sz="8" w:space="0" w:color="AB4E09" w:themeColor="accent6"/>
        </w:tcBorders>
      </w:tcPr>
    </w:tblStylePr>
    <w:tblStylePr w:type="band1Vert">
      <w:tblPr/>
      <w:tcPr>
        <w:tcBorders>
          <w:top w:val="single" w:sz="8" w:space="0" w:color="AB4E09" w:themeColor="accent6"/>
          <w:left w:val="single" w:sz="8" w:space="0" w:color="AB4E09" w:themeColor="accent6"/>
          <w:bottom w:val="single" w:sz="8" w:space="0" w:color="AB4E09" w:themeColor="accent6"/>
          <w:right w:val="single" w:sz="8" w:space="0" w:color="AB4E09" w:themeColor="accent6"/>
        </w:tcBorders>
        <w:shd w:val="clear" w:color="auto" w:fill="FBD0B1" w:themeFill="accent6" w:themeFillTint="3F"/>
      </w:tcPr>
    </w:tblStylePr>
    <w:tblStylePr w:type="band1Horz">
      <w:tblPr/>
      <w:tcPr>
        <w:tcBorders>
          <w:top w:val="single" w:sz="8" w:space="0" w:color="AB4E09" w:themeColor="accent6"/>
          <w:left w:val="single" w:sz="8" w:space="0" w:color="AB4E09" w:themeColor="accent6"/>
          <w:bottom w:val="single" w:sz="8" w:space="0" w:color="AB4E09" w:themeColor="accent6"/>
          <w:right w:val="single" w:sz="8" w:space="0" w:color="AB4E09" w:themeColor="accent6"/>
          <w:insideV w:val="single" w:sz="8" w:space="0" w:color="AB4E09" w:themeColor="accent6"/>
        </w:tcBorders>
        <w:shd w:val="clear" w:color="auto" w:fill="FBD0B1" w:themeFill="accent6" w:themeFillTint="3F"/>
      </w:tcPr>
    </w:tblStylePr>
    <w:tblStylePr w:type="band2Horz">
      <w:tblPr/>
      <w:tcPr>
        <w:tcBorders>
          <w:top w:val="single" w:sz="8" w:space="0" w:color="AB4E09" w:themeColor="accent6"/>
          <w:left w:val="single" w:sz="8" w:space="0" w:color="AB4E09" w:themeColor="accent6"/>
          <w:bottom w:val="single" w:sz="8" w:space="0" w:color="AB4E09" w:themeColor="accent6"/>
          <w:right w:val="single" w:sz="8" w:space="0" w:color="AB4E09" w:themeColor="accent6"/>
          <w:insideV w:val="single" w:sz="8" w:space="0" w:color="AB4E09" w:themeColor="accent6"/>
        </w:tcBorders>
      </w:tcPr>
    </w:tblStylePr>
  </w:style>
  <w:style w:type="table" w:customStyle="1" w:styleId="LightList1">
    <w:name w:val="Light List1"/>
    <w:basedOn w:val="TableNormal"/>
    <w:uiPriority w:val="61"/>
    <w:semiHidden/>
    <w:locked/>
    <w:rsid w:val="00CC1D5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semiHidden/>
    <w:locked/>
    <w:rsid w:val="00CC1D52"/>
    <w:tblPr>
      <w:tblStyleRowBandSize w:val="1"/>
      <w:tblStyleColBandSize w:val="1"/>
      <w:tblInd w:w="0" w:type="dxa"/>
      <w:tblBorders>
        <w:top w:val="single" w:sz="8" w:space="0" w:color="4A5158" w:themeColor="accent1"/>
        <w:left w:val="single" w:sz="8" w:space="0" w:color="4A5158" w:themeColor="accent1"/>
        <w:bottom w:val="single" w:sz="8" w:space="0" w:color="4A5158" w:themeColor="accent1"/>
        <w:right w:val="single" w:sz="8" w:space="0" w:color="4A5158"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5158" w:themeFill="accent1"/>
      </w:tcPr>
    </w:tblStylePr>
    <w:tblStylePr w:type="lastRow">
      <w:pPr>
        <w:spacing w:before="0" w:after="0" w:line="240" w:lineRule="auto"/>
      </w:pPr>
      <w:rPr>
        <w:b/>
        <w:bCs/>
      </w:rPr>
      <w:tblPr/>
      <w:tcPr>
        <w:tcBorders>
          <w:top w:val="double" w:sz="6" w:space="0" w:color="4A5158" w:themeColor="accent1"/>
          <w:left w:val="single" w:sz="8" w:space="0" w:color="4A5158" w:themeColor="accent1"/>
          <w:bottom w:val="single" w:sz="8" w:space="0" w:color="4A5158" w:themeColor="accent1"/>
          <w:right w:val="single" w:sz="8" w:space="0" w:color="4A5158" w:themeColor="accent1"/>
        </w:tcBorders>
      </w:tcPr>
    </w:tblStylePr>
    <w:tblStylePr w:type="firstCol">
      <w:rPr>
        <w:b/>
        <w:bCs/>
      </w:rPr>
    </w:tblStylePr>
    <w:tblStylePr w:type="lastCol">
      <w:rPr>
        <w:b/>
        <w:bCs/>
      </w:rPr>
    </w:tblStylePr>
    <w:tblStylePr w:type="band1Vert">
      <w:tblPr/>
      <w:tcPr>
        <w:tcBorders>
          <w:top w:val="single" w:sz="8" w:space="0" w:color="4A5158" w:themeColor="accent1"/>
          <w:left w:val="single" w:sz="8" w:space="0" w:color="4A5158" w:themeColor="accent1"/>
          <w:bottom w:val="single" w:sz="8" w:space="0" w:color="4A5158" w:themeColor="accent1"/>
          <w:right w:val="single" w:sz="8" w:space="0" w:color="4A5158" w:themeColor="accent1"/>
        </w:tcBorders>
      </w:tcPr>
    </w:tblStylePr>
    <w:tblStylePr w:type="band1Horz">
      <w:tblPr/>
      <w:tcPr>
        <w:tcBorders>
          <w:top w:val="single" w:sz="8" w:space="0" w:color="4A5158" w:themeColor="accent1"/>
          <w:left w:val="single" w:sz="8" w:space="0" w:color="4A5158" w:themeColor="accent1"/>
          <w:bottom w:val="single" w:sz="8" w:space="0" w:color="4A5158" w:themeColor="accent1"/>
          <w:right w:val="single" w:sz="8" w:space="0" w:color="4A5158" w:themeColor="accent1"/>
        </w:tcBorders>
      </w:tcPr>
    </w:tblStylePr>
  </w:style>
  <w:style w:type="table" w:styleId="LightList-Accent2">
    <w:name w:val="Light List Accent 2"/>
    <w:basedOn w:val="TableNormal"/>
    <w:uiPriority w:val="61"/>
    <w:semiHidden/>
    <w:locked/>
    <w:rsid w:val="00CC1D52"/>
    <w:tblPr>
      <w:tblStyleRowBandSize w:val="1"/>
      <w:tblStyleColBandSize w:val="1"/>
      <w:tblInd w:w="0" w:type="dxa"/>
      <w:tblBorders>
        <w:top w:val="single" w:sz="8" w:space="0" w:color="464D53" w:themeColor="accent2"/>
        <w:left w:val="single" w:sz="8" w:space="0" w:color="464D53" w:themeColor="accent2"/>
        <w:bottom w:val="single" w:sz="8" w:space="0" w:color="464D53" w:themeColor="accent2"/>
        <w:right w:val="single" w:sz="8" w:space="0" w:color="464D53"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64D53" w:themeFill="accent2"/>
      </w:tcPr>
    </w:tblStylePr>
    <w:tblStylePr w:type="lastRow">
      <w:pPr>
        <w:spacing w:before="0" w:after="0" w:line="240" w:lineRule="auto"/>
      </w:pPr>
      <w:rPr>
        <w:b/>
        <w:bCs/>
      </w:rPr>
      <w:tblPr/>
      <w:tcPr>
        <w:tcBorders>
          <w:top w:val="double" w:sz="6" w:space="0" w:color="464D53" w:themeColor="accent2"/>
          <w:left w:val="single" w:sz="8" w:space="0" w:color="464D53" w:themeColor="accent2"/>
          <w:bottom w:val="single" w:sz="8" w:space="0" w:color="464D53" w:themeColor="accent2"/>
          <w:right w:val="single" w:sz="8" w:space="0" w:color="464D53" w:themeColor="accent2"/>
        </w:tcBorders>
      </w:tcPr>
    </w:tblStylePr>
    <w:tblStylePr w:type="firstCol">
      <w:rPr>
        <w:b/>
        <w:bCs/>
      </w:rPr>
    </w:tblStylePr>
    <w:tblStylePr w:type="lastCol">
      <w:rPr>
        <w:b/>
        <w:bCs/>
      </w:rPr>
    </w:tblStylePr>
    <w:tblStylePr w:type="band1Vert">
      <w:tblPr/>
      <w:tcPr>
        <w:tcBorders>
          <w:top w:val="single" w:sz="8" w:space="0" w:color="464D53" w:themeColor="accent2"/>
          <w:left w:val="single" w:sz="8" w:space="0" w:color="464D53" w:themeColor="accent2"/>
          <w:bottom w:val="single" w:sz="8" w:space="0" w:color="464D53" w:themeColor="accent2"/>
          <w:right w:val="single" w:sz="8" w:space="0" w:color="464D53" w:themeColor="accent2"/>
        </w:tcBorders>
      </w:tcPr>
    </w:tblStylePr>
    <w:tblStylePr w:type="band1Horz">
      <w:tblPr/>
      <w:tcPr>
        <w:tcBorders>
          <w:top w:val="single" w:sz="8" w:space="0" w:color="464D53" w:themeColor="accent2"/>
          <w:left w:val="single" w:sz="8" w:space="0" w:color="464D53" w:themeColor="accent2"/>
          <w:bottom w:val="single" w:sz="8" w:space="0" w:color="464D53" w:themeColor="accent2"/>
          <w:right w:val="single" w:sz="8" w:space="0" w:color="464D53" w:themeColor="accent2"/>
        </w:tcBorders>
      </w:tcPr>
    </w:tblStylePr>
  </w:style>
  <w:style w:type="table" w:styleId="LightList-Accent3">
    <w:name w:val="Light List Accent 3"/>
    <w:basedOn w:val="TableNormal"/>
    <w:uiPriority w:val="61"/>
    <w:semiHidden/>
    <w:locked/>
    <w:rsid w:val="00CC1D52"/>
    <w:tblPr>
      <w:tblStyleRowBandSize w:val="1"/>
      <w:tblStyleColBandSize w:val="1"/>
      <w:tblInd w:w="0" w:type="dxa"/>
      <w:tblBorders>
        <w:top w:val="single" w:sz="8" w:space="0" w:color="0066B2" w:themeColor="accent3"/>
        <w:left w:val="single" w:sz="8" w:space="0" w:color="0066B2" w:themeColor="accent3"/>
        <w:bottom w:val="single" w:sz="8" w:space="0" w:color="0066B2" w:themeColor="accent3"/>
        <w:right w:val="single" w:sz="8" w:space="0" w:color="0066B2"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66B2" w:themeFill="accent3"/>
      </w:tcPr>
    </w:tblStylePr>
    <w:tblStylePr w:type="lastRow">
      <w:pPr>
        <w:spacing w:before="0" w:after="0" w:line="240" w:lineRule="auto"/>
      </w:pPr>
      <w:rPr>
        <w:b/>
        <w:bCs/>
      </w:rPr>
      <w:tblPr/>
      <w:tcPr>
        <w:tcBorders>
          <w:top w:val="double" w:sz="6" w:space="0" w:color="0066B2" w:themeColor="accent3"/>
          <w:left w:val="single" w:sz="8" w:space="0" w:color="0066B2" w:themeColor="accent3"/>
          <w:bottom w:val="single" w:sz="8" w:space="0" w:color="0066B2" w:themeColor="accent3"/>
          <w:right w:val="single" w:sz="8" w:space="0" w:color="0066B2" w:themeColor="accent3"/>
        </w:tcBorders>
      </w:tcPr>
    </w:tblStylePr>
    <w:tblStylePr w:type="firstCol">
      <w:rPr>
        <w:b/>
        <w:bCs/>
      </w:rPr>
    </w:tblStylePr>
    <w:tblStylePr w:type="lastCol">
      <w:rPr>
        <w:b/>
        <w:bCs/>
      </w:rPr>
    </w:tblStylePr>
    <w:tblStylePr w:type="band1Vert">
      <w:tblPr/>
      <w:tcPr>
        <w:tcBorders>
          <w:top w:val="single" w:sz="8" w:space="0" w:color="0066B2" w:themeColor="accent3"/>
          <w:left w:val="single" w:sz="8" w:space="0" w:color="0066B2" w:themeColor="accent3"/>
          <w:bottom w:val="single" w:sz="8" w:space="0" w:color="0066B2" w:themeColor="accent3"/>
          <w:right w:val="single" w:sz="8" w:space="0" w:color="0066B2" w:themeColor="accent3"/>
        </w:tcBorders>
      </w:tcPr>
    </w:tblStylePr>
    <w:tblStylePr w:type="band1Horz">
      <w:tblPr/>
      <w:tcPr>
        <w:tcBorders>
          <w:top w:val="single" w:sz="8" w:space="0" w:color="0066B2" w:themeColor="accent3"/>
          <w:left w:val="single" w:sz="8" w:space="0" w:color="0066B2" w:themeColor="accent3"/>
          <w:bottom w:val="single" w:sz="8" w:space="0" w:color="0066B2" w:themeColor="accent3"/>
          <w:right w:val="single" w:sz="8" w:space="0" w:color="0066B2" w:themeColor="accent3"/>
        </w:tcBorders>
      </w:tcPr>
    </w:tblStylePr>
  </w:style>
  <w:style w:type="table" w:styleId="LightList-Accent4">
    <w:name w:val="Light List Accent 4"/>
    <w:basedOn w:val="TableNormal"/>
    <w:uiPriority w:val="61"/>
    <w:semiHidden/>
    <w:locked/>
    <w:rsid w:val="00CC1D52"/>
    <w:tblPr>
      <w:tblStyleRowBandSize w:val="1"/>
      <w:tblStyleColBandSize w:val="1"/>
      <w:tblInd w:w="0" w:type="dxa"/>
      <w:tblBorders>
        <w:top w:val="single" w:sz="8" w:space="0" w:color="5392D7" w:themeColor="accent4"/>
        <w:left w:val="single" w:sz="8" w:space="0" w:color="5392D7" w:themeColor="accent4"/>
        <w:bottom w:val="single" w:sz="8" w:space="0" w:color="5392D7" w:themeColor="accent4"/>
        <w:right w:val="single" w:sz="8" w:space="0" w:color="5392D7"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392D7" w:themeFill="accent4"/>
      </w:tcPr>
    </w:tblStylePr>
    <w:tblStylePr w:type="lastRow">
      <w:pPr>
        <w:spacing w:before="0" w:after="0" w:line="240" w:lineRule="auto"/>
      </w:pPr>
      <w:rPr>
        <w:b/>
        <w:bCs/>
      </w:rPr>
      <w:tblPr/>
      <w:tcPr>
        <w:tcBorders>
          <w:top w:val="double" w:sz="6" w:space="0" w:color="5392D7" w:themeColor="accent4"/>
          <w:left w:val="single" w:sz="8" w:space="0" w:color="5392D7" w:themeColor="accent4"/>
          <w:bottom w:val="single" w:sz="8" w:space="0" w:color="5392D7" w:themeColor="accent4"/>
          <w:right w:val="single" w:sz="8" w:space="0" w:color="5392D7" w:themeColor="accent4"/>
        </w:tcBorders>
      </w:tcPr>
    </w:tblStylePr>
    <w:tblStylePr w:type="firstCol">
      <w:rPr>
        <w:b/>
        <w:bCs/>
      </w:rPr>
    </w:tblStylePr>
    <w:tblStylePr w:type="lastCol">
      <w:rPr>
        <w:b/>
        <w:bCs/>
      </w:rPr>
    </w:tblStylePr>
    <w:tblStylePr w:type="band1Vert">
      <w:tblPr/>
      <w:tcPr>
        <w:tcBorders>
          <w:top w:val="single" w:sz="8" w:space="0" w:color="5392D7" w:themeColor="accent4"/>
          <w:left w:val="single" w:sz="8" w:space="0" w:color="5392D7" w:themeColor="accent4"/>
          <w:bottom w:val="single" w:sz="8" w:space="0" w:color="5392D7" w:themeColor="accent4"/>
          <w:right w:val="single" w:sz="8" w:space="0" w:color="5392D7" w:themeColor="accent4"/>
        </w:tcBorders>
      </w:tcPr>
    </w:tblStylePr>
    <w:tblStylePr w:type="band1Horz">
      <w:tblPr/>
      <w:tcPr>
        <w:tcBorders>
          <w:top w:val="single" w:sz="8" w:space="0" w:color="5392D7" w:themeColor="accent4"/>
          <w:left w:val="single" w:sz="8" w:space="0" w:color="5392D7" w:themeColor="accent4"/>
          <w:bottom w:val="single" w:sz="8" w:space="0" w:color="5392D7" w:themeColor="accent4"/>
          <w:right w:val="single" w:sz="8" w:space="0" w:color="5392D7" w:themeColor="accent4"/>
        </w:tcBorders>
      </w:tcPr>
    </w:tblStylePr>
  </w:style>
  <w:style w:type="table" w:styleId="LightList-Accent5">
    <w:name w:val="Light List Accent 5"/>
    <w:basedOn w:val="TableNormal"/>
    <w:uiPriority w:val="61"/>
    <w:semiHidden/>
    <w:locked/>
    <w:rsid w:val="00CC1D52"/>
    <w:tblPr>
      <w:tblStyleRowBandSize w:val="1"/>
      <w:tblStyleColBandSize w:val="1"/>
      <w:tblInd w:w="0" w:type="dxa"/>
      <w:tblBorders>
        <w:top w:val="single" w:sz="8" w:space="0" w:color="F37B20" w:themeColor="accent5"/>
        <w:left w:val="single" w:sz="8" w:space="0" w:color="F37B20" w:themeColor="accent5"/>
        <w:bottom w:val="single" w:sz="8" w:space="0" w:color="F37B20" w:themeColor="accent5"/>
        <w:right w:val="single" w:sz="8" w:space="0" w:color="F37B2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37B20" w:themeFill="accent5"/>
      </w:tcPr>
    </w:tblStylePr>
    <w:tblStylePr w:type="lastRow">
      <w:pPr>
        <w:spacing w:before="0" w:after="0" w:line="240" w:lineRule="auto"/>
      </w:pPr>
      <w:rPr>
        <w:b/>
        <w:bCs/>
      </w:rPr>
      <w:tblPr/>
      <w:tcPr>
        <w:tcBorders>
          <w:top w:val="double" w:sz="6" w:space="0" w:color="F37B20" w:themeColor="accent5"/>
          <w:left w:val="single" w:sz="8" w:space="0" w:color="F37B20" w:themeColor="accent5"/>
          <w:bottom w:val="single" w:sz="8" w:space="0" w:color="F37B20" w:themeColor="accent5"/>
          <w:right w:val="single" w:sz="8" w:space="0" w:color="F37B20" w:themeColor="accent5"/>
        </w:tcBorders>
      </w:tcPr>
    </w:tblStylePr>
    <w:tblStylePr w:type="firstCol">
      <w:rPr>
        <w:b/>
        <w:bCs/>
      </w:rPr>
    </w:tblStylePr>
    <w:tblStylePr w:type="lastCol">
      <w:rPr>
        <w:b/>
        <w:bCs/>
      </w:rPr>
    </w:tblStylePr>
    <w:tblStylePr w:type="band1Vert">
      <w:tblPr/>
      <w:tcPr>
        <w:tcBorders>
          <w:top w:val="single" w:sz="8" w:space="0" w:color="F37B20" w:themeColor="accent5"/>
          <w:left w:val="single" w:sz="8" w:space="0" w:color="F37B20" w:themeColor="accent5"/>
          <w:bottom w:val="single" w:sz="8" w:space="0" w:color="F37B20" w:themeColor="accent5"/>
          <w:right w:val="single" w:sz="8" w:space="0" w:color="F37B20" w:themeColor="accent5"/>
        </w:tcBorders>
      </w:tcPr>
    </w:tblStylePr>
    <w:tblStylePr w:type="band1Horz">
      <w:tblPr/>
      <w:tcPr>
        <w:tcBorders>
          <w:top w:val="single" w:sz="8" w:space="0" w:color="F37B20" w:themeColor="accent5"/>
          <w:left w:val="single" w:sz="8" w:space="0" w:color="F37B20" w:themeColor="accent5"/>
          <w:bottom w:val="single" w:sz="8" w:space="0" w:color="F37B20" w:themeColor="accent5"/>
          <w:right w:val="single" w:sz="8" w:space="0" w:color="F37B20" w:themeColor="accent5"/>
        </w:tcBorders>
      </w:tcPr>
    </w:tblStylePr>
  </w:style>
  <w:style w:type="table" w:styleId="LightList-Accent6">
    <w:name w:val="Light List Accent 6"/>
    <w:basedOn w:val="TableNormal"/>
    <w:uiPriority w:val="61"/>
    <w:semiHidden/>
    <w:locked/>
    <w:rsid w:val="00CC1D52"/>
    <w:tblPr>
      <w:tblStyleRowBandSize w:val="1"/>
      <w:tblStyleColBandSize w:val="1"/>
      <w:tblInd w:w="0" w:type="dxa"/>
      <w:tblBorders>
        <w:top w:val="single" w:sz="8" w:space="0" w:color="AB4E09" w:themeColor="accent6"/>
        <w:left w:val="single" w:sz="8" w:space="0" w:color="AB4E09" w:themeColor="accent6"/>
        <w:bottom w:val="single" w:sz="8" w:space="0" w:color="AB4E09" w:themeColor="accent6"/>
        <w:right w:val="single" w:sz="8" w:space="0" w:color="AB4E09"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B4E09" w:themeFill="accent6"/>
      </w:tcPr>
    </w:tblStylePr>
    <w:tblStylePr w:type="lastRow">
      <w:pPr>
        <w:spacing w:before="0" w:after="0" w:line="240" w:lineRule="auto"/>
      </w:pPr>
      <w:rPr>
        <w:b/>
        <w:bCs/>
      </w:rPr>
      <w:tblPr/>
      <w:tcPr>
        <w:tcBorders>
          <w:top w:val="double" w:sz="6" w:space="0" w:color="AB4E09" w:themeColor="accent6"/>
          <w:left w:val="single" w:sz="8" w:space="0" w:color="AB4E09" w:themeColor="accent6"/>
          <w:bottom w:val="single" w:sz="8" w:space="0" w:color="AB4E09" w:themeColor="accent6"/>
          <w:right w:val="single" w:sz="8" w:space="0" w:color="AB4E09" w:themeColor="accent6"/>
        </w:tcBorders>
      </w:tcPr>
    </w:tblStylePr>
    <w:tblStylePr w:type="firstCol">
      <w:rPr>
        <w:b/>
        <w:bCs/>
      </w:rPr>
    </w:tblStylePr>
    <w:tblStylePr w:type="lastCol">
      <w:rPr>
        <w:b/>
        <w:bCs/>
      </w:rPr>
    </w:tblStylePr>
    <w:tblStylePr w:type="band1Vert">
      <w:tblPr/>
      <w:tcPr>
        <w:tcBorders>
          <w:top w:val="single" w:sz="8" w:space="0" w:color="AB4E09" w:themeColor="accent6"/>
          <w:left w:val="single" w:sz="8" w:space="0" w:color="AB4E09" w:themeColor="accent6"/>
          <w:bottom w:val="single" w:sz="8" w:space="0" w:color="AB4E09" w:themeColor="accent6"/>
          <w:right w:val="single" w:sz="8" w:space="0" w:color="AB4E09" w:themeColor="accent6"/>
        </w:tcBorders>
      </w:tcPr>
    </w:tblStylePr>
    <w:tblStylePr w:type="band1Horz">
      <w:tblPr/>
      <w:tcPr>
        <w:tcBorders>
          <w:top w:val="single" w:sz="8" w:space="0" w:color="AB4E09" w:themeColor="accent6"/>
          <w:left w:val="single" w:sz="8" w:space="0" w:color="AB4E09" w:themeColor="accent6"/>
          <w:bottom w:val="single" w:sz="8" w:space="0" w:color="AB4E09" w:themeColor="accent6"/>
          <w:right w:val="single" w:sz="8" w:space="0" w:color="AB4E09" w:themeColor="accent6"/>
        </w:tcBorders>
      </w:tcPr>
    </w:tblStylePr>
  </w:style>
  <w:style w:type="table" w:customStyle="1" w:styleId="LightShading1">
    <w:name w:val="Light Shading1"/>
    <w:basedOn w:val="TableNormal"/>
    <w:uiPriority w:val="60"/>
    <w:semiHidden/>
    <w:locked/>
    <w:rsid w:val="00CC1D5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semiHidden/>
    <w:locked/>
    <w:rsid w:val="00CC1D52"/>
    <w:rPr>
      <w:color w:val="373C41" w:themeColor="accent1" w:themeShade="BF"/>
    </w:rPr>
    <w:tblPr>
      <w:tblStyleRowBandSize w:val="1"/>
      <w:tblStyleColBandSize w:val="1"/>
      <w:tblInd w:w="0" w:type="dxa"/>
      <w:tblBorders>
        <w:top w:val="single" w:sz="8" w:space="0" w:color="4A5158" w:themeColor="accent1"/>
        <w:bottom w:val="single" w:sz="8" w:space="0" w:color="4A5158"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5158" w:themeColor="accent1"/>
          <w:left w:val="nil"/>
          <w:bottom w:val="single" w:sz="8" w:space="0" w:color="4A5158" w:themeColor="accent1"/>
          <w:right w:val="nil"/>
          <w:insideH w:val="nil"/>
          <w:insideV w:val="nil"/>
        </w:tcBorders>
      </w:tcPr>
    </w:tblStylePr>
    <w:tblStylePr w:type="lastRow">
      <w:pPr>
        <w:spacing w:before="0" w:after="0" w:line="240" w:lineRule="auto"/>
      </w:pPr>
      <w:rPr>
        <w:b/>
        <w:bCs/>
      </w:rPr>
      <w:tblPr/>
      <w:tcPr>
        <w:tcBorders>
          <w:top w:val="single" w:sz="8" w:space="0" w:color="4A5158" w:themeColor="accent1"/>
          <w:left w:val="nil"/>
          <w:bottom w:val="single" w:sz="8" w:space="0" w:color="4A515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3D7" w:themeFill="accent1" w:themeFillTint="3F"/>
      </w:tcPr>
    </w:tblStylePr>
    <w:tblStylePr w:type="band1Horz">
      <w:tblPr/>
      <w:tcPr>
        <w:tcBorders>
          <w:left w:val="nil"/>
          <w:right w:val="nil"/>
          <w:insideH w:val="nil"/>
          <w:insideV w:val="nil"/>
        </w:tcBorders>
        <w:shd w:val="clear" w:color="auto" w:fill="D0D3D7" w:themeFill="accent1" w:themeFillTint="3F"/>
      </w:tcPr>
    </w:tblStylePr>
  </w:style>
  <w:style w:type="table" w:styleId="LightShading-Accent2">
    <w:name w:val="Light Shading Accent 2"/>
    <w:basedOn w:val="TableNormal"/>
    <w:uiPriority w:val="60"/>
    <w:semiHidden/>
    <w:locked/>
    <w:rsid w:val="00CC1D52"/>
    <w:rPr>
      <w:color w:val="34393E" w:themeColor="accent2" w:themeShade="BF"/>
    </w:rPr>
    <w:tblPr>
      <w:tblStyleRowBandSize w:val="1"/>
      <w:tblStyleColBandSize w:val="1"/>
      <w:tblInd w:w="0" w:type="dxa"/>
      <w:tblBorders>
        <w:top w:val="single" w:sz="8" w:space="0" w:color="464D53" w:themeColor="accent2"/>
        <w:bottom w:val="single" w:sz="8" w:space="0" w:color="464D53"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64D53" w:themeColor="accent2"/>
          <w:left w:val="nil"/>
          <w:bottom w:val="single" w:sz="8" w:space="0" w:color="464D53" w:themeColor="accent2"/>
          <w:right w:val="nil"/>
          <w:insideH w:val="nil"/>
          <w:insideV w:val="nil"/>
        </w:tcBorders>
      </w:tcPr>
    </w:tblStylePr>
    <w:tblStylePr w:type="lastRow">
      <w:pPr>
        <w:spacing w:before="0" w:after="0" w:line="240" w:lineRule="auto"/>
      </w:pPr>
      <w:rPr>
        <w:b/>
        <w:bCs/>
      </w:rPr>
      <w:tblPr/>
      <w:tcPr>
        <w:tcBorders>
          <w:top w:val="single" w:sz="8" w:space="0" w:color="464D53" w:themeColor="accent2"/>
          <w:left w:val="nil"/>
          <w:bottom w:val="single" w:sz="8" w:space="0" w:color="464D5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3D6" w:themeFill="accent2" w:themeFillTint="3F"/>
      </w:tcPr>
    </w:tblStylePr>
    <w:tblStylePr w:type="band1Horz">
      <w:tblPr/>
      <w:tcPr>
        <w:tcBorders>
          <w:left w:val="nil"/>
          <w:right w:val="nil"/>
          <w:insideH w:val="nil"/>
          <w:insideV w:val="nil"/>
        </w:tcBorders>
        <w:shd w:val="clear" w:color="auto" w:fill="CFD3D6" w:themeFill="accent2" w:themeFillTint="3F"/>
      </w:tcPr>
    </w:tblStylePr>
  </w:style>
  <w:style w:type="table" w:styleId="LightShading-Accent3">
    <w:name w:val="Light Shading Accent 3"/>
    <w:basedOn w:val="TableNormal"/>
    <w:uiPriority w:val="60"/>
    <w:semiHidden/>
    <w:locked/>
    <w:rsid w:val="00CC1D52"/>
    <w:rPr>
      <w:color w:val="004C85" w:themeColor="accent3" w:themeShade="BF"/>
    </w:rPr>
    <w:tblPr>
      <w:tblStyleRowBandSize w:val="1"/>
      <w:tblStyleColBandSize w:val="1"/>
      <w:tblInd w:w="0" w:type="dxa"/>
      <w:tblBorders>
        <w:top w:val="single" w:sz="8" w:space="0" w:color="0066B2" w:themeColor="accent3"/>
        <w:bottom w:val="single" w:sz="8" w:space="0" w:color="0066B2"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66B2" w:themeColor="accent3"/>
          <w:left w:val="nil"/>
          <w:bottom w:val="single" w:sz="8" w:space="0" w:color="0066B2" w:themeColor="accent3"/>
          <w:right w:val="nil"/>
          <w:insideH w:val="nil"/>
          <w:insideV w:val="nil"/>
        </w:tcBorders>
      </w:tcPr>
    </w:tblStylePr>
    <w:tblStylePr w:type="lastRow">
      <w:pPr>
        <w:spacing w:before="0" w:after="0" w:line="240" w:lineRule="auto"/>
      </w:pPr>
      <w:rPr>
        <w:b/>
        <w:bCs/>
      </w:rPr>
      <w:tblPr/>
      <w:tcPr>
        <w:tcBorders>
          <w:top w:val="single" w:sz="8" w:space="0" w:color="0066B2" w:themeColor="accent3"/>
          <w:left w:val="nil"/>
          <w:bottom w:val="single" w:sz="8" w:space="0" w:color="0066B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DBFF" w:themeFill="accent3" w:themeFillTint="3F"/>
      </w:tcPr>
    </w:tblStylePr>
    <w:tblStylePr w:type="band1Horz">
      <w:tblPr/>
      <w:tcPr>
        <w:tcBorders>
          <w:left w:val="nil"/>
          <w:right w:val="nil"/>
          <w:insideH w:val="nil"/>
          <w:insideV w:val="nil"/>
        </w:tcBorders>
        <w:shd w:val="clear" w:color="auto" w:fill="ACDBFF" w:themeFill="accent3" w:themeFillTint="3F"/>
      </w:tcPr>
    </w:tblStylePr>
  </w:style>
  <w:style w:type="table" w:styleId="LightShading-Accent4">
    <w:name w:val="Light Shading Accent 4"/>
    <w:basedOn w:val="TableNormal"/>
    <w:uiPriority w:val="60"/>
    <w:semiHidden/>
    <w:locked/>
    <w:rsid w:val="00CC1D52"/>
    <w:rPr>
      <w:color w:val="2A6BB4" w:themeColor="accent4" w:themeShade="BF"/>
    </w:rPr>
    <w:tblPr>
      <w:tblStyleRowBandSize w:val="1"/>
      <w:tblStyleColBandSize w:val="1"/>
      <w:tblInd w:w="0" w:type="dxa"/>
      <w:tblBorders>
        <w:top w:val="single" w:sz="8" w:space="0" w:color="5392D7" w:themeColor="accent4"/>
        <w:bottom w:val="single" w:sz="8" w:space="0" w:color="5392D7"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392D7" w:themeColor="accent4"/>
          <w:left w:val="nil"/>
          <w:bottom w:val="single" w:sz="8" w:space="0" w:color="5392D7" w:themeColor="accent4"/>
          <w:right w:val="nil"/>
          <w:insideH w:val="nil"/>
          <w:insideV w:val="nil"/>
        </w:tcBorders>
      </w:tcPr>
    </w:tblStylePr>
    <w:tblStylePr w:type="lastRow">
      <w:pPr>
        <w:spacing w:before="0" w:after="0" w:line="240" w:lineRule="auto"/>
      </w:pPr>
      <w:rPr>
        <w:b/>
        <w:bCs/>
      </w:rPr>
      <w:tblPr/>
      <w:tcPr>
        <w:tcBorders>
          <w:top w:val="single" w:sz="8" w:space="0" w:color="5392D7" w:themeColor="accent4"/>
          <w:left w:val="nil"/>
          <w:bottom w:val="single" w:sz="8" w:space="0" w:color="5392D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4E3F5" w:themeFill="accent4" w:themeFillTint="3F"/>
      </w:tcPr>
    </w:tblStylePr>
    <w:tblStylePr w:type="band1Horz">
      <w:tblPr/>
      <w:tcPr>
        <w:tcBorders>
          <w:left w:val="nil"/>
          <w:right w:val="nil"/>
          <w:insideH w:val="nil"/>
          <w:insideV w:val="nil"/>
        </w:tcBorders>
        <w:shd w:val="clear" w:color="auto" w:fill="D4E3F5" w:themeFill="accent4" w:themeFillTint="3F"/>
      </w:tcPr>
    </w:tblStylePr>
  </w:style>
  <w:style w:type="table" w:styleId="LightShading-Accent5">
    <w:name w:val="Light Shading Accent 5"/>
    <w:basedOn w:val="TableNormal"/>
    <w:uiPriority w:val="60"/>
    <w:semiHidden/>
    <w:locked/>
    <w:rsid w:val="00CC1D52"/>
    <w:rPr>
      <w:color w:val="C3590A" w:themeColor="accent5" w:themeShade="BF"/>
    </w:rPr>
    <w:tblPr>
      <w:tblStyleRowBandSize w:val="1"/>
      <w:tblStyleColBandSize w:val="1"/>
      <w:tblInd w:w="0" w:type="dxa"/>
      <w:tblBorders>
        <w:top w:val="single" w:sz="8" w:space="0" w:color="F37B20" w:themeColor="accent5"/>
        <w:bottom w:val="single" w:sz="8" w:space="0" w:color="F37B20"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37B20" w:themeColor="accent5"/>
          <w:left w:val="nil"/>
          <w:bottom w:val="single" w:sz="8" w:space="0" w:color="F37B20" w:themeColor="accent5"/>
          <w:right w:val="nil"/>
          <w:insideH w:val="nil"/>
          <w:insideV w:val="nil"/>
        </w:tcBorders>
      </w:tcPr>
    </w:tblStylePr>
    <w:tblStylePr w:type="lastRow">
      <w:pPr>
        <w:spacing w:before="0" w:after="0" w:line="240" w:lineRule="auto"/>
      </w:pPr>
      <w:rPr>
        <w:b/>
        <w:bCs/>
      </w:rPr>
      <w:tblPr/>
      <w:tcPr>
        <w:tcBorders>
          <w:top w:val="single" w:sz="8" w:space="0" w:color="F37B20" w:themeColor="accent5"/>
          <w:left w:val="nil"/>
          <w:bottom w:val="single" w:sz="8" w:space="0" w:color="F37B2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EC7" w:themeFill="accent5" w:themeFillTint="3F"/>
      </w:tcPr>
    </w:tblStylePr>
    <w:tblStylePr w:type="band1Horz">
      <w:tblPr/>
      <w:tcPr>
        <w:tcBorders>
          <w:left w:val="nil"/>
          <w:right w:val="nil"/>
          <w:insideH w:val="nil"/>
          <w:insideV w:val="nil"/>
        </w:tcBorders>
        <w:shd w:val="clear" w:color="auto" w:fill="FCDEC7" w:themeFill="accent5" w:themeFillTint="3F"/>
      </w:tcPr>
    </w:tblStylePr>
  </w:style>
  <w:style w:type="table" w:styleId="LightShading-Accent6">
    <w:name w:val="Light Shading Accent 6"/>
    <w:basedOn w:val="TableNormal"/>
    <w:uiPriority w:val="60"/>
    <w:semiHidden/>
    <w:locked/>
    <w:rsid w:val="00CC1D52"/>
    <w:rPr>
      <w:color w:val="7F3A06" w:themeColor="accent6" w:themeShade="BF"/>
    </w:rPr>
    <w:tblPr>
      <w:tblStyleRowBandSize w:val="1"/>
      <w:tblStyleColBandSize w:val="1"/>
      <w:tblInd w:w="0" w:type="dxa"/>
      <w:tblBorders>
        <w:top w:val="single" w:sz="8" w:space="0" w:color="AB4E09" w:themeColor="accent6"/>
        <w:bottom w:val="single" w:sz="8" w:space="0" w:color="AB4E09"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B4E09" w:themeColor="accent6"/>
          <w:left w:val="nil"/>
          <w:bottom w:val="single" w:sz="8" w:space="0" w:color="AB4E09" w:themeColor="accent6"/>
          <w:right w:val="nil"/>
          <w:insideH w:val="nil"/>
          <w:insideV w:val="nil"/>
        </w:tcBorders>
      </w:tcPr>
    </w:tblStylePr>
    <w:tblStylePr w:type="lastRow">
      <w:pPr>
        <w:spacing w:before="0" w:after="0" w:line="240" w:lineRule="auto"/>
      </w:pPr>
      <w:rPr>
        <w:b/>
        <w:bCs/>
      </w:rPr>
      <w:tblPr/>
      <w:tcPr>
        <w:tcBorders>
          <w:top w:val="single" w:sz="8" w:space="0" w:color="AB4E09" w:themeColor="accent6"/>
          <w:left w:val="nil"/>
          <w:bottom w:val="single" w:sz="8" w:space="0" w:color="AB4E0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0B1" w:themeFill="accent6" w:themeFillTint="3F"/>
      </w:tcPr>
    </w:tblStylePr>
    <w:tblStylePr w:type="band1Horz">
      <w:tblPr/>
      <w:tcPr>
        <w:tcBorders>
          <w:left w:val="nil"/>
          <w:right w:val="nil"/>
          <w:insideH w:val="nil"/>
          <w:insideV w:val="nil"/>
        </w:tcBorders>
        <w:shd w:val="clear" w:color="auto" w:fill="FBD0B1" w:themeFill="accent6" w:themeFillTint="3F"/>
      </w:tcPr>
    </w:tblStylePr>
  </w:style>
  <w:style w:type="table" w:customStyle="1" w:styleId="MediumGrid11">
    <w:name w:val="Medium Grid 11"/>
    <w:basedOn w:val="TableNormal"/>
    <w:uiPriority w:val="67"/>
    <w:semiHidden/>
    <w:locked/>
    <w:rsid w:val="00CC1D52"/>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locked/>
    <w:rsid w:val="00CC1D52"/>
    <w:tblPr>
      <w:tblStyleRowBandSize w:val="1"/>
      <w:tblStyleColBandSize w:val="1"/>
      <w:tblInd w:w="0" w:type="dxa"/>
      <w:tblBorders>
        <w:top w:val="single" w:sz="8" w:space="0" w:color="727C87" w:themeColor="accent1" w:themeTint="BF"/>
        <w:left w:val="single" w:sz="8" w:space="0" w:color="727C87" w:themeColor="accent1" w:themeTint="BF"/>
        <w:bottom w:val="single" w:sz="8" w:space="0" w:color="727C87" w:themeColor="accent1" w:themeTint="BF"/>
        <w:right w:val="single" w:sz="8" w:space="0" w:color="727C87" w:themeColor="accent1" w:themeTint="BF"/>
        <w:insideH w:val="single" w:sz="8" w:space="0" w:color="727C87" w:themeColor="accent1" w:themeTint="BF"/>
        <w:insideV w:val="single" w:sz="8" w:space="0" w:color="727C87" w:themeColor="accent1" w:themeTint="BF"/>
      </w:tblBorders>
      <w:tblCellMar>
        <w:top w:w="0" w:type="dxa"/>
        <w:left w:w="108" w:type="dxa"/>
        <w:bottom w:w="0" w:type="dxa"/>
        <w:right w:w="108" w:type="dxa"/>
      </w:tblCellMar>
    </w:tblPr>
    <w:tcPr>
      <w:shd w:val="clear" w:color="auto" w:fill="D0D3D7" w:themeFill="accent1" w:themeFillTint="3F"/>
    </w:tcPr>
    <w:tblStylePr w:type="firstRow">
      <w:rPr>
        <w:b/>
        <w:bCs/>
      </w:rPr>
    </w:tblStylePr>
    <w:tblStylePr w:type="lastRow">
      <w:rPr>
        <w:b/>
        <w:bCs/>
      </w:rPr>
      <w:tblPr/>
      <w:tcPr>
        <w:tcBorders>
          <w:top w:val="single" w:sz="18" w:space="0" w:color="727C87" w:themeColor="accent1" w:themeTint="BF"/>
        </w:tcBorders>
      </w:tcPr>
    </w:tblStylePr>
    <w:tblStylePr w:type="firstCol">
      <w:rPr>
        <w:b/>
        <w:bCs/>
      </w:rPr>
    </w:tblStylePr>
    <w:tblStylePr w:type="lastCol">
      <w:rPr>
        <w:b/>
        <w:bCs/>
      </w:rPr>
    </w:tblStylePr>
    <w:tblStylePr w:type="band1Vert">
      <w:tblPr/>
      <w:tcPr>
        <w:shd w:val="clear" w:color="auto" w:fill="A0A8AF" w:themeFill="accent1" w:themeFillTint="7F"/>
      </w:tcPr>
    </w:tblStylePr>
    <w:tblStylePr w:type="band1Horz">
      <w:tblPr/>
      <w:tcPr>
        <w:shd w:val="clear" w:color="auto" w:fill="A0A8AF" w:themeFill="accent1" w:themeFillTint="7F"/>
      </w:tcPr>
    </w:tblStylePr>
  </w:style>
  <w:style w:type="table" w:styleId="MediumGrid1-Accent2">
    <w:name w:val="Medium Grid 1 Accent 2"/>
    <w:basedOn w:val="TableNormal"/>
    <w:uiPriority w:val="67"/>
    <w:semiHidden/>
    <w:locked/>
    <w:rsid w:val="00CC1D52"/>
    <w:tblPr>
      <w:tblStyleRowBandSize w:val="1"/>
      <w:tblStyleColBandSize w:val="1"/>
      <w:tblInd w:w="0" w:type="dxa"/>
      <w:tblBorders>
        <w:top w:val="single" w:sz="8" w:space="0" w:color="6F7983" w:themeColor="accent2" w:themeTint="BF"/>
        <w:left w:val="single" w:sz="8" w:space="0" w:color="6F7983" w:themeColor="accent2" w:themeTint="BF"/>
        <w:bottom w:val="single" w:sz="8" w:space="0" w:color="6F7983" w:themeColor="accent2" w:themeTint="BF"/>
        <w:right w:val="single" w:sz="8" w:space="0" w:color="6F7983" w:themeColor="accent2" w:themeTint="BF"/>
        <w:insideH w:val="single" w:sz="8" w:space="0" w:color="6F7983" w:themeColor="accent2" w:themeTint="BF"/>
        <w:insideV w:val="single" w:sz="8" w:space="0" w:color="6F7983" w:themeColor="accent2" w:themeTint="BF"/>
      </w:tblBorders>
      <w:tblCellMar>
        <w:top w:w="0" w:type="dxa"/>
        <w:left w:w="108" w:type="dxa"/>
        <w:bottom w:w="0" w:type="dxa"/>
        <w:right w:w="108" w:type="dxa"/>
      </w:tblCellMar>
    </w:tblPr>
    <w:tcPr>
      <w:shd w:val="clear" w:color="auto" w:fill="CFD3D6" w:themeFill="accent2" w:themeFillTint="3F"/>
    </w:tcPr>
    <w:tblStylePr w:type="firstRow">
      <w:rPr>
        <w:b/>
        <w:bCs/>
      </w:rPr>
    </w:tblStylePr>
    <w:tblStylePr w:type="lastRow">
      <w:rPr>
        <w:b/>
        <w:bCs/>
      </w:rPr>
      <w:tblPr/>
      <w:tcPr>
        <w:tcBorders>
          <w:top w:val="single" w:sz="18" w:space="0" w:color="6F7983" w:themeColor="accent2" w:themeTint="BF"/>
        </w:tcBorders>
      </w:tcPr>
    </w:tblStylePr>
    <w:tblStylePr w:type="firstCol">
      <w:rPr>
        <w:b/>
        <w:bCs/>
      </w:rPr>
    </w:tblStylePr>
    <w:tblStylePr w:type="lastCol">
      <w:rPr>
        <w:b/>
        <w:bCs/>
      </w:rPr>
    </w:tblStylePr>
    <w:tblStylePr w:type="band1Vert">
      <w:tblPr/>
      <w:tcPr>
        <w:shd w:val="clear" w:color="auto" w:fill="9EA6AD" w:themeFill="accent2" w:themeFillTint="7F"/>
      </w:tcPr>
    </w:tblStylePr>
    <w:tblStylePr w:type="band1Horz">
      <w:tblPr/>
      <w:tcPr>
        <w:shd w:val="clear" w:color="auto" w:fill="9EA6AD" w:themeFill="accent2" w:themeFillTint="7F"/>
      </w:tcPr>
    </w:tblStylePr>
  </w:style>
  <w:style w:type="table" w:styleId="MediumGrid1-Accent3">
    <w:name w:val="Medium Grid 1 Accent 3"/>
    <w:basedOn w:val="TableNormal"/>
    <w:uiPriority w:val="67"/>
    <w:semiHidden/>
    <w:locked/>
    <w:rsid w:val="00CC1D52"/>
    <w:tblPr>
      <w:tblStyleRowBandSize w:val="1"/>
      <w:tblStyleColBandSize w:val="1"/>
      <w:tblInd w:w="0" w:type="dxa"/>
      <w:tblBorders>
        <w:top w:val="single" w:sz="8" w:space="0" w:color="0694FF" w:themeColor="accent3" w:themeTint="BF"/>
        <w:left w:val="single" w:sz="8" w:space="0" w:color="0694FF" w:themeColor="accent3" w:themeTint="BF"/>
        <w:bottom w:val="single" w:sz="8" w:space="0" w:color="0694FF" w:themeColor="accent3" w:themeTint="BF"/>
        <w:right w:val="single" w:sz="8" w:space="0" w:color="0694FF" w:themeColor="accent3" w:themeTint="BF"/>
        <w:insideH w:val="single" w:sz="8" w:space="0" w:color="0694FF" w:themeColor="accent3" w:themeTint="BF"/>
        <w:insideV w:val="single" w:sz="8" w:space="0" w:color="0694FF" w:themeColor="accent3" w:themeTint="BF"/>
      </w:tblBorders>
      <w:tblCellMar>
        <w:top w:w="0" w:type="dxa"/>
        <w:left w:w="108" w:type="dxa"/>
        <w:bottom w:w="0" w:type="dxa"/>
        <w:right w:w="108" w:type="dxa"/>
      </w:tblCellMar>
    </w:tblPr>
    <w:tcPr>
      <w:shd w:val="clear" w:color="auto" w:fill="ACDBFF" w:themeFill="accent3" w:themeFillTint="3F"/>
    </w:tcPr>
    <w:tblStylePr w:type="firstRow">
      <w:rPr>
        <w:b/>
        <w:bCs/>
      </w:rPr>
    </w:tblStylePr>
    <w:tblStylePr w:type="lastRow">
      <w:rPr>
        <w:b/>
        <w:bCs/>
      </w:rPr>
      <w:tblPr/>
      <w:tcPr>
        <w:tcBorders>
          <w:top w:val="single" w:sz="18" w:space="0" w:color="0694FF" w:themeColor="accent3" w:themeTint="BF"/>
        </w:tcBorders>
      </w:tcPr>
    </w:tblStylePr>
    <w:tblStylePr w:type="firstCol">
      <w:rPr>
        <w:b/>
        <w:bCs/>
      </w:rPr>
    </w:tblStylePr>
    <w:tblStylePr w:type="lastCol">
      <w:rPr>
        <w:b/>
        <w:bCs/>
      </w:rPr>
    </w:tblStylePr>
    <w:tblStylePr w:type="band1Vert">
      <w:tblPr/>
      <w:tcPr>
        <w:shd w:val="clear" w:color="auto" w:fill="59B8FF" w:themeFill="accent3" w:themeFillTint="7F"/>
      </w:tcPr>
    </w:tblStylePr>
    <w:tblStylePr w:type="band1Horz">
      <w:tblPr/>
      <w:tcPr>
        <w:shd w:val="clear" w:color="auto" w:fill="59B8FF" w:themeFill="accent3" w:themeFillTint="7F"/>
      </w:tcPr>
    </w:tblStylePr>
  </w:style>
  <w:style w:type="table" w:styleId="MediumGrid1-Accent4">
    <w:name w:val="Medium Grid 1 Accent 4"/>
    <w:basedOn w:val="TableNormal"/>
    <w:uiPriority w:val="67"/>
    <w:semiHidden/>
    <w:locked/>
    <w:rsid w:val="00CC1D52"/>
    <w:tblPr>
      <w:tblStyleRowBandSize w:val="1"/>
      <w:tblStyleColBandSize w:val="1"/>
      <w:tblInd w:w="0" w:type="dxa"/>
      <w:tblBorders>
        <w:top w:val="single" w:sz="8" w:space="0" w:color="7EACE1" w:themeColor="accent4" w:themeTint="BF"/>
        <w:left w:val="single" w:sz="8" w:space="0" w:color="7EACE1" w:themeColor="accent4" w:themeTint="BF"/>
        <w:bottom w:val="single" w:sz="8" w:space="0" w:color="7EACE1" w:themeColor="accent4" w:themeTint="BF"/>
        <w:right w:val="single" w:sz="8" w:space="0" w:color="7EACE1" w:themeColor="accent4" w:themeTint="BF"/>
        <w:insideH w:val="single" w:sz="8" w:space="0" w:color="7EACE1" w:themeColor="accent4" w:themeTint="BF"/>
        <w:insideV w:val="single" w:sz="8" w:space="0" w:color="7EACE1" w:themeColor="accent4" w:themeTint="BF"/>
      </w:tblBorders>
      <w:tblCellMar>
        <w:top w:w="0" w:type="dxa"/>
        <w:left w:w="108" w:type="dxa"/>
        <w:bottom w:w="0" w:type="dxa"/>
        <w:right w:w="108" w:type="dxa"/>
      </w:tblCellMar>
    </w:tblPr>
    <w:tcPr>
      <w:shd w:val="clear" w:color="auto" w:fill="D4E3F5" w:themeFill="accent4" w:themeFillTint="3F"/>
    </w:tcPr>
    <w:tblStylePr w:type="firstRow">
      <w:rPr>
        <w:b/>
        <w:bCs/>
      </w:rPr>
    </w:tblStylePr>
    <w:tblStylePr w:type="lastRow">
      <w:rPr>
        <w:b/>
        <w:bCs/>
      </w:rPr>
      <w:tblPr/>
      <w:tcPr>
        <w:tcBorders>
          <w:top w:val="single" w:sz="18" w:space="0" w:color="7EACE1" w:themeColor="accent4" w:themeTint="BF"/>
        </w:tcBorders>
      </w:tcPr>
    </w:tblStylePr>
    <w:tblStylePr w:type="firstCol">
      <w:rPr>
        <w:b/>
        <w:bCs/>
      </w:rPr>
    </w:tblStylePr>
    <w:tblStylePr w:type="lastCol">
      <w:rPr>
        <w:b/>
        <w:bCs/>
      </w:rPr>
    </w:tblStylePr>
    <w:tblStylePr w:type="band1Vert">
      <w:tblPr/>
      <w:tcPr>
        <w:shd w:val="clear" w:color="auto" w:fill="A9C8EB" w:themeFill="accent4" w:themeFillTint="7F"/>
      </w:tcPr>
    </w:tblStylePr>
    <w:tblStylePr w:type="band1Horz">
      <w:tblPr/>
      <w:tcPr>
        <w:shd w:val="clear" w:color="auto" w:fill="A9C8EB" w:themeFill="accent4" w:themeFillTint="7F"/>
      </w:tcPr>
    </w:tblStylePr>
  </w:style>
  <w:style w:type="table" w:styleId="MediumGrid1-Accent5">
    <w:name w:val="Medium Grid 1 Accent 5"/>
    <w:basedOn w:val="TableNormal"/>
    <w:uiPriority w:val="67"/>
    <w:semiHidden/>
    <w:locked/>
    <w:rsid w:val="00CC1D52"/>
    <w:tblPr>
      <w:tblStyleRowBandSize w:val="1"/>
      <w:tblStyleColBandSize w:val="1"/>
      <w:tblInd w:w="0" w:type="dxa"/>
      <w:tblBorders>
        <w:top w:val="single" w:sz="8" w:space="0" w:color="F69B57" w:themeColor="accent5" w:themeTint="BF"/>
        <w:left w:val="single" w:sz="8" w:space="0" w:color="F69B57" w:themeColor="accent5" w:themeTint="BF"/>
        <w:bottom w:val="single" w:sz="8" w:space="0" w:color="F69B57" w:themeColor="accent5" w:themeTint="BF"/>
        <w:right w:val="single" w:sz="8" w:space="0" w:color="F69B57" w:themeColor="accent5" w:themeTint="BF"/>
        <w:insideH w:val="single" w:sz="8" w:space="0" w:color="F69B57" w:themeColor="accent5" w:themeTint="BF"/>
        <w:insideV w:val="single" w:sz="8" w:space="0" w:color="F69B57" w:themeColor="accent5" w:themeTint="BF"/>
      </w:tblBorders>
      <w:tblCellMar>
        <w:top w:w="0" w:type="dxa"/>
        <w:left w:w="108" w:type="dxa"/>
        <w:bottom w:w="0" w:type="dxa"/>
        <w:right w:w="108" w:type="dxa"/>
      </w:tblCellMar>
    </w:tblPr>
    <w:tcPr>
      <w:shd w:val="clear" w:color="auto" w:fill="FCDEC7" w:themeFill="accent5" w:themeFillTint="3F"/>
    </w:tcPr>
    <w:tblStylePr w:type="firstRow">
      <w:rPr>
        <w:b/>
        <w:bCs/>
      </w:rPr>
    </w:tblStylePr>
    <w:tblStylePr w:type="lastRow">
      <w:rPr>
        <w:b/>
        <w:bCs/>
      </w:rPr>
      <w:tblPr/>
      <w:tcPr>
        <w:tcBorders>
          <w:top w:val="single" w:sz="18" w:space="0" w:color="F69B57" w:themeColor="accent5" w:themeTint="BF"/>
        </w:tcBorders>
      </w:tcPr>
    </w:tblStylePr>
    <w:tblStylePr w:type="firstCol">
      <w:rPr>
        <w:b/>
        <w:bCs/>
      </w:rPr>
    </w:tblStylePr>
    <w:tblStylePr w:type="lastCol">
      <w:rPr>
        <w:b/>
        <w:bCs/>
      </w:rPr>
    </w:tblStylePr>
    <w:tblStylePr w:type="band1Vert">
      <w:tblPr/>
      <w:tcPr>
        <w:shd w:val="clear" w:color="auto" w:fill="F9BC8F" w:themeFill="accent5" w:themeFillTint="7F"/>
      </w:tcPr>
    </w:tblStylePr>
    <w:tblStylePr w:type="band1Horz">
      <w:tblPr/>
      <w:tcPr>
        <w:shd w:val="clear" w:color="auto" w:fill="F9BC8F" w:themeFill="accent5" w:themeFillTint="7F"/>
      </w:tcPr>
    </w:tblStylePr>
  </w:style>
  <w:style w:type="table" w:styleId="MediumGrid1-Accent6">
    <w:name w:val="Medium Grid 1 Accent 6"/>
    <w:basedOn w:val="TableNormal"/>
    <w:uiPriority w:val="67"/>
    <w:semiHidden/>
    <w:locked/>
    <w:rsid w:val="00CC1D52"/>
    <w:tblPr>
      <w:tblStyleRowBandSize w:val="1"/>
      <w:tblStyleColBandSize w:val="1"/>
      <w:tblInd w:w="0" w:type="dxa"/>
      <w:tblBorders>
        <w:top w:val="single" w:sz="8" w:space="0" w:color="F27214" w:themeColor="accent6" w:themeTint="BF"/>
        <w:left w:val="single" w:sz="8" w:space="0" w:color="F27214" w:themeColor="accent6" w:themeTint="BF"/>
        <w:bottom w:val="single" w:sz="8" w:space="0" w:color="F27214" w:themeColor="accent6" w:themeTint="BF"/>
        <w:right w:val="single" w:sz="8" w:space="0" w:color="F27214" w:themeColor="accent6" w:themeTint="BF"/>
        <w:insideH w:val="single" w:sz="8" w:space="0" w:color="F27214" w:themeColor="accent6" w:themeTint="BF"/>
        <w:insideV w:val="single" w:sz="8" w:space="0" w:color="F27214" w:themeColor="accent6" w:themeTint="BF"/>
      </w:tblBorders>
      <w:tblCellMar>
        <w:top w:w="0" w:type="dxa"/>
        <w:left w:w="108" w:type="dxa"/>
        <w:bottom w:w="0" w:type="dxa"/>
        <w:right w:w="108" w:type="dxa"/>
      </w:tblCellMar>
    </w:tblPr>
    <w:tcPr>
      <w:shd w:val="clear" w:color="auto" w:fill="FBD0B1" w:themeFill="accent6" w:themeFillTint="3F"/>
    </w:tcPr>
    <w:tblStylePr w:type="firstRow">
      <w:rPr>
        <w:b/>
        <w:bCs/>
      </w:rPr>
    </w:tblStylePr>
    <w:tblStylePr w:type="lastRow">
      <w:rPr>
        <w:b/>
        <w:bCs/>
      </w:rPr>
      <w:tblPr/>
      <w:tcPr>
        <w:tcBorders>
          <w:top w:val="single" w:sz="18" w:space="0" w:color="F27214" w:themeColor="accent6" w:themeTint="BF"/>
        </w:tcBorders>
      </w:tcPr>
    </w:tblStylePr>
    <w:tblStylePr w:type="firstCol">
      <w:rPr>
        <w:b/>
        <w:bCs/>
      </w:rPr>
    </w:tblStylePr>
    <w:tblStylePr w:type="lastCol">
      <w:rPr>
        <w:b/>
        <w:bCs/>
      </w:rPr>
    </w:tblStylePr>
    <w:tblStylePr w:type="band1Vert">
      <w:tblPr/>
      <w:tcPr>
        <w:shd w:val="clear" w:color="auto" w:fill="F6A162" w:themeFill="accent6" w:themeFillTint="7F"/>
      </w:tcPr>
    </w:tblStylePr>
    <w:tblStylePr w:type="band1Horz">
      <w:tblPr/>
      <w:tcPr>
        <w:shd w:val="clear" w:color="auto" w:fill="F6A162" w:themeFill="accent6" w:themeFillTint="7F"/>
      </w:tcPr>
    </w:tblStylePr>
  </w:style>
  <w:style w:type="table" w:customStyle="1" w:styleId="MediumGrid21">
    <w:name w:val="Medium Grid 21"/>
    <w:basedOn w:val="TableNormal"/>
    <w:uiPriority w:val="68"/>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4A5158" w:themeColor="accent1"/>
        <w:left w:val="single" w:sz="8" w:space="0" w:color="4A5158" w:themeColor="accent1"/>
        <w:bottom w:val="single" w:sz="8" w:space="0" w:color="4A5158" w:themeColor="accent1"/>
        <w:right w:val="single" w:sz="8" w:space="0" w:color="4A5158" w:themeColor="accent1"/>
        <w:insideH w:val="single" w:sz="8" w:space="0" w:color="4A5158" w:themeColor="accent1"/>
        <w:insideV w:val="single" w:sz="8" w:space="0" w:color="4A5158" w:themeColor="accent1"/>
      </w:tblBorders>
      <w:tblCellMar>
        <w:top w:w="0" w:type="dxa"/>
        <w:left w:w="108" w:type="dxa"/>
        <w:bottom w:w="0" w:type="dxa"/>
        <w:right w:w="108" w:type="dxa"/>
      </w:tblCellMar>
    </w:tblPr>
    <w:tcPr>
      <w:shd w:val="clear" w:color="auto" w:fill="D0D3D7" w:themeFill="accent1" w:themeFillTint="3F"/>
    </w:tcPr>
    <w:tblStylePr w:type="firstRow">
      <w:rPr>
        <w:b/>
        <w:bCs/>
        <w:color w:val="000000" w:themeColor="text1"/>
      </w:rPr>
      <w:tblPr/>
      <w:tcPr>
        <w:shd w:val="clear" w:color="auto" w:fill="ECED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DCDF" w:themeFill="accent1" w:themeFillTint="33"/>
      </w:tcPr>
    </w:tblStylePr>
    <w:tblStylePr w:type="band1Vert">
      <w:tblPr/>
      <w:tcPr>
        <w:shd w:val="clear" w:color="auto" w:fill="A0A8AF" w:themeFill="accent1" w:themeFillTint="7F"/>
      </w:tcPr>
    </w:tblStylePr>
    <w:tblStylePr w:type="band1Horz">
      <w:tblPr/>
      <w:tcPr>
        <w:tcBorders>
          <w:insideH w:val="single" w:sz="6" w:space="0" w:color="4A5158" w:themeColor="accent1"/>
          <w:insideV w:val="single" w:sz="6" w:space="0" w:color="4A5158" w:themeColor="accent1"/>
        </w:tcBorders>
        <w:shd w:val="clear" w:color="auto" w:fill="A0A8A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464D53" w:themeColor="accent2"/>
        <w:left w:val="single" w:sz="8" w:space="0" w:color="464D53" w:themeColor="accent2"/>
        <w:bottom w:val="single" w:sz="8" w:space="0" w:color="464D53" w:themeColor="accent2"/>
        <w:right w:val="single" w:sz="8" w:space="0" w:color="464D53" w:themeColor="accent2"/>
        <w:insideH w:val="single" w:sz="8" w:space="0" w:color="464D53" w:themeColor="accent2"/>
        <w:insideV w:val="single" w:sz="8" w:space="0" w:color="464D53" w:themeColor="accent2"/>
      </w:tblBorders>
      <w:tblCellMar>
        <w:top w:w="0" w:type="dxa"/>
        <w:left w:w="108" w:type="dxa"/>
        <w:bottom w:w="0" w:type="dxa"/>
        <w:right w:w="108" w:type="dxa"/>
      </w:tblCellMar>
    </w:tblPr>
    <w:tcPr>
      <w:shd w:val="clear" w:color="auto" w:fill="CFD3D6" w:themeFill="accent2" w:themeFillTint="3F"/>
    </w:tcPr>
    <w:tblStylePr w:type="firstRow">
      <w:rPr>
        <w:b/>
        <w:bCs/>
        <w:color w:val="000000" w:themeColor="text1"/>
      </w:rPr>
      <w:tblPr/>
      <w:tcPr>
        <w:shd w:val="clear" w:color="auto" w:fill="ECED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DBDE" w:themeFill="accent2" w:themeFillTint="33"/>
      </w:tcPr>
    </w:tblStylePr>
    <w:tblStylePr w:type="band1Vert">
      <w:tblPr/>
      <w:tcPr>
        <w:shd w:val="clear" w:color="auto" w:fill="9EA6AD" w:themeFill="accent2" w:themeFillTint="7F"/>
      </w:tcPr>
    </w:tblStylePr>
    <w:tblStylePr w:type="band1Horz">
      <w:tblPr/>
      <w:tcPr>
        <w:tcBorders>
          <w:insideH w:val="single" w:sz="6" w:space="0" w:color="464D53" w:themeColor="accent2"/>
          <w:insideV w:val="single" w:sz="6" w:space="0" w:color="464D53" w:themeColor="accent2"/>
        </w:tcBorders>
        <w:shd w:val="clear" w:color="auto" w:fill="9EA6A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0066B2" w:themeColor="accent3"/>
        <w:left w:val="single" w:sz="8" w:space="0" w:color="0066B2" w:themeColor="accent3"/>
        <w:bottom w:val="single" w:sz="8" w:space="0" w:color="0066B2" w:themeColor="accent3"/>
        <w:right w:val="single" w:sz="8" w:space="0" w:color="0066B2" w:themeColor="accent3"/>
        <w:insideH w:val="single" w:sz="8" w:space="0" w:color="0066B2" w:themeColor="accent3"/>
        <w:insideV w:val="single" w:sz="8" w:space="0" w:color="0066B2" w:themeColor="accent3"/>
      </w:tblBorders>
      <w:tblCellMar>
        <w:top w:w="0" w:type="dxa"/>
        <w:left w:w="108" w:type="dxa"/>
        <w:bottom w:w="0" w:type="dxa"/>
        <w:right w:w="108" w:type="dxa"/>
      </w:tblCellMar>
    </w:tblPr>
    <w:tcPr>
      <w:shd w:val="clear" w:color="auto" w:fill="ACDBFF" w:themeFill="accent3" w:themeFillTint="3F"/>
    </w:tcPr>
    <w:tblStylePr w:type="firstRow">
      <w:rPr>
        <w:b/>
        <w:bCs/>
        <w:color w:val="000000" w:themeColor="text1"/>
      </w:rPr>
      <w:tblPr/>
      <w:tcPr>
        <w:shd w:val="clear" w:color="auto" w:fill="DEF1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CE2FF" w:themeFill="accent3" w:themeFillTint="33"/>
      </w:tcPr>
    </w:tblStylePr>
    <w:tblStylePr w:type="band1Vert">
      <w:tblPr/>
      <w:tcPr>
        <w:shd w:val="clear" w:color="auto" w:fill="59B8FF" w:themeFill="accent3" w:themeFillTint="7F"/>
      </w:tcPr>
    </w:tblStylePr>
    <w:tblStylePr w:type="band1Horz">
      <w:tblPr/>
      <w:tcPr>
        <w:tcBorders>
          <w:insideH w:val="single" w:sz="6" w:space="0" w:color="0066B2" w:themeColor="accent3"/>
          <w:insideV w:val="single" w:sz="6" w:space="0" w:color="0066B2" w:themeColor="accent3"/>
        </w:tcBorders>
        <w:shd w:val="clear" w:color="auto" w:fill="59B8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5392D7" w:themeColor="accent4"/>
        <w:left w:val="single" w:sz="8" w:space="0" w:color="5392D7" w:themeColor="accent4"/>
        <w:bottom w:val="single" w:sz="8" w:space="0" w:color="5392D7" w:themeColor="accent4"/>
        <w:right w:val="single" w:sz="8" w:space="0" w:color="5392D7" w:themeColor="accent4"/>
        <w:insideH w:val="single" w:sz="8" w:space="0" w:color="5392D7" w:themeColor="accent4"/>
        <w:insideV w:val="single" w:sz="8" w:space="0" w:color="5392D7" w:themeColor="accent4"/>
      </w:tblBorders>
      <w:tblCellMar>
        <w:top w:w="0" w:type="dxa"/>
        <w:left w:w="108" w:type="dxa"/>
        <w:bottom w:w="0" w:type="dxa"/>
        <w:right w:w="108" w:type="dxa"/>
      </w:tblCellMar>
    </w:tblPr>
    <w:tcPr>
      <w:shd w:val="clear" w:color="auto" w:fill="D4E3F5" w:themeFill="accent4" w:themeFillTint="3F"/>
    </w:tcPr>
    <w:tblStylePr w:type="firstRow">
      <w:rPr>
        <w:b/>
        <w:bCs/>
        <w:color w:val="000000" w:themeColor="text1"/>
      </w:rPr>
      <w:tblPr/>
      <w:tcPr>
        <w:shd w:val="clear" w:color="auto" w:fill="EDF4F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8F7" w:themeFill="accent4" w:themeFillTint="33"/>
      </w:tcPr>
    </w:tblStylePr>
    <w:tblStylePr w:type="band1Vert">
      <w:tblPr/>
      <w:tcPr>
        <w:shd w:val="clear" w:color="auto" w:fill="A9C8EB" w:themeFill="accent4" w:themeFillTint="7F"/>
      </w:tcPr>
    </w:tblStylePr>
    <w:tblStylePr w:type="band1Horz">
      <w:tblPr/>
      <w:tcPr>
        <w:tcBorders>
          <w:insideH w:val="single" w:sz="6" w:space="0" w:color="5392D7" w:themeColor="accent4"/>
          <w:insideV w:val="single" w:sz="6" w:space="0" w:color="5392D7" w:themeColor="accent4"/>
        </w:tcBorders>
        <w:shd w:val="clear" w:color="auto" w:fill="A9C8E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F37B20" w:themeColor="accent5"/>
        <w:left w:val="single" w:sz="8" w:space="0" w:color="F37B20" w:themeColor="accent5"/>
        <w:bottom w:val="single" w:sz="8" w:space="0" w:color="F37B20" w:themeColor="accent5"/>
        <w:right w:val="single" w:sz="8" w:space="0" w:color="F37B20" w:themeColor="accent5"/>
        <w:insideH w:val="single" w:sz="8" w:space="0" w:color="F37B20" w:themeColor="accent5"/>
        <w:insideV w:val="single" w:sz="8" w:space="0" w:color="F37B20" w:themeColor="accent5"/>
      </w:tblBorders>
      <w:tblCellMar>
        <w:top w:w="0" w:type="dxa"/>
        <w:left w:w="108" w:type="dxa"/>
        <w:bottom w:w="0" w:type="dxa"/>
        <w:right w:w="108" w:type="dxa"/>
      </w:tblCellMar>
    </w:tblPr>
    <w:tcPr>
      <w:shd w:val="clear" w:color="auto" w:fill="FCDEC7" w:themeFill="accent5" w:themeFillTint="3F"/>
    </w:tcPr>
    <w:tblStylePr w:type="firstRow">
      <w:rPr>
        <w:b/>
        <w:bCs/>
        <w:color w:val="000000" w:themeColor="text1"/>
      </w:rPr>
      <w:tblPr/>
      <w:tcPr>
        <w:shd w:val="clear" w:color="auto" w:fill="FDF1E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4D2" w:themeFill="accent5" w:themeFillTint="33"/>
      </w:tcPr>
    </w:tblStylePr>
    <w:tblStylePr w:type="band1Vert">
      <w:tblPr/>
      <w:tcPr>
        <w:shd w:val="clear" w:color="auto" w:fill="F9BC8F" w:themeFill="accent5" w:themeFillTint="7F"/>
      </w:tcPr>
    </w:tblStylePr>
    <w:tblStylePr w:type="band1Horz">
      <w:tblPr/>
      <w:tcPr>
        <w:tcBorders>
          <w:insideH w:val="single" w:sz="6" w:space="0" w:color="F37B20" w:themeColor="accent5"/>
          <w:insideV w:val="single" w:sz="6" w:space="0" w:color="F37B20" w:themeColor="accent5"/>
        </w:tcBorders>
        <w:shd w:val="clear" w:color="auto" w:fill="F9BC8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AB4E09" w:themeColor="accent6"/>
        <w:left w:val="single" w:sz="8" w:space="0" w:color="AB4E09" w:themeColor="accent6"/>
        <w:bottom w:val="single" w:sz="8" w:space="0" w:color="AB4E09" w:themeColor="accent6"/>
        <w:right w:val="single" w:sz="8" w:space="0" w:color="AB4E09" w:themeColor="accent6"/>
        <w:insideH w:val="single" w:sz="8" w:space="0" w:color="AB4E09" w:themeColor="accent6"/>
        <w:insideV w:val="single" w:sz="8" w:space="0" w:color="AB4E09" w:themeColor="accent6"/>
      </w:tblBorders>
      <w:tblCellMar>
        <w:top w:w="0" w:type="dxa"/>
        <w:left w:w="108" w:type="dxa"/>
        <w:bottom w:w="0" w:type="dxa"/>
        <w:right w:w="108" w:type="dxa"/>
      </w:tblCellMar>
    </w:tblPr>
    <w:tcPr>
      <w:shd w:val="clear" w:color="auto" w:fill="FBD0B1" w:themeFill="accent6" w:themeFillTint="3F"/>
    </w:tcPr>
    <w:tblStylePr w:type="firstRow">
      <w:rPr>
        <w:b/>
        <w:bCs/>
        <w:color w:val="000000" w:themeColor="text1"/>
      </w:rPr>
      <w:tblPr/>
      <w:tcPr>
        <w:shd w:val="clear" w:color="auto" w:fill="FDECD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D9C0" w:themeFill="accent6" w:themeFillTint="33"/>
      </w:tcPr>
    </w:tblStylePr>
    <w:tblStylePr w:type="band1Vert">
      <w:tblPr/>
      <w:tcPr>
        <w:shd w:val="clear" w:color="auto" w:fill="F6A162" w:themeFill="accent6" w:themeFillTint="7F"/>
      </w:tcPr>
    </w:tblStylePr>
    <w:tblStylePr w:type="band1Horz">
      <w:tblPr/>
      <w:tcPr>
        <w:tcBorders>
          <w:insideH w:val="single" w:sz="6" w:space="0" w:color="AB4E09" w:themeColor="accent6"/>
          <w:insideV w:val="single" w:sz="6" w:space="0" w:color="AB4E09" w:themeColor="accent6"/>
        </w:tcBorders>
        <w:shd w:val="clear" w:color="auto" w:fill="F6A162"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69"/>
    <w:semiHidden/>
    <w:locked/>
    <w:rsid w:val="00CC1D5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locked/>
    <w:rsid w:val="00CC1D5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3D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515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515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515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515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8A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8AF" w:themeFill="accent1" w:themeFillTint="7F"/>
      </w:tcPr>
    </w:tblStylePr>
  </w:style>
  <w:style w:type="table" w:styleId="MediumGrid3-Accent2">
    <w:name w:val="Medium Grid 3 Accent 2"/>
    <w:basedOn w:val="TableNormal"/>
    <w:uiPriority w:val="69"/>
    <w:semiHidden/>
    <w:locked/>
    <w:rsid w:val="00CC1D5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FD3D6"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64D5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64D5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64D5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64D5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A6A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A6AD" w:themeFill="accent2" w:themeFillTint="7F"/>
      </w:tcPr>
    </w:tblStylePr>
  </w:style>
  <w:style w:type="table" w:styleId="MediumGrid3-Accent3">
    <w:name w:val="Medium Grid 3 Accent 3"/>
    <w:basedOn w:val="TableNormal"/>
    <w:uiPriority w:val="69"/>
    <w:semiHidden/>
    <w:locked/>
    <w:rsid w:val="00CC1D5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CD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6B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6B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6B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6B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9B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9B8FF" w:themeFill="accent3" w:themeFillTint="7F"/>
      </w:tcPr>
    </w:tblStylePr>
  </w:style>
  <w:style w:type="table" w:styleId="MediumGrid3-Accent4">
    <w:name w:val="Medium Grid 3 Accent 4"/>
    <w:basedOn w:val="TableNormal"/>
    <w:uiPriority w:val="69"/>
    <w:semiHidden/>
    <w:locked/>
    <w:rsid w:val="00CC1D5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4E3F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392D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392D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392D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392D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9C8E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9C8EB" w:themeFill="accent4" w:themeFillTint="7F"/>
      </w:tcPr>
    </w:tblStylePr>
  </w:style>
  <w:style w:type="table" w:styleId="MediumGrid3-Accent5">
    <w:name w:val="Medium Grid 3 Accent 5"/>
    <w:basedOn w:val="TableNormal"/>
    <w:uiPriority w:val="69"/>
    <w:semiHidden/>
    <w:locked/>
    <w:rsid w:val="00CC1D5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CDEC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37B2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37B2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37B2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37B2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C8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C8F" w:themeFill="accent5" w:themeFillTint="7F"/>
      </w:tcPr>
    </w:tblStylePr>
  </w:style>
  <w:style w:type="table" w:styleId="MediumGrid3-Accent6">
    <w:name w:val="Medium Grid 3 Accent 6"/>
    <w:basedOn w:val="TableNormal"/>
    <w:uiPriority w:val="69"/>
    <w:semiHidden/>
    <w:locked/>
    <w:rsid w:val="00CC1D5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BD0B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4E0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4E0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4E0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4E0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A16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A162" w:themeFill="accent6" w:themeFillTint="7F"/>
      </w:tcPr>
    </w:tblStylePr>
  </w:style>
  <w:style w:type="table" w:customStyle="1" w:styleId="MediumList11">
    <w:name w:val="Medium List 11"/>
    <w:basedOn w:val="TableNormal"/>
    <w:uiPriority w:val="65"/>
    <w:semiHidden/>
    <w:locked/>
    <w:rsid w:val="00CC1D52"/>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64D5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Normal"/>
    <w:uiPriority w:val="65"/>
    <w:semiHidden/>
    <w:locked/>
    <w:rsid w:val="00CC1D52"/>
    <w:rPr>
      <w:color w:val="000000" w:themeColor="text1"/>
    </w:rPr>
    <w:tblPr>
      <w:tblStyleRowBandSize w:val="1"/>
      <w:tblStyleColBandSize w:val="1"/>
      <w:tblInd w:w="0" w:type="dxa"/>
      <w:tblBorders>
        <w:top w:val="single" w:sz="8" w:space="0" w:color="4A5158" w:themeColor="accent1"/>
        <w:bottom w:val="single" w:sz="8" w:space="0" w:color="4A5158"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A5158" w:themeColor="accent1"/>
        </w:tcBorders>
      </w:tcPr>
    </w:tblStylePr>
    <w:tblStylePr w:type="lastRow">
      <w:rPr>
        <w:b/>
        <w:bCs/>
        <w:color w:val="464D53" w:themeColor="text2"/>
      </w:rPr>
      <w:tblPr/>
      <w:tcPr>
        <w:tcBorders>
          <w:top w:val="single" w:sz="8" w:space="0" w:color="4A5158" w:themeColor="accent1"/>
          <w:bottom w:val="single" w:sz="8" w:space="0" w:color="4A5158" w:themeColor="accent1"/>
        </w:tcBorders>
      </w:tcPr>
    </w:tblStylePr>
    <w:tblStylePr w:type="firstCol">
      <w:rPr>
        <w:b/>
        <w:bCs/>
      </w:rPr>
    </w:tblStylePr>
    <w:tblStylePr w:type="lastCol">
      <w:rPr>
        <w:b/>
        <w:bCs/>
      </w:rPr>
      <w:tblPr/>
      <w:tcPr>
        <w:tcBorders>
          <w:top w:val="single" w:sz="8" w:space="0" w:color="4A5158" w:themeColor="accent1"/>
          <w:bottom w:val="single" w:sz="8" w:space="0" w:color="4A5158" w:themeColor="accent1"/>
        </w:tcBorders>
      </w:tcPr>
    </w:tblStylePr>
    <w:tblStylePr w:type="band1Vert">
      <w:tblPr/>
      <w:tcPr>
        <w:shd w:val="clear" w:color="auto" w:fill="D0D3D7" w:themeFill="accent1" w:themeFillTint="3F"/>
      </w:tcPr>
    </w:tblStylePr>
    <w:tblStylePr w:type="band1Horz">
      <w:tblPr/>
      <w:tcPr>
        <w:shd w:val="clear" w:color="auto" w:fill="D0D3D7" w:themeFill="accent1" w:themeFillTint="3F"/>
      </w:tcPr>
    </w:tblStylePr>
  </w:style>
  <w:style w:type="table" w:styleId="MediumList1-Accent2">
    <w:name w:val="Medium List 1 Accent 2"/>
    <w:basedOn w:val="TableNormal"/>
    <w:uiPriority w:val="65"/>
    <w:semiHidden/>
    <w:locked/>
    <w:rsid w:val="00CC1D52"/>
    <w:rPr>
      <w:color w:val="000000" w:themeColor="text1"/>
    </w:rPr>
    <w:tblPr>
      <w:tblStyleRowBandSize w:val="1"/>
      <w:tblStyleColBandSize w:val="1"/>
      <w:tblInd w:w="0" w:type="dxa"/>
      <w:tblBorders>
        <w:top w:val="single" w:sz="8" w:space="0" w:color="464D53" w:themeColor="accent2"/>
        <w:bottom w:val="single" w:sz="8" w:space="0" w:color="464D53"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64D53" w:themeColor="accent2"/>
        </w:tcBorders>
      </w:tcPr>
    </w:tblStylePr>
    <w:tblStylePr w:type="lastRow">
      <w:rPr>
        <w:b/>
        <w:bCs/>
        <w:color w:val="464D53" w:themeColor="text2"/>
      </w:rPr>
      <w:tblPr/>
      <w:tcPr>
        <w:tcBorders>
          <w:top w:val="single" w:sz="8" w:space="0" w:color="464D53" w:themeColor="accent2"/>
          <w:bottom w:val="single" w:sz="8" w:space="0" w:color="464D53" w:themeColor="accent2"/>
        </w:tcBorders>
      </w:tcPr>
    </w:tblStylePr>
    <w:tblStylePr w:type="firstCol">
      <w:rPr>
        <w:b/>
        <w:bCs/>
      </w:rPr>
    </w:tblStylePr>
    <w:tblStylePr w:type="lastCol">
      <w:rPr>
        <w:b/>
        <w:bCs/>
      </w:rPr>
      <w:tblPr/>
      <w:tcPr>
        <w:tcBorders>
          <w:top w:val="single" w:sz="8" w:space="0" w:color="464D53" w:themeColor="accent2"/>
          <w:bottom w:val="single" w:sz="8" w:space="0" w:color="464D53" w:themeColor="accent2"/>
        </w:tcBorders>
      </w:tcPr>
    </w:tblStylePr>
    <w:tblStylePr w:type="band1Vert">
      <w:tblPr/>
      <w:tcPr>
        <w:shd w:val="clear" w:color="auto" w:fill="CFD3D6" w:themeFill="accent2" w:themeFillTint="3F"/>
      </w:tcPr>
    </w:tblStylePr>
    <w:tblStylePr w:type="band1Horz">
      <w:tblPr/>
      <w:tcPr>
        <w:shd w:val="clear" w:color="auto" w:fill="CFD3D6" w:themeFill="accent2" w:themeFillTint="3F"/>
      </w:tcPr>
    </w:tblStylePr>
  </w:style>
  <w:style w:type="table" w:styleId="MediumList1-Accent3">
    <w:name w:val="Medium List 1 Accent 3"/>
    <w:basedOn w:val="TableNormal"/>
    <w:uiPriority w:val="65"/>
    <w:semiHidden/>
    <w:locked/>
    <w:rsid w:val="00CC1D52"/>
    <w:rPr>
      <w:color w:val="000000" w:themeColor="text1"/>
    </w:rPr>
    <w:tblPr>
      <w:tblStyleRowBandSize w:val="1"/>
      <w:tblStyleColBandSize w:val="1"/>
      <w:tblInd w:w="0" w:type="dxa"/>
      <w:tblBorders>
        <w:top w:val="single" w:sz="8" w:space="0" w:color="0066B2" w:themeColor="accent3"/>
        <w:bottom w:val="single" w:sz="8" w:space="0" w:color="0066B2"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66B2" w:themeColor="accent3"/>
        </w:tcBorders>
      </w:tcPr>
    </w:tblStylePr>
    <w:tblStylePr w:type="lastRow">
      <w:rPr>
        <w:b/>
        <w:bCs/>
        <w:color w:val="464D53" w:themeColor="text2"/>
      </w:rPr>
      <w:tblPr/>
      <w:tcPr>
        <w:tcBorders>
          <w:top w:val="single" w:sz="8" w:space="0" w:color="0066B2" w:themeColor="accent3"/>
          <w:bottom w:val="single" w:sz="8" w:space="0" w:color="0066B2" w:themeColor="accent3"/>
        </w:tcBorders>
      </w:tcPr>
    </w:tblStylePr>
    <w:tblStylePr w:type="firstCol">
      <w:rPr>
        <w:b/>
        <w:bCs/>
      </w:rPr>
    </w:tblStylePr>
    <w:tblStylePr w:type="lastCol">
      <w:rPr>
        <w:b/>
        <w:bCs/>
      </w:rPr>
      <w:tblPr/>
      <w:tcPr>
        <w:tcBorders>
          <w:top w:val="single" w:sz="8" w:space="0" w:color="0066B2" w:themeColor="accent3"/>
          <w:bottom w:val="single" w:sz="8" w:space="0" w:color="0066B2" w:themeColor="accent3"/>
        </w:tcBorders>
      </w:tcPr>
    </w:tblStylePr>
    <w:tblStylePr w:type="band1Vert">
      <w:tblPr/>
      <w:tcPr>
        <w:shd w:val="clear" w:color="auto" w:fill="ACDBFF" w:themeFill="accent3" w:themeFillTint="3F"/>
      </w:tcPr>
    </w:tblStylePr>
    <w:tblStylePr w:type="band1Horz">
      <w:tblPr/>
      <w:tcPr>
        <w:shd w:val="clear" w:color="auto" w:fill="ACDBFF" w:themeFill="accent3" w:themeFillTint="3F"/>
      </w:tcPr>
    </w:tblStylePr>
  </w:style>
  <w:style w:type="table" w:styleId="MediumList1-Accent4">
    <w:name w:val="Medium List 1 Accent 4"/>
    <w:basedOn w:val="TableNormal"/>
    <w:uiPriority w:val="65"/>
    <w:semiHidden/>
    <w:locked/>
    <w:rsid w:val="00CC1D52"/>
    <w:rPr>
      <w:color w:val="000000" w:themeColor="text1"/>
    </w:rPr>
    <w:tblPr>
      <w:tblStyleRowBandSize w:val="1"/>
      <w:tblStyleColBandSize w:val="1"/>
      <w:tblInd w:w="0" w:type="dxa"/>
      <w:tblBorders>
        <w:top w:val="single" w:sz="8" w:space="0" w:color="5392D7" w:themeColor="accent4"/>
        <w:bottom w:val="single" w:sz="8" w:space="0" w:color="5392D7"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392D7" w:themeColor="accent4"/>
        </w:tcBorders>
      </w:tcPr>
    </w:tblStylePr>
    <w:tblStylePr w:type="lastRow">
      <w:rPr>
        <w:b/>
        <w:bCs/>
        <w:color w:val="464D53" w:themeColor="text2"/>
      </w:rPr>
      <w:tblPr/>
      <w:tcPr>
        <w:tcBorders>
          <w:top w:val="single" w:sz="8" w:space="0" w:color="5392D7" w:themeColor="accent4"/>
          <w:bottom w:val="single" w:sz="8" w:space="0" w:color="5392D7" w:themeColor="accent4"/>
        </w:tcBorders>
      </w:tcPr>
    </w:tblStylePr>
    <w:tblStylePr w:type="firstCol">
      <w:rPr>
        <w:b/>
        <w:bCs/>
      </w:rPr>
    </w:tblStylePr>
    <w:tblStylePr w:type="lastCol">
      <w:rPr>
        <w:b/>
        <w:bCs/>
      </w:rPr>
      <w:tblPr/>
      <w:tcPr>
        <w:tcBorders>
          <w:top w:val="single" w:sz="8" w:space="0" w:color="5392D7" w:themeColor="accent4"/>
          <w:bottom w:val="single" w:sz="8" w:space="0" w:color="5392D7" w:themeColor="accent4"/>
        </w:tcBorders>
      </w:tcPr>
    </w:tblStylePr>
    <w:tblStylePr w:type="band1Vert">
      <w:tblPr/>
      <w:tcPr>
        <w:shd w:val="clear" w:color="auto" w:fill="D4E3F5" w:themeFill="accent4" w:themeFillTint="3F"/>
      </w:tcPr>
    </w:tblStylePr>
    <w:tblStylePr w:type="band1Horz">
      <w:tblPr/>
      <w:tcPr>
        <w:shd w:val="clear" w:color="auto" w:fill="D4E3F5" w:themeFill="accent4" w:themeFillTint="3F"/>
      </w:tcPr>
    </w:tblStylePr>
  </w:style>
  <w:style w:type="table" w:styleId="MediumList1-Accent5">
    <w:name w:val="Medium List 1 Accent 5"/>
    <w:basedOn w:val="TableNormal"/>
    <w:uiPriority w:val="65"/>
    <w:semiHidden/>
    <w:locked/>
    <w:rsid w:val="00CC1D52"/>
    <w:rPr>
      <w:color w:val="000000" w:themeColor="text1"/>
    </w:rPr>
    <w:tblPr>
      <w:tblStyleRowBandSize w:val="1"/>
      <w:tblStyleColBandSize w:val="1"/>
      <w:tblInd w:w="0" w:type="dxa"/>
      <w:tblBorders>
        <w:top w:val="single" w:sz="8" w:space="0" w:color="F37B20" w:themeColor="accent5"/>
        <w:bottom w:val="single" w:sz="8" w:space="0" w:color="F37B20"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37B20" w:themeColor="accent5"/>
        </w:tcBorders>
      </w:tcPr>
    </w:tblStylePr>
    <w:tblStylePr w:type="lastRow">
      <w:rPr>
        <w:b/>
        <w:bCs/>
        <w:color w:val="464D53" w:themeColor="text2"/>
      </w:rPr>
      <w:tblPr/>
      <w:tcPr>
        <w:tcBorders>
          <w:top w:val="single" w:sz="8" w:space="0" w:color="F37B20" w:themeColor="accent5"/>
          <w:bottom w:val="single" w:sz="8" w:space="0" w:color="F37B20" w:themeColor="accent5"/>
        </w:tcBorders>
      </w:tcPr>
    </w:tblStylePr>
    <w:tblStylePr w:type="firstCol">
      <w:rPr>
        <w:b/>
        <w:bCs/>
      </w:rPr>
    </w:tblStylePr>
    <w:tblStylePr w:type="lastCol">
      <w:rPr>
        <w:b/>
        <w:bCs/>
      </w:rPr>
      <w:tblPr/>
      <w:tcPr>
        <w:tcBorders>
          <w:top w:val="single" w:sz="8" w:space="0" w:color="F37B20" w:themeColor="accent5"/>
          <w:bottom w:val="single" w:sz="8" w:space="0" w:color="F37B20" w:themeColor="accent5"/>
        </w:tcBorders>
      </w:tcPr>
    </w:tblStylePr>
    <w:tblStylePr w:type="band1Vert">
      <w:tblPr/>
      <w:tcPr>
        <w:shd w:val="clear" w:color="auto" w:fill="FCDEC7" w:themeFill="accent5" w:themeFillTint="3F"/>
      </w:tcPr>
    </w:tblStylePr>
    <w:tblStylePr w:type="band1Horz">
      <w:tblPr/>
      <w:tcPr>
        <w:shd w:val="clear" w:color="auto" w:fill="FCDEC7" w:themeFill="accent5" w:themeFillTint="3F"/>
      </w:tcPr>
    </w:tblStylePr>
  </w:style>
  <w:style w:type="table" w:styleId="MediumList1-Accent6">
    <w:name w:val="Medium List 1 Accent 6"/>
    <w:basedOn w:val="TableNormal"/>
    <w:uiPriority w:val="65"/>
    <w:semiHidden/>
    <w:locked/>
    <w:rsid w:val="00CC1D52"/>
    <w:rPr>
      <w:color w:val="000000" w:themeColor="text1"/>
    </w:rPr>
    <w:tblPr>
      <w:tblStyleRowBandSize w:val="1"/>
      <w:tblStyleColBandSize w:val="1"/>
      <w:tblInd w:w="0" w:type="dxa"/>
      <w:tblBorders>
        <w:top w:val="single" w:sz="8" w:space="0" w:color="AB4E09" w:themeColor="accent6"/>
        <w:bottom w:val="single" w:sz="8" w:space="0" w:color="AB4E09"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B4E09" w:themeColor="accent6"/>
        </w:tcBorders>
      </w:tcPr>
    </w:tblStylePr>
    <w:tblStylePr w:type="lastRow">
      <w:rPr>
        <w:b/>
        <w:bCs/>
        <w:color w:val="464D53" w:themeColor="text2"/>
      </w:rPr>
      <w:tblPr/>
      <w:tcPr>
        <w:tcBorders>
          <w:top w:val="single" w:sz="8" w:space="0" w:color="AB4E09" w:themeColor="accent6"/>
          <w:bottom w:val="single" w:sz="8" w:space="0" w:color="AB4E09" w:themeColor="accent6"/>
        </w:tcBorders>
      </w:tcPr>
    </w:tblStylePr>
    <w:tblStylePr w:type="firstCol">
      <w:rPr>
        <w:b/>
        <w:bCs/>
      </w:rPr>
    </w:tblStylePr>
    <w:tblStylePr w:type="lastCol">
      <w:rPr>
        <w:b/>
        <w:bCs/>
      </w:rPr>
      <w:tblPr/>
      <w:tcPr>
        <w:tcBorders>
          <w:top w:val="single" w:sz="8" w:space="0" w:color="AB4E09" w:themeColor="accent6"/>
          <w:bottom w:val="single" w:sz="8" w:space="0" w:color="AB4E09" w:themeColor="accent6"/>
        </w:tcBorders>
      </w:tcPr>
    </w:tblStylePr>
    <w:tblStylePr w:type="band1Vert">
      <w:tblPr/>
      <w:tcPr>
        <w:shd w:val="clear" w:color="auto" w:fill="FBD0B1" w:themeFill="accent6" w:themeFillTint="3F"/>
      </w:tcPr>
    </w:tblStylePr>
    <w:tblStylePr w:type="band1Horz">
      <w:tblPr/>
      <w:tcPr>
        <w:shd w:val="clear" w:color="auto" w:fill="FBD0B1" w:themeFill="accent6" w:themeFillTint="3F"/>
      </w:tcPr>
    </w:tblStylePr>
  </w:style>
  <w:style w:type="table" w:customStyle="1" w:styleId="MediumList21">
    <w:name w:val="Medium List 21"/>
    <w:basedOn w:val="TableNormal"/>
    <w:uiPriority w:val="66"/>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4A5158" w:themeColor="accent1"/>
        <w:left w:val="single" w:sz="8" w:space="0" w:color="4A5158" w:themeColor="accent1"/>
        <w:bottom w:val="single" w:sz="8" w:space="0" w:color="4A5158" w:themeColor="accent1"/>
        <w:right w:val="single" w:sz="8" w:space="0" w:color="4A5158"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A5158" w:themeColor="accent1"/>
          <w:right w:val="nil"/>
          <w:insideH w:val="nil"/>
          <w:insideV w:val="nil"/>
        </w:tcBorders>
        <w:shd w:val="clear" w:color="auto" w:fill="FFFFFF" w:themeFill="background1"/>
      </w:tcPr>
    </w:tblStylePr>
    <w:tblStylePr w:type="lastRow">
      <w:tblPr/>
      <w:tcPr>
        <w:tcBorders>
          <w:top w:val="single" w:sz="8" w:space="0" w:color="4A515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A5158" w:themeColor="accent1"/>
          <w:insideH w:val="nil"/>
          <w:insideV w:val="nil"/>
        </w:tcBorders>
        <w:shd w:val="clear" w:color="auto" w:fill="FFFFFF" w:themeFill="background1"/>
      </w:tcPr>
    </w:tblStylePr>
    <w:tblStylePr w:type="lastCol">
      <w:tblPr/>
      <w:tcPr>
        <w:tcBorders>
          <w:top w:val="nil"/>
          <w:left w:val="single" w:sz="8" w:space="0" w:color="4A515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3D7" w:themeFill="accent1" w:themeFillTint="3F"/>
      </w:tcPr>
    </w:tblStylePr>
    <w:tblStylePr w:type="band1Horz">
      <w:tblPr/>
      <w:tcPr>
        <w:tcBorders>
          <w:top w:val="nil"/>
          <w:bottom w:val="nil"/>
          <w:insideH w:val="nil"/>
          <w:insideV w:val="nil"/>
        </w:tcBorders>
        <w:shd w:val="clear" w:color="auto" w:fill="D0D3D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464D53" w:themeColor="accent2"/>
        <w:left w:val="single" w:sz="8" w:space="0" w:color="464D53" w:themeColor="accent2"/>
        <w:bottom w:val="single" w:sz="8" w:space="0" w:color="464D53" w:themeColor="accent2"/>
        <w:right w:val="single" w:sz="8" w:space="0" w:color="464D53"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464D53" w:themeColor="accent2"/>
          <w:right w:val="nil"/>
          <w:insideH w:val="nil"/>
          <w:insideV w:val="nil"/>
        </w:tcBorders>
        <w:shd w:val="clear" w:color="auto" w:fill="FFFFFF" w:themeFill="background1"/>
      </w:tcPr>
    </w:tblStylePr>
    <w:tblStylePr w:type="lastRow">
      <w:tblPr/>
      <w:tcPr>
        <w:tcBorders>
          <w:top w:val="single" w:sz="8" w:space="0" w:color="464D53"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64D53" w:themeColor="accent2"/>
          <w:insideH w:val="nil"/>
          <w:insideV w:val="nil"/>
        </w:tcBorders>
        <w:shd w:val="clear" w:color="auto" w:fill="FFFFFF" w:themeFill="background1"/>
      </w:tcPr>
    </w:tblStylePr>
    <w:tblStylePr w:type="lastCol">
      <w:tblPr/>
      <w:tcPr>
        <w:tcBorders>
          <w:top w:val="nil"/>
          <w:left w:val="single" w:sz="8" w:space="0" w:color="464D5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3D6" w:themeFill="accent2" w:themeFillTint="3F"/>
      </w:tcPr>
    </w:tblStylePr>
    <w:tblStylePr w:type="band1Horz">
      <w:tblPr/>
      <w:tcPr>
        <w:tcBorders>
          <w:top w:val="nil"/>
          <w:bottom w:val="nil"/>
          <w:insideH w:val="nil"/>
          <w:insideV w:val="nil"/>
        </w:tcBorders>
        <w:shd w:val="clear" w:color="auto" w:fill="CFD3D6"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0066B2" w:themeColor="accent3"/>
        <w:left w:val="single" w:sz="8" w:space="0" w:color="0066B2" w:themeColor="accent3"/>
        <w:bottom w:val="single" w:sz="8" w:space="0" w:color="0066B2" w:themeColor="accent3"/>
        <w:right w:val="single" w:sz="8" w:space="0" w:color="0066B2"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0066B2" w:themeColor="accent3"/>
          <w:right w:val="nil"/>
          <w:insideH w:val="nil"/>
          <w:insideV w:val="nil"/>
        </w:tcBorders>
        <w:shd w:val="clear" w:color="auto" w:fill="FFFFFF" w:themeFill="background1"/>
      </w:tcPr>
    </w:tblStylePr>
    <w:tblStylePr w:type="lastRow">
      <w:tblPr/>
      <w:tcPr>
        <w:tcBorders>
          <w:top w:val="single" w:sz="8" w:space="0" w:color="0066B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6B2" w:themeColor="accent3"/>
          <w:insideH w:val="nil"/>
          <w:insideV w:val="nil"/>
        </w:tcBorders>
        <w:shd w:val="clear" w:color="auto" w:fill="FFFFFF" w:themeFill="background1"/>
      </w:tcPr>
    </w:tblStylePr>
    <w:tblStylePr w:type="lastCol">
      <w:tblPr/>
      <w:tcPr>
        <w:tcBorders>
          <w:top w:val="nil"/>
          <w:left w:val="single" w:sz="8" w:space="0" w:color="0066B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CDBFF" w:themeFill="accent3" w:themeFillTint="3F"/>
      </w:tcPr>
    </w:tblStylePr>
    <w:tblStylePr w:type="band1Horz">
      <w:tblPr/>
      <w:tcPr>
        <w:tcBorders>
          <w:top w:val="nil"/>
          <w:bottom w:val="nil"/>
          <w:insideH w:val="nil"/>
          <w:insideV w:val="nil"/>
        </w:tcBorders>
        <w:shd w:val="clear" w:color="auto" w:fill="ACD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5392D7" w:themeColor="accent4"/>
        <w:left w:val="single" w:sz="8" w:space="0" w:color="5392D7" w:themeColor="accent4"/>
        <w:bottom w:val="single" w:sz="8" w:space="0" w:color="5392D7" w:themeColor="accent4"/>
        <w:right w:val="single" w:sz="8" w:space="0" w:color="5392D7"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5392D7" w:themeColor="accent4"/>
          <w:right w:val="nil"/>
          <w:insideH w:val="nil"/>
          <w:insideV w:val="nil"/>
        </w:tcBorders>
        <w:shd w:val="clear" w:color="auto" w:fill="FFFFFF" w:themeFill="background1"/>
      </w:tcPr>
    </w:tblStylePr>
    <w:tblStylePr w:type="lastRow">
      <w:tblPr/>
      <w:tcPr>
        <w:tcBorders>
          <w:top w:val="single" w:sz="8" w:space="0" w:color="5392D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392D7" w:themeColor="accent4"/>
          <w:insideH w:val="nil"/>
          <w:insideV w:val="nil"/>
        </w:tcBorders>
        <w:shd w:val="clear" w:color="auto" w:fill="FFFFFF" w:themeFill="background1"/>
      </w:tcPr>
    </w:tblStylePr>
    <w:tblStylePr w:type="lastCol">
      <w:tblPr/>
      <w:tcPr>
        <w:tcBorders>
          <w:top w:val="nil"/>
          <w:left w:val="single" w:sz="8" w:space="0" w:color="5392D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4E3F5" w:themeFill="accent4" w:themeFillTint="3F"/>
      </w:tcPr>
    </w:tblStylePr>
    <w:tblStylePr w:type="band1Horz">
      <w:tblPr/>
      <w:tcPr>
        <w:tcBorders>
          <w:top w:val="nil"/>
          <w:bottom w:val="nil"/>
          <w:insideH w:val="nil"/>
          <w:insideV w:val="nil"/>
        </w:tcBorders>
        <w:shd w:val="clear" w:color="auto" w:fill="D4E3F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F37B20" w:themeColor="accent5"/>
        <w:left w:val="single" w:sz="8" w:space="0" w:color="F37B20" w:themeColor="accent5"/>
        <w:bottom w:val="single" w:sz="8" w:space="0" w:color="F37B20" w:themeColor="accent5"/>
        <w:right w:val="single" w:sz="8" w:space="0" w:color="F37B20"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F37B20" w:themeColor="accent5"/>
          <w:right w:val="nil"/>
          <w:insideH w:val="nil"/>
          <w:insideV w:val="nil"/>
        </w:tcBorders>
        <w:shd w:val="clear" w:color="auto" w:fill="FFFFFF" w:themeFill="background1"/>
      </w:tcPr>
    </w:tblStylePr>
    <w:tblStylePr w:type="lastRow">
      <w:tblPr/>
      <w:tcPr>
        <w:tcBorders>
          <w:top w:val="single" w:sz="8" w:space="0" w:color="F37B2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37B20" w:themeColor="accent5"/>
          <w:insideH w:val="nil"/>
          <w:insideV w:val="nil"/>
        </w:tcBorders>
        <w:shd w:val="clear" w:color="auto" w:fill="FFFFFF" w:themeFill="background1"/>
      </w:tcPr>
    </w:tblStylePr>
    <w:tblStylePr w:type="lastCol">
      <w:tblPr/>
      <w:tcPr>
        <w:tcBorders>
          <w:top w:val="nil"/>
          <w:left w:val="single" w:sz="8" w:space="0" w:color="F37B2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EC7" w:themeFill="accent5" w:themeFillTint="3F"/>
      </w:tcPr>
    </w:tblStylePr>
    <w:tblStylePr w:type="band1Horz">
      <w:tblPr/>
      <w:tcPr>
        <w:tcBorders>
          <w:top w:val="nil"/>
          <w:bottom w:val="nil"/>
          <w:insideH w:val="nil"/>
          <w:insideV w:val="nil"/>
        </w:tcBorders>
        <w:shd w:val="clear" w:color="auto" w:fill="FCDEC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locked/>
    <w:rsid w:val="00CC1D52"/>
    <w:rPr>
      <w:rFonts w:asciiTheme="majorHAnsi" w:eastAsiaTheme="majorEastAsia" w:hAnsiTheme="majorHAnsi" w:cstheme="majorBidi"/>
      <w:color w:val="000000" w:themeColor="text1"/>
    </w:rPr>
    <w:tblPr>
      <w:tblStyleRowBandSize w:val="1"/>
      <w:tblStyleColBandSize w:val="1"/>
      <w:tblInd w:w="0" w:type="dxa"/>
      <w:tblBorders>
        <w:top w:val="single" w:sz="8" w:space="0" w:color="AB4E09" w:themeColor="accent6"/>
        <w:left w:val="single" w:sz="8" w:space="0" w:color="AB4E09" w:themeColor="accent6"/>
        <w:bottom w:val="single" w:sz="8" w:space="0" w:color="AB4E09" w:themeColor="accent6"/>
        <w:right w:val="single" w:sz="8" w:space="0" w:color="AB4E09"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AB4E09" w:themeColor="accent6"/>
          <w:right w:val="nil"/>
          <w:insideH w:val="nil"/>
          <w:insideV w:val="nil"/>
        </w:tcBorders>
        <w:shd w:val="clear" w:color="auto" w:fill="FFFFFF" w:themeFill="background1"/>
      </w:tcPr>
    </w:tblStylePr>
    <w:tblStylePr w:type="lastRow">
      <w:tblPr/>
      <w:tcPr>
        <w:tcBorders>
          <w:top w:val="single" w:sz="8" w:space="0" w:color="AB4E09"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4E09" w:themeColor="accent6"/>
          <w:insideH w:val="nil"/>
          <w:insideV w:val="nil"/>
        </w:tcBorders>
        <w:shd w:val="clear" w:color="auto" w:fill="FFFFFF" w:themeFill="background1"/>
      </w:tcPr>
    </w:tblStylePr>
    <w:tblStylePr w:type="lastCol">
      <w:tblPr/>
      <w:tcPr>
        <w:tcBorders>
          <w:top w:val="nil"/>
          <w:left w:val="single" w:sz="8" w:space="0" w:color="AB4E0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0B1" w:themeFill="accent6" w:themeFillTint="3F"/>
      </w:tcPr>
    </w:tblStylePr>
    <w:tblStylePr w:type="band1Horz">
      <w:tblPr/>
      <w:tcPr>
        <w:tcBorders>
          <w:top w:val="nil"/>
          <w:bottom w:val="nil"/>
          <w:insideH w:val="nil"/>
          <w:insideV w:val="nil"/>
        </w:tcBorders>
        <w:shd w:val="clear" w:color="auto" w:fill="FBD0B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63"/>
    <w:semiHidden/>
    <w:locked/>
    <w:rsid w:val="00CC1D52"/>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semiHidden/>
    <w:locked/>
    <w:rsid w:val="00CC1D52"/>
    <w:tblPr>
      <w:tblStyleRowBandSize w:val="1"/>
      <w:tblStyleColBandSize w:val="1"/>
      <w:tblInd w:w="0" w:type="dxa"/>
      <w:tblBorders>
        <w:top w:val="single" w:sz="8" w:space="0" w:color="727C87" w:themeColor="accent1" w:themeTint="BF"/>
        <w:left w:val="single" w:sz="8" w:space="0" w:color="727C87" w:themeColor="accent1" w:themeTint="BF"/>
        <w:bottom w:val="single" w:sz="8" w:space="0" w:color="727C87" w:themeColor="accent1" w:themeTint="BF"/>
        <w:right w:val="single" w:sz="8" w:space="0" w:color="727C87" w:themeColor="accent1" w:themeTint="BF"/>
        <w:insideH w:val="single" w:sz="8" w:space="0" w:color="727C87"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7C87" w:themeColor="accent1" w:themeTint="BF"/>
          <w:left w:val="single" w:sz="8" w:space="0" w:color="727C87" w:themeColor="accent1" w:themeTint="BF"/>
          <w:bottom w:val="single" w:sz="8" w:space="0" w:color="727C87" w:themeColor="accent1" w:themeTint="BF"/>
          <w:right w:val="single" w:sz="8" w:space="0" w:color="727C87" w:themeColor="accent1" w:themeTint="BF"/>
          <w:insideH w:val="nil"/>
          <w:insideV w:val="nil"/>
        </w:tcBorders>
        <w:shd w:val="clear" w:color="auto" w:fill="4A5158" w:themeFill="accent1"/>
      </w:tcPr>
    </w:tblStylePr>
    <w:tblStylePr w:type="lastRow">
      <w:pPr>
        <w:spacing w:before="0" w:after="0" w:line="240" w:lineRule="auto"/>
      </w:pPr>
      <w:rPr>
        <w:b/>
        <w:bCs/>
      </w:rPr>
      <w:tblPr/>
      <w:tcPr>
        <w:tcBorders>
          <w:top w:val="double" w:sz="6" w:space="0" w:color="727C87" w:themeColor="accent1" w:themeTint="BF"/>
          <w:left w:val="single" w:sz="8" w:space="0" w:color="727C87" w:themeColor="accent1" w:themeTint="BF"/>
          <w:bottom w:val="single" w:sz="8" w:space="0" w:color="727C87" w:themeColor="accent1" w:themeTint="BF"/>
          <w:right w:val="single" w:sz="8" w:space="0" w:color="727C8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3D7" w:themeFill="accent1" w:themeFillTint="3F"/>
      </w:tcPr>
    </w:tblStylePr>
    <w:tblStylePr w:type="band1Horz">
      <w:tblPr/>
      <w:tcPr>
        <w:tcBorders>
          <w:insideH w:val="nil"/>
          <w:insideV w:val="nil"/>
        </w:tcBorders>
        <w:shd w:val="clear" w:color="auto" w:fill="D0D3D7"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locked/>
    <w:rsid w:val="00CC1D52"/>
    <w:tblPr>
      <w:tblStyleRowBandSize w:val="1"/>
      <w:tblStyleColBandSize w:val="1"/>
      <w:tblInd w:w="0" w:type="dxa"/>
      <w:tblBorders>
        <w:top w:val="single" w:sz="8" w:space="0" w:color="6F7983" w:themeColor="accent2" w:themeTint="BF"/>
        <w:left w:val="single" w:sz="8" w:space="0" w:color="6F7983" w:themeColor="accent2" w:themeTint="BF"/>
        <w:bottom w:val="single" w:sz="8" w:space="0" w:color="6F7983" w:themeColor="accent2" w:themeTint="BF"/>
        <w:right w:val="single" w:sz="8" w:space="0" w:color="6F7983" w:themeColor="accent2" w:themeTint="BF"/>
        <w:insideH w:val="single" w:sz="8" w:space="0" w:color="6F7983"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6F7983" w:themeColor="accent2" w:themeTint="BF"/>
          <w:left w:val="single" w:sz="8" w:space="0" w:color="6F7983" w:themeColor="accent2" w:themeTint="BF"/>
          <w:bottom w:val="single" w:sz="8" w:space="0" w:color="6F7983" w:themeColor="accent2" w:themeTint="BF"/>
          <w:right w:val="single" w:sz="8" w:space="0" w:color="6F7983" w:themeColor="accent2" w:themeTint="BF"/>
          <w:insideH w:val="nil"/>
          <w:insideV w:val="nil"/>
        </w:tcBorders>
        <w:shd w:val="clear" w:color="auto" w:fill="464D53" w:themeFill="accent2"/>
      </w:tcPr>
    </w:tblStylePr>
    <w:tblStylePr w:type="lastRow">
      <w:pPr>
        <w:spacing w:before="0" w:after="0" w:line="240" w:lineRule="auto"/>
      </w:pPr>
      <w:rPr>
        <w:b/>
        <w:bCs/>
      </w:rPr>
      <w:tblPr/>
      <w:tcPr>
        <w:tcBorders>
          <w:top w:val="double" w:sz="6" w:space="0" w:color="6F7983" w:themeColor="accent2" w:themeTint="BF"/>
          <w:left w:val="single" w:sz="8" w:space="0" w:color="6F7983" w:themeColor="accent2" w:themeTint="BF"/>
          <w:bottom w:val="single" w:sz="8" w:space="0" w:color="6F7983" w:themeColor="accent2" w:themeTint="BF"/>
          <w:right w:val="single" w:sz="8" w:space="0" w:color="6F798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FD3D6" w:themeFill="accent2" w:themeFillTint="3F"/>
      </w:tcPr>
    </w:tblStylePr>
    <w:tblStylePr w:type="band1Horz">
      <w:tblPr/>
      <w:tcPr>
        <w:tcBorders>
          <w:insideH w:val="nil"/>
          <w:insideV w:val="nil"/>
        </w:tcBorders>
        <w:shd w:val="clear" w:color="auto" w:fill="CFD3D6"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locked/>
    <w:rsid w:val="00CC1D52"/>
    <w:tblPr>
      <w:tblStyleRowBandSize w:val="1"/>
      <w:tblStyleColBandSize w:val="1"/>
      <w:tblInd w:w="0" w:type="dxa"/>
      <w:tblBorders>
        <w:top w:val="single" w:sz="8" w:space="0" w:color="0694FF" w:themeColor="accent3" w:themeTint="BF"/>
        <w:left w:val="single" w:sz="8" w:space="0" w:color="0694FF" w:themeColor="accent3" w:themeTint="BF"/>
        <w:bottom w:val="single" w:sz="8" w:space="0" w:color="0694FF" w:themeColor="accent3" w:themeTint="BF"/>
        <w:right w:val="single" w:sz="8" w:space="0" w:color="0694FF" w:themeColor="accent3" w:themeTint="BF"/>
        <w:insideH w:val="single" w:sz="8" w:space="0" w:color="0694FF"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694FF" w:themeColor="accent3" w:themeTint="BF"/>
          <w:left w:val="single" w:sz="8" w:space="0" w:color="0694FF" w:themeColor="accent3" w:themeTint="BF"/>
          <w:bottom w:val="single" w:sz="8" w:space="0" w:color="0694FF" w:themeColor="accent3" w:themeTint="BF"/>
          <w:right w:val="single" w:sz="8" w:space="0" w:color="0694FF" w:themeColor="accent3" w:themeTint="BF"/>
          <w:insideH w:val="nil"/>
          <w:insideV w:val="nil"/>
        </w:tcBorders>
        <w:shd w:val="clear" w:color="auto" w:fill="0066B2" w:themeFill="accent3"/>
      </w:tcPr>
    </w:tblStylePr>
    <w:tblStylePr w:type="lastRow">
      <w:pPr>
        <w:spacing w:before="0" w:after="0" w:line="240" w:lineRule="auto"/>
      </w:pPr>
      <w:rPr>
        <w:b/>
        <w:bCs/>
      </w:rPr>
      <w:tblPr/>
      <w:tcPr>
        <w:tcBorders>
          <w:top w:val="double" w:sz="6" w:space="0" w:color="0694FF" w:themeColor="accent3" w:themeTint="BF"/>
          <w:left w:val="single" w:sz="8" w:space="0" w:color="0694FF" w:themeColor="accent3" w:themeTint="BF"/>
          <w:bottom w:val="single" w:sz="8" w:space="0" w:color="0694FF" w:themeColor="accent3" w:themeTint="BF"/>
          <w:right w:val="single" w:sz="8" w:space="0" w:color="069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CDBFF" w:themeFill="accent3" w:themeFillTint="3F"/>
      </w:tcPr>
    </w:tblStylePr>
    <w:tblStylePr w:type="band1Horz">
      <w:tblPr/>
      <w:tcPr>
        <w:tcBorders>
          <w:insideH w:val="nil"/>
          <w:insideV w:val="nil"/>
        </w:tcBorders>
        <w:shd w:val="clear" w:color="auto" w:fill="ACDB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locked/>
    <w:rsid w:val="00CC1D52"/>
    <w:tblPr>
      <w:tblStyleRowBandSize w:val="1"/>
      <w:tblStyleColBandSize w:val="1"/>
      <w:tblInd w:w="0" w:type="dxa"/>
      <w:tblBorders>
        <w:top w:val="single" w:sz="8" w:space="0" w:color="7EACE1" w:themeColor="accent4" w:themeTint="BF"/>
        <w:left w:val="single" w:sz="8" w:space="0" w:color="7EACE1" w:themeColor="accent4" w:themeTint="BF"/>
        <w:bottom w:val="single" w:sz="8" w:space="0" w:color="7EACE1" w:themeColor="accent4" w:themeTint="BF"/>
        <w:right w:val="single" w:sz="8" w:space="0" w:color="7EACE1" w:themeColor="accent4" w:themeTint="BF"/>
        <w:insideH w:val="single" w:sz="8" w:space="0" w:color="7EACE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EACE1" w:themeColor="accent4" w:themeTint="BF"/>
          <w:left w:val="single" w:sz="8" w:space="0" w:color="7EACE1" w:themeColor="accent4" w:themeTint="BF"/>
          <w:bottom w:val="single" w:sz="8" w:space="0" w:color="7EACE1" w:themeColor="accent4" w:themeTint="BF"/>
          <w:right w:val="single" w:sz="8" w:space="0" w:color="7EACE1" w:themeColor="accent4" w:themeTint="BF"/>
          <w:insideH w:val="nil"/>
          <w:insideV w:val="nil"/>
        </w:tcBorders>
        <w:shd w:val="clear" w:color="auto" w:fill="5392D7" w:themeFill="accent4"/>
      </w:tcPr>
    </w:tblStylePr>
    <w:tblStylePr w:type="lastRow">
      <w:pPr>
        <w:spacing w:before="0" w:after="0" w:line="240" w:lineRule="auto"/>
      </w:pPr>
      <w:rPr>
        <w:b/>
        <w:bCs/>
      </w:rPr>
      <w:tblPr/>
      <w:tcPr>
        <w:tcBorders>
          <w:top w:val="double" w:sz="6" w:space="0" w:color="7EACE1" w:themeColor="accent4" w:themeTint="BF"/>
          <w:left w:val="single" w:sz="8" w:space="0" w:color="7EACE1" w:themeColor="accent4" w:themeTint="BF"/>
          <w:bottom w:val="single" w:sz="8" w:space="0" w:color="7EACE1" w:themeColor="accent4" w:themeTint="BF"/>
          <w:right w:val="single" w:sz="8" w:space="0" w:color="7EACE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4E3F5" w:themeFill="accent4" w:themeFillTint="3F"/>
      </w:tcPr>
    </w:tblStylePr>
    <w:tblStylePr w:type="band1Horz">
      <w:tblPr/>
      <w:tcPr>
        <w:tcBorders>
          <w:insideH w:val="nil"/>
          <w:insideV w:val="nil"/>
        </w:tcBorders>
        <w:shd w:val="clear" w:color="auto" w:fill="D4E3F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locked/>
    <w:rsid w:val="00CC1D52"/>
    <w:tblPr>
      <w:tblStyleRowBandSize w:val="1"/>
      <w:tblStyleColBandSize w:val="1"/>
      <w:tblInd w:w="0" w:type="dxa"/>
      <w:tblBorders>
        <w:top w:val="single" w:sz="8" w:space="0" w:color="F69B57" w:themeColor="accent5" w:themeTint="BF"/>
        <w:left w:val="single" w:sz="8" w:space="0" w:color="F69B57" w:themeColor="accent5" w:themeTint="BF"/>
        <w:bottom w:val="single" w:sz="8" w:space="0" w:color="F69B57" w:themeColor="accent5" w:themeTint="BF"/>
        <w:right w:val="single" w:sz="8" w:space="0" w:color="F69B57" w:themeColor="accent5" w:themeTint="BF"/>
        <w:insideH w:val="single" w:sz="8" w:space="0" w:color="F69B57"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69B57" w:themeColor="accent5" w:themeTint="BF"/>
          <w:left w:val="single" w:sz="8" w:space="0" w:color="F69B57" w:themeColor="accent5" w:themeTint="BF"/>
          <w:bottom w:val="single" w:sz="8" w:space="0" w:color="F69B57" w:themeColor="accent5" w:themeTint="BF"/>
          <w:right w:val="single" w:sz="8" w:space="0" w:color="F69B57" w:themeColor="accent5" w:themeTint="BF"/>
          <w:insideH w:val="nil"/>
          <w:insideV w:val="nil"/>
        </w:tcBorders>
        <w:shd w:val="clear" w:color="auto" w:fill="F37B20" w:themeFill="accent5"/>
      </w:tcPr>
    </w:tblStylePr>
    <w:tblStylePr w:type="lastRow">
      <w:pPr>
        <w:spacing w:before="0" w:after="0" w:line="240" w:lineRule="auto"/>
      </w:pPr>
      <w:rPr>
        <w:b/>
        <w:bCs/>
      </w:rPr>
      <w:tblPr/>
      <w:tcPr>
        <w:tcBorders>
          <w:top w:val="double" w:sz="6" w:space="0" w:color="F69B57" w:themeColor="accent5" w:themeTint="BF"/>
          <w:left w:val="single" w:sz="8" w:space="0" w:color="F69B57" w:themeColor="accent5" w:themeTint="BF"/>
          <w:bottom w:val="single" w:sz="8" w:space="0" w:color="F69B57" w:themeColor="accent5" w:themeTint="BF"/>
          <w:right w:val="single" w:sz="8" w:space="0" w:color="F69B57"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DEC7" w:themeFill="accent5" w:themeFillTint="3F"/>
      </w:tcPr>
    </w:tblStylePr>
    <w:tblStylePr w:type="band1Horz">
      <w:tblPr/>
      <w:tcPr>
        <w:tcBorders>
          <w:insideH w:val="nil"/>
          <w:insideV w:val="nil"/>
        </w:tcBorders>
        <w:shd w:val="clear" w:color="auto" w:fill="FCDEC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locked/>
    <w:rsid w:val="00CC1D52"/>
    <w:tblPr>
      <w:tblStyleRowBandSize w:val="1"/>
      <w:tblStyleColBandSize w:val="1"/>
      <w:tblInd w:w="0" w:type="dxa"/>
      <w:tblBorders>
        <w:top w:val="single" w:sz="8" w:space="0" w:color="F27214" w:themeColor="accent6" w:themeTint="BF"/>
        <w:left w:val="single" w:sz="8" w:space="0" w:color="F27214" w:themeColor="accent6" w:themeTint="BF"/>
        <w:bottom w:val="single" w:sz="8" w:space="0" w:color="F27214" w:themeColor="accent6" w:themeTint="BF"/>
        <w:right w:val="single" w:sz="8" w:space="0" w:color="F27214" w:themeColor="accent6" w:themeTint="BF"/>
        <w:insideH w:val="single" w:sz="8" w:space="0" w:color="F2721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27214" w:themeColor="accent6" w:themeTint="BF"/>
          <w:left w:val="single" w:sz="8" w:space="0" w:color="F27214" w:themeColor="accent6" w:themeTint="BF"/>
          <w:bottom w:val="single" w:sz="8" w:space="0" w:color="F27214" w:themeColor="accent6" w:themeTint="BF"/>
          <w:right w:val="single" w:sz="8" w:space="0" w:color="F27214" w:themeColor="accent6" w:themeTint="BF"/>
          <w:insideH w:val="nil"/>
          <w:insideV w:val="nil"/>
        </w:tcBorders>
        <w:shd w:val="clear" w:color="auto" w:fill="AB4E09" w:themeFill="accent6"/>
      </w:tcPr>
    </w:tblStylePr>
    <w:tblStylePr w:type="lastRow">
      <w:pPr>
        <w:spacing w:before="0" w:after="0" w:line="240" w:lineRule="auto"/>
      </w:pPr>
      <w:rPr>
        <w:b/>
        <w:bCs/>
      </w:rPr>
      <w:tblPr/>
      <w:tcPr>
        <w:tcBorders>
          <w:top w:val="double" w:sz="6" w:space="0" w:color="F27214" w:themeColor="accent6" w:themeTint="BF"/>
          <w:left w:val="single" w:sz="8" w:space="0" w:color="F27214" w:themeColor="accent6" w:themeTint="BF"/>
          <w:bottom w:val="single" w:sz="8" w:space="0" w:color="F27214" w:themeColor="accent6" w:themeTint="BF"/>
          <w:right w:val="single" w:sz="8" w:space="0" w:color="F2721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D0B1" w:themeFill="accent6" w:themeFillTint="3F"/>
      </w:tcPr>
    </w:tblStylePr>
    <w:tblStylePr w:type="band1Horz">
      <w:tblPr/>
      <w:tcPr>
        <w:tcBorders>
          <w:insideH w:val="nil"/>
          <w:insideV w:val="nil"/>
        </w:tcBorders>
        <w:shd w:val="clear" w:color="auto" w:fill="FBD0B1"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64"/>
    <w:semiHidden/>
    <w:locked/>
    <w:rsid w:val="00CC1D5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semiHidden/>
    <w:locked/>
    <w:rsid w:val="00CC1D5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A515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A5158" w:themeFill="accent1"/>
      </w:tcPr>
    </w:tblStylePr>
    <w:tblStylePr w:type="lastCol">
      <w:rPr>
        <w:b/>
        <w:bCs/>
        <w:color w:val="FFFFFF" w:themeColor="background1"/>
      </w:rPr>
      <w:tblPr/>
      <w:tcPr>
        <w:tcBorders>
          <w:left w:val="nil"/>
          <w:right w:val="nil"/>
          <w:insideH w:val="nil"/>
          <w:insideV w:val="nil"/>
        </w:tcBorders>
        <w:shd w:val="clear" w:color="auto" w:fill="4A515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locked/>
    <w:rsid w:val="00CC1D5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64D5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64D53" w:themeFill="accent2"/>
      </w:tcPr>
    </w:tblStylePr>
    <w:tblStylePr w:type="lastCol">
      <w:rPr>
        <w:b/>
        <w:bCs/>
        <w:color w:val="FFFFFF" w:themeColor="background1"/>
      </w:rPr>
      <w:tblPr/>
      <w:tcPr>
        <w:tcBorders>
          <w:left w:val="nil"/>
          <w:right w:val="nil"/>
          <w:insideH w:val="nil"/>
          <w:insideV w:val="nil"/>
        </w:tcBorders>
        <w:shd w:val="clear" w:color="auto" w:fill="464D5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locked/>
    <w:rsid w:val="00CC1D5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6B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6B2" w:themeFill="accent3"/>
      </w:tcPr>
    </w:tblStylePr>
    <w:tblStylePr w:type="lastCol">
      <w:rPr>
        <w:b/>
        <w:bCs/>
        <w:color w:val="FFFFFF" w:themeColor="background1"/>
      </w:rPr>
      <w:tblPr/>
      <w:tcPr>
        <w:tcBorders>
          <w:left w:val="nil"/>
          <w:right w:val="nil"/>
          <w:insideH w:val="nil"/>
          <w:insideV w:val="nil"/>
        </w:tcBorders>
        <w:shd w:val="clear" w:color="auto" w:fill="0066B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locked/>
    <w:rsid w:val="00CC1D5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392D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392D7" w:themeFill="accent4"/>
      </w:tcPr>
    </w:tblStylePr>
    <w:tblStylePr w:type="lastCol">
      <w:rPr>
        <w:b/>
        <w:bCs/>
        <w:color w:val="FFFFFF" w:themeColor="background1"/>
      </w:rPr>
      <w:tblPr/>
      <w:tcPr>
        <w:tcBorders>
          <w:left w:val="nil"/>
          <w:right w:val="nil"/>
          <w:insideH w:val="nil"/>
          <w:insideV w:val="nil"/>
        </w:tcBorders>
        <w:shd w:val="clear" w:color="auto" w:fill="5392D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locked/>
    <w:rsid w:val="00CC1D5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37B2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37B20" w:themeFill="accent5"/>
      </w:tcPr>
    </w:tblStylePr>
    <w:tblStylePr w:type="lastCol">
      <w:rPr>
        <w:b/>
        <w:bCs/>
        <w:color w:val="FFFFFF" w:themeColor="background1"/>
      </w:rPr>
      <w:tblPr/>
      <w:tcPr>
        <w:tcBorders>
          <w:left w:val="nil"/>
          <w:right w:val="nil"/>
          <w:insideH w:val="nil"/>
          <w:insideV w:val="nil"/>
        </w:tcBorders>
        <w:shd w:val="clear" w:color="auto" w:fill="F37B2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locked/>
    <w:rsid w:val="00CC1D5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4E0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4E09" w:themeFill="accent6"/>
      </w:tcPr>
    </w:tblStylePr>
    <w:tblStylePr w:type="lastCol">
      <w:rPr>
        <w:b/>
        <w:bCs/>
        <w:color w:val="FFFFFF" w:themeColor="background1"/>
      </w:rPr>
      <w:tblPr/>
      <w:tcPr>
        <w:tcBorders>
          <w:left w:val="nil"/>
          <w:right w:val="nil"/>
          <w:insideH w:val="nil"/>
          <w:insideV w:val="nil"/>
        </w:tcBorders>
        <w:shd w:val="clear" w:color="auto" w:fill="AB4E0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semiHidden/>
    <w:locked/>
    <w:rsid w:val="00CC1D52"/>
    <w:pPr>
      <w:kinsoku w:val="0"/>
      <w:overflowPunct w:val="0"/>
      <w:autoSpaceDE w:val="0"/>
      <w:autoSpaceDN w:val="0"/>
      <w:adjustRightInd w:val="0"/>
      <w:snapToGrid w:val="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CC1D52"/>
    <w:pPr>
      <w:kinsoku w:val="0"/>
      <w:overflowPunct w:val="0"/>
      <w:autoSpaceDE w:val="0"/>
      <w:autoSpaceDN w:val="0"/>
      <w:adjustRightInd w:val="0"/>
      <w:snapToGrid w:val="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CC1D52"/>
    <w:pPr>
      <w:kinsoku w:val="0"/>
      <w:overflowPunct w:val="0"/>
      <w:autoSpaceDE w:val="0"/>
      <w:autoSpaceDN w:val="0"/>
      <w:adjustRightInd w:val="0"/>
      <w:snapToGrid w:val="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CC1D52"/>
    <w:pPr>
      <w:kinsoku w:val="0"/>
      <w:overflowPunct w:val="0"/>
      <w:autoSpaceDE w:val="0"/>
      <w:autoSpaceDN w:val="0"/>
      <w:adjustRightInd w:val="0"/>
      <w:snapToGrid w:val="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CC1D52"/>
    <w:pPr>
      <w:kinsoku w:val="0"/>
      <w:overflowPunct w:val="0"/>
      <w:autoSpaceDE w:val="0"/>
      <w:autoSpaceDN w:val="0"/>
      <w:adjustRightInd w:val="0"/>
      <w:snapToGrid w:val="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CC1D52"/>
    <w:pPr>
      <w:kinsoku w:val="0"/>
      <w:overflowPunct w:val="0"/>
      <w:autoSpaceDE w:val="0"/>
      <w:autoSpaceDN w:val="0"/>
      <w:adjustRightInd w:val="0"/>
      <w:snapToGrid w:val="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CC1D52"/>
    <w:pPr>
      <w:kinsoku w:val="0"/>
      <w:overflowPunct w:val="0"/>
      <w:autoSpaceDE w:val="0"/>
      <w:autoSpaceDN w:val="0"/>
      <w:adjustRightInd w:val="0"/>
      <w:snapToGrid w:val="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CC1D52"/>
    <w:pPr>
      <w:kinsoku w:val="0"/>
      <w:overflowPunct w:val="0"/>
      <w:autoSpaceDE w:val="0"/>
      <w:autoSpaceDN w:val="0"/>
      <w:adjustRightInd w:val="0"/>
      <w:snapToGrid w:val="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CC1D52"/>
    <w:pPr>
      <w:kinsoku w:val="0"/>
      <w:overflowPunct w:val="0"/>
      <w:autoSpaceDE w:val="0"/>
      <w:autoSpaceDN w:val="0"/>
      <w:adjustRightInd w:val="0"/>
      <w:snapToGrid w:val="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CC1D52"/>
    <w:pPr>
      <w:kinsoku w:val="0"/>
      <w:overflowPunct w:val="0"/>
      <w:autoSpaceDE w:val="0"/>
      <w:autoSpaceDN w:val="0"/>
      <w:adjustRightInd w:val="0"/>
      <w:snapToGrid w:val="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CC1D52"/>
    <w:pPr>
      <w:kinsoku w:val="0"/>
      <w:overflowPunct w:val="0"/>
      <w:autoSpaceDE w:val="0"/>
      <w:autoSpaceDN w:val="0"/>
      <w:adjustRightInd w:val="0"/>
      <w:snapToGrid w:val="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CC1D52"/>
    <w:pPr>
      <w:kinsoku w:val="0"/>
      <w:overflowPunct w:val="0"/>
      <w:autoSpaceDE w:val="0"/>
      <w:autoSpaceDN w:val="0"/>
      <w:adjustRightInd w:val="0"/>
      <w:snapToGrid w:val="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CC1D52"/>
    <w:pPr>
      <w:kinsoku w:val="0"/>
      <w:overflowPunct w:val="0"/>
      <w:autoSpaceDE w:val="0"/>
      <w:autoSpaceDN w:val="0"/>
      <w:adjustRightInd w:val="0"/>
      <w:snapToGrid w:val="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CC1D52"/>
    <w:pPr>
      <w:kinsoku w:val="0"/>
      <w:overflowPunct w:val="0"/>
      <w:autoSpaceDE w:val="0"/>
      <w:autoSpaceDN w:val="0"/>
      <w:adjustRightInd w:val="0"/>
      <w:snapToGrid w:val="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CC1D52"/>
    <w:pPr>
      <w:kinsoku w:val="0"/>
      <w:overflowPunct w:val="0"/>
      <w:autoSpaceDE w:val="0"/>
      <w:autoSpaceDN w:val="0"/>
      <w:adjustRightInd w:val="0"/>
      <w:snapToGrid w:val="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CC1D52"/>
    <w:pPr>
      <w:kinsoku w:val="0"/>
      <w:overflowPunct w:val="0"/>
      <w:autoSpaceDE w:val="0"/>
      <w:autoSpaceDN w:val="0"/>
      <w:adjustRightInd w:val="0"/>
      <w:snapToGrid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CC1D52"/>
    <w:pPr>
      <w:kinsoku w:val="0"/>
      <w:overflowPunct w:val="0"/>
      <w:autoSpaceDE w:val="0"/>
      <w:autoSpaceDN w:val="0"/>
      <w:adjustRightInd w:val="0"/>
      <w:snapToGrid w:val="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locked/>
    <w:rsid w:val="00CC1D52"/>
    <w:pPr>
      <w:kinsoku w:val="0"/>
      <w:overflowPunct w:val="0"/>
      <w:autoSpaceDE w:val="0"/>
      <w:autoSpaceDN w:val="0"/>
      <w:adjustRightInd w:val="0"/>
      <w:snapToGri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CC1D52"/>
    <w:pPr>
      <w:kinsoku w:val="0"/>
      <w:overflowPunct w:val="0"/>
      <w:autoSpaceDE w:val="0"/>
      <w:autoSpaceDN w:val="0"/>
      <w:adjustRightInd w:val="0"/>
      <w:snapToGrid w:val="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CC1D52"/>
    <w:pPr>
      <w:kinsoku w:val="0"/>
      <w:overflowPunct w:val="0"/>
      <w:autoSpaceDE w:val="0"/>
      <w:autoSpaceDN w:val="0"/>
      <w:adjustRightInd w:val="0"/>
      <w:snapToGrid w:val="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CC1D52"/>
    <w:pPr>
      <w:kinsoku w:val="0"/>
      <w:overflowPunct w:val="0"/>
      <w:autoSpaceDE w:val="0"/>
      <w:autoSpaceDN w:val="0"/>
      <w:adjustRightInd w:val="0"/>
      <w:snapToGrid w:val="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CC1D52"/>
    <w:pPr>
      <w:kinsoku w:val="0"/>
      <w:overflowPunct w:val="0"/>
      <w:autoSpaceDE w:val="0"/>
      <w:autoSpaceDN w:val="0"/>
      <w:adjustRightInd w:val="0"/>
      <w:snapToGrid w:val="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CC1D52"/>
    <w:pPr>
      <w:kinsoku w:val="0"/>
      <w:overflowPunct w:val="0"/>
      <w:autoSpaceDE w:val="0"/>
      <w:autoSpaceDN w:val="0"/>
      <w:adjustRightInd w:val="0"/>
      <w:snapToGrid w:val="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CC1D52"/>
    <w:pPr>
      <w:kinsoku w:val="0"/>
      <w:overflowPunct w:val="0"/>
      <w:autoSpaceDE w:val="0"/>
      <w:autoSpaceDN w:val="0"/>
      <w:adjustRightInd w:val="0"/>
      <w:snapToGrid w:val="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CC1D52"/>
    <w:pPr>
      <w:kinsoku w:val="0"/>
      <w:overflowPunct w:val="0"/>
      <w:autoSpaceDE w:val="0"/>
      <w:autoSpaceDN w:val="0"/>
      <w:adjustRightInd w:val="0"/>
      <w:snapToGrid w:val="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CC1D52"/>
    <w:pPr>
      <w:kinsoku w:val="0"/>
      <w:overflowPunct w:val="0"/>
      <w:autoSpaceDE w:val="0"/>
      <w:autoSpaceDN w:val="0"/>
      <w:adjustRightInd w:val="0"/>
      <w:snapToGrid w:val="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CC1D52"/>
    <w:pPr>
      <w:kinsoku w:val="0"/>
      <w:overflowPunct w:val="0"/>
      <w:autoSpaceDE w:val="0"/>
      <w:autoSpaceDN w:val="0"/>
      <w:adjustRightInd w:val="0"/>
      <w:snapToGrid w:val="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CC1D52"/>
    <w:pPr>
      <w:kinsoku w:val="0"/>
      <w:overflowPunct w:val="0"/>
      <w:autoSpaceDE w:val="0"/>
      <w:autoSpaceDN w:val="0"/>
      <w:adjustRightInd w:val="0"/>
      <w:snapToGrid w:val="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CC1D52"/>
    <w:pPr>
      <w:kinsoku w:val="0"/>
      <w:overflowPunct w:val="0"/>
      <w:autoSpaceDE w:val="0"/>
      <w:autoSpaceDN w:val="0"/>
      <w:adjustRightInd w:val="0"/>
      <w:snapToGrid w:val="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CC1D52"/>
    <w:pPr>
      <w:kinsoku w:val="0"/>
      <w:overflowPunct w:val="0"/>
      <w:autoSpaceDE w:val="0"/>
      <w:autoSpaceDN w:val="0"/>
      <w:adjustRightInd w:val="0"/>
      <w:snapToGrid w:val="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CC1D52"/>
    <w:pPr>
      <w:kinsoku w:val="0"/>
      <w:overflowPunct w:val="0"/>
      <w:autoSpaceDE w:val="0"/>
      <w:autoSpaceDN w:val="0"/>
      <w:adjustRightInd w:val="0"/>
      <w:snapToGrid w:val="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CC1D52"/>
    <w:pPr>
      <w:kinsoku w:val="0"/>
      <w:overflowPunct w:val="0"/>
      <w:autoSpaceDE w:val="0"/>
      <w:autoSpaceDN w:val="0"/>
      <w:adjustRightInd w:val="0"/>
      <w:snapToGrid w:val="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CC1D52"/>
    <w:pPr>
      <w:kinsoku w:val="0"/>
      <w:overflowPunct w:val="0"/>
      <w:autoSpaceDE w:val="0"/>
      <w:autoSpaceDN w:val="0"/>
      <w:adjustRightInd w:val="0"/>
      <w:snapToGrid w:val="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CC1D52"/>
    <w:pPr>
      <w:kinsoku w:val="0"/>
      <w:overflowPunct w:val="0"/>
      <w:autoSpaceDE w:val="0"/>
      <w:autoSpaceDN w:val="0"/>
      <w:adjustRightInd w:val="0"/>
      <w:snapToGri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CC1D52"/>
    <w:pPr>
      <w:kinsoku w:val="0"/>
      <w:overflowPunct w:val="0"/>
      <w:autoSpaceDE w:val="0"/>
      <w:autoSpaceDN w:val="0"/>
      <w:adjustRightInd w:val="0"/>
      <w:snapToGrid w:val="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CC1D52"/>
    <w:pPr>
      <w:kinsoku w:val="0"/>
      <w:overflowPunct w:val="0"/>
      <w:autoSpaceDE w:val="0"/>
      <w:autoSpaceDN w:val="0"/>
      <w:adjustRightInd w:val="0"/>
      <w:snapToGrid w:val="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CC1D52"/>
    <w:pPr>
      <w:kinsoku w:val="0"/>
      <w:overflowPunct w:val="0"/>
      <w:autoSpaceDE w:val="0"/>
      <w:autoSpaceDN w:val="0"/>
      <w:adjustRightInd w:val="0"/>
      <w:snapToGrid w:val="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CC1D52"/>
    <w:pPr>
      <w:kinsoku w:val="0"/>
      <w:overflowPunct w:val="0"/>
      <w:autoSpaceDE w:val="0"/>
      <w:autoSpaceDN w:val="0"/>
      <w:adjustRightInd w:val="0"/>
      <w:snapToGrid w:val="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CC1D52"/>
    <w:pPr>
      <w:kinsoku w:val="0"/>
      <w:overflowPunct w:val="0"/>
      <w:autoSpaceDE w:val="0"/>
      <w:autoSpaceDN w:val="0"/>
      <w:adjustRightInd w:val="0"/>
      <w:snapToGrid w:val="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C1D52"/>
    <w:pPr>
      <w:kinsoku w:val="0"/>
      <w:overflowPunct w:val="0"/>
      <w:autoSpaceDE w:val="0"/>
      <w:autoSpaceDN w:val="0"/>
      <w:adjustRightInd w:val="0"/>
      <w:snapToGri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rsid w:val="00CC1D52"/>
    <w:pPr>
      <w:kinsoku w:val="0"/>
      <w:overflowPunct w:val="0"/>
      <w:autoSpaceDE w:val="0"/>
      <w:autoSpaceDN w:val="0"/>
      <w:adjustRightInd w:val="0"/>
      <w:snapToGrid w:val="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CC1D52"/>
    <w:pPr>
      <w:kinsoku w:val="0"/>
      <w:overflowPunct w:val="0"/>
      <w:autoSpaceDE w:val="0"/>
      <w:autoSpaceDN w:val="0"/>
      <w:adjustRightInd w:val="0"/>
      <w:snapToGrid w:val="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CC1D52"/>
    <w:pPr>
      <w:kinsoku w:val="0"/>
      <w:overflowPunct w:val="0"/>
      <w:autoSpaceDE w:val="0"/>
      <w:autoSpaceDN w:val="0"/>
      <w:adjustRightInd w:val="0"/>
      <w:snapToGrid w:val="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MacroText">
    <w:name w:val="macro"/>
    <w:link w:val="MacroTextChar"/>
    <w:unhideWhenUsed/>
    <w:locked/>
    <w:rsid w:val="001E6A5E"/>
    <w:pPr>
      <w:tabs>
        <w:tab w:val="left" w:pos="567"/>
        <w:tab w:val="left" w:pos="1134"/>
        <w:tab w:val="left" w:pos="1701"/>
        <w:tab w:val="left" w:pos="2268"/>
        <w:tab w:val="left" w:pos="2835"/>
        <w:tab w:val="left" w:pos="3402"/>
        <w:tab w:val="left" w:pos="3969"/>
      </w:tabs>
      <w:kinsoku w:val="0"/>
      <w:overflowPunct w:val="0"/>
      <w:autoSpaceDE w:val="0"/>
      <w:autoSpaceDN w:val="0"/>
      <w:adjustRightInd w:val="0"/>
      <w:snapToGrid w:val="0"/>
    </w:pPr>
    <w:rPr>
      <w:rFonts w:ascii="Consolas" w:hAnsi="Consolas" w:cs="Arial"/>
      <w:snapToGrid w:val="0"/>
      <w:sz w:val="20"/>
      <w:szCs w:val="20"/>
      <w:lang w:eastAsia="en-US"/>
    </w:rPr>
  </w:style>
  <w:style w:type="character" w:customStyle="1" w:styleId="MacroTextChar">
    <w:name w:val="Macro Text Char"/>
    <w:basedOn w:val="DefaultParagraphFont"/>
    <w:link w:val="MacroText"/>
    <w:rsid w:val="001E6A5E"/>
    <w:rPr>
      <w:rFonts w:ascii="Consolas" w:hAnsi="Consolas" w:cs="Arial"/>
      <w:snapToGrid w:val="0"/>
      <w:sz w:val="20"/>
      <w:szCs w:val="20"/>
      <w:lang w:eastAsia="en-US"/>
    </w:rPr>
  </w:style>
  <w:style w:type="paragraph" w:styleId="Bibliography">
    <w:name w:val="Bibliography"/>
    <w:basedOn w:val="Normal"/>
    <w:next w:val="Normal"/>
    <w:uiPriority w:val="37"/>
    <w:semiHidden/>
    <w:locked/>
    <w:rsid w:val="007D1C0E"/>
  </w:style>
  <w:style w:type="paragraph" w:styleId="BlockText">
    <w:name w:val="Block Text"/>
    <w:basedOn w:val="Normal"/>
    <w:semiHidden/>
    <w:locked/>
    <w:rsid w:val="007D1C0E"/>
    <w:pPr>
      <w:pBdr>
        <w:top w:val="single" w:sz="2" w:space="10" w:color="4A5158" w:themeColor="accent1" w:shadow="1"/>
        <w:left w:val="single" w:sz="2" w:space="10" w:color="4A5158" w:themeColor="accent1" w:shadow="1"/>
        <w:bottom w:val="single" w:sz="2" w:space="10" w:color="4A5158" w:themeColor="accent1" w:shadow="1"/>
        <w:right w:val="single" w:sz="2" w:space="10" w:color="4A5158" w:themeColor="accent1" w:shadow="1"/>
      </w:pBdr>
      <w:ind w:left="1152" w:right="1152"/>
    </w:pPr>
    <w:rPr>
      <w:i w:val="0"/>
      <w:iCs w:val="0"/>
      <w:color w:val="4A5158" w:themeColor="accent1"/>
    </w:rPr>
  </w:style>
  <w:style w:type="paragraph" w:styleId="BodyText">
    <w:name w:val="Body Text"/>
    <w:basedOn w:val="Normal"/>
    <w:link w:val="BodyTextChar"/>
    <w:semiHidden/>
    <w:locked/>
    <w:rsid w:val="007D1C0E"/>
    <w:pPr>
      <w:spacing w:after="120"/>
    </w:pPr>
  </w:style>
  <w:style w:type="character" w:customStyle="1" w:styleId="BodyTextChar">
    <w:name w:val="Body Text Char"/>
    <w:basedOn w:val="DefaultParagraphFont"/>
    <w:link w:val="BodyText"/>
    <w:semiHidden/>
    <w:rsid w:val="007D1C0E"/>
    <w:rPr>
      <w:rFonts w:cs="Arial"/>
      <w:snapToGrid w:val="0"/>
      <w:lang w:eastAsia="en-US"/>
    </w:rPr>
  </w:style>
  <w:style w:type="paragraph" w:styleId="BodyText2">
    <w:name w:val="Body Text 2"/>
    <w:basedOn w:val="Normal"/>
    <w:link w:val="BodyText2Char"/>
    <w:semiHidden/>
    <w:locked/>
    <w:rsid w:val="007D1C0E"/>
    <w:pPr>
      <w:spacing w:after="120" w:line="480" w:lineRule="auto"/>
    </w:pPr>
  </w:style>
  <w:style w:type="character" w:customStyle="1" w:styleId="BodyText2Char">
    <w:name w:val="Body Text 2 Char"/>
    <w:basedOn w:val="DefaultParagraphFont"/>
    <w:link w:val="BodyText2"/>
    <w:semiHidden/>
    <w:rsid w:val="007D1C0E"/>
    <w:rPr>
      <w:rFonts w:cs="Arial"/>
      <w:snapToGrid w:val="0"/>
      <w:lang w:eastAsia="en-US"/>
    </w:rPr>
  </w:style>
  <w:style w:type="paragraph" w:styleId="BodyText3">
    <w:name w:val="Body Text 3"/>
    <w:basedOn w:val="Normal"/>
    <w:link w:val="BodyText3Char"/>
    <w:semiHidden/>
    <w:locked/>
    <w:rsid w:val="007D1C0E"/>
    <w:pPr>
      <w:spacing w:after="120"/>
    </w:pPr>
    <w:rPr>
      <w:sz w:val="16"/>
      <w:szCs w:val="16"/>
    </w:rPr>
  </w:style>
  <w:style w:type="character" w:customStyle="1" w:styleId="BodyText3Char">
    <w:name w:val="Body Text 3 Char"/>
    <w:basedOn w:val="DefaultParagraphFont"/>
    <w:link w:val="BodyText3"/>
    <w:semiHidden/>
    <w:rsid w:val="007D1C0E"/>
    <w:rPr>
      <w:rFonts w:cs="Arial"/>
      <w:snapToGrid w:val="0"/>
      <w:sz w:val="16"/>
      <w:szCs w:val="16"/>
      <w:lang w:eastAsia="en-US"/>
    </w:rPr>
  </w:style>
  <w:style w:type="paragraph" w:styleId="BodyTextFirstIndent">
    <w:name w:val="Body Text First Indent"/>
    <w:basedOn w:val="BodyText"/>
    <w:link w:val="BodyTextFirstIndentChar"/>
    <w:semiHidden/>
    <w:locked/>
    <w:rsid w:val="007D1C0E"/>
    <w:pPr>
      <w:spacing w:after="0"/>
      <w:ind w:firstLine="360"/>
    </w:pPr>
  </w:style>
  <w:style w:type="character" w:customStyle="1" w:styleId="BodyTextFirstIndentChar">
    <w:name w:val="Body Text First Indent Char"/>
    <w:basedOn w:val="BodyTextChar"/>
    <w:link w:val="BodyTextFirstIndent"/>
    <w:semiHidden/>
    <w:rsid w:val="007D1C0E"/>
    <w:rPr>
      <w:rFonts w:cs="Arial"/>
      <w:snapToGrid w:val="0"/>
      <w:lang w:eastAsia="en-US"/>
    </w:rPr>
  </w:style>
  <w:style w:type="paragraph" w:styleId="BodyTextIndent">
    <w:name w:val="Body Text Indent"/>
    <w:basedOn w:val="Normal"/>
    <w:link w:val="BodyTextIndentChar"/>
    <w:semiHidden/>
    <w:locked/>
    <w:rsid w:val="007D1C0E"/>
    <w:pPr>
      <w:spacing w:after="120"/>
      <w:ind w:left="283"/>
    </w:pPr>
  </w:style>
  <w:style w:type="character" w:customStyle="1" w:styleId="BodyTextIndentChar">
    <w:name w:val="Body Text Indent Char"/>
    <w:basedOn w:val="DefaultParagraphFont"/>
    <w:link w:val="BodyTextIndent"/>
    <w:semiHidden/>
    <w:rsid w:val="007D1C0E"/>
    <w:rPr>
      <w:rFonts w:cs="Arial"/>
      <w:snapToGrid w:val="0"/>
      <w:lang w:eastAsia="en-US"/>
    </w:rPr>
  </w:style>
  <w:style w:type="paragraph" w:styleId="BodyTextFirstIndent2">
    <w:name w:val="Body Text First Indent 2"/>
    <w:basedOn w:val="BodyTextIndent"/>
    <w:link w:val="BodyTextFirstIndent2Char"/>
    <w:semiHidden/>
    <w:locked/>
    <w:rsid w:val="007D1C0E"/>
    <w:pPr>
      <w:spacing w:after="0"/>
      <w:ind w:left="360" w:firstLine="360"/>
    </w:pPr>
  </w:style>
  <w:style w:type="character" w:customStyle="1" w:styleId="BodyTextFirstIndent2Char">
    <w:name w:val="Body Text First Indent 2 Char"/>
    <w:basedOn w:val="BodyTextIndentChar"/>
    <w:link w:val="BodyTextFirstIndent2"/>
    <w:semiHidden/>
    <w:rsid w:val="007D1C0E"/>
    <w:rPr>
      <w:rFonts w:cs="Arial"/>
      <w:snapToGrid w:val="0"/>
      <w:lang w:eastAsia="en-US"/>
    </w:rPr>
  </w:style>
  <w:style w:type="paragraph" w:styleId="BodyTextIndent2">
    <w:name w:val="Body Text Indent 2"/>
    <w:basedOn w:val="Normal"/>
    <w:link w:val="BodyTextIndent2Char"/>
    <w:semiHidden/>
    <w:locked/>
    <w:rsid w:val="007D1C0E"/>
    <w:pPr>
      <w:spacing w:after="120" w:line="480" w:lineRule="auto"/>
      <w:ind w:left="283"/>
    </w:pPr>
  </w:style>
  <w:style w:type="character" w:customStyle="1" w:styleId="BodyTextIndent2Char">
    <w:name w:val="Body Text Indent 2 Char"/>
    <w:basedOn w:val="DefaultParagraphFont"/>
    <w:link w:val="BodyTextIndent2"/>
    <w:semiHidden/>
    <w:rsid w:val="007D1C0E"/>
    <w:rPr>
      <w:rFonts w:cs="Arial"/>
      <w:snapToGrid w:val="0"/>
      <w:lang w:eastAsia="en-US"/>
    </w:rPr>
  </w:style>
  <w:style w:type="paragraph" w:styleId="BodyTextIndent3">
    <w:name w:val="Body Text Indent 3"/>
    <w:basedOn w:val="Normal"/>
    <w:link w:val="BodyTextIndent3Char"/>
    <w:semiHidden/>
    <w:locked/>
    <w:rsid w:val="007D1C0E"/>
    <w:pPr>
      <w:spacing w:after="120"/>
      <w:ind w:left="283"/>
    </w:pPr>
    <w:rPr>
      <w:sz w:val="16"/>
      <w:szCs w:val="16"/>
    </w:rPr>
  </w:style>
  <w:style w:type="character" w:customStyle="1" w:styleId="BodyTextIndent3Char">
    <w:name w:val="Body Text Indent 3 Char"/>
    <w:basedOn w:val="DefaultParagraphFont"/>
    <w:link w:val="BodyTextIndent3"/>
    <w:semiHidden/>
    <w:rsid w:val="007D1C0E"/>
    <w:rPr>
      <w:rFonts w:cs="Arial"/>
      <w:snapToGrid w:val="0"/>
      <w:sz w:val="16"/>
      <w:szCs w:val="16"/>
      <w:lang w:eastAsia="en-US"/>
    </w:rPr>
  </w:style>
  <w:style w:type="character" w:styleId="BookTitle">
    <w:name w:val="Book Title"/>
    <w:uiPriority w:val="33"/>
    <w:qFormat/>
    <w:locked/>
    <w:rsid w:val="00826808"/>
    <w:rPr>
      <w:rFonts w:asciiTheme="majorHAnsi" w:eastAsiaTheme="majorEastAsia" w:hAnsiTheme="majorHAnsi" w:cstheme="majorBidi"/>
      <w:b/>
      <w:bCs/>
      <w:i/>
      <w:iCs/>
      <w:smallCaps/>
      <w:color w:val="34393E" w:themeColor="accent2" w:themeShade="BF"/>
      <w:u w:val="single"/>
    </w:rPr>
  </w:style>
  <w:style w:type="paragraph" w:styleId="Closing">
    <w:name w:val="Closing"/>
    <w:basedOn w:val="Normal"/>
    <w:link w:val="ClosingChar"/>
    <w:semiHidden/>
    <w:unhideWhenUsed/>
    <w:rsid w:val="007D1C0E"/>
    <w:pPr>
      <w:ind w:left="4252"/>
    </w:pPr>
  </w:style>
  <w:style w:type="character" w:customStyle="1" w:styleId="ClosingChar">
    <w:name w:val="Closing Char"/>
    <w:basedOn w:val="DefaultParagraphFont"/>
    <w:link w:val="Closing"/>
    <w:semiHidden/>
    <w:rsid w:val="007D1C0E"/>
    <w:rPr>
      <w:rFonts w:cs="Arial"/>
      <w:snapToGrid w:val="0"/>
      <w:lang w:eastAsia="en-US"/>
    </w:rPr>
  </w:style>
  <w:style w:type="character" w:styleId="CommentReference">
    <w:name w:val="annotation reference"/>
    <w:basedOn w:val="DefaultParagraphFont"/>
    <w:semiHidden/>
    <w:rsid w:val="007D1C0E"/>
    <w:rPr>
      <w:sz w:val="16"/>
      <w:szCs w:val="16"/>
    </w:rPr>
  </w:style>
  <w:style w:type="paragraph" w:styleId="CommentText">
    <w:name w:val="annotation text"/>
    <w:basedOn w:val="Normal"/>
    <w:link w:val="CommentTextChar"/>
    <w:semiHidden/>
    <w:rsid w:val="007D1C0E"/>
  </w:style>
  <w:style w:type="character" w:customStyle="1" w:styleId="CommentTextChar">
    <w:name w:val="Comment Text Char"/>
    <w:basedOn w:val="DefaultParagraphFont"/>
    <w:link w:val="CommentText"/>
    <w:semiHidden/>
    <w:rsid w:val="007D1C0E"/>
    <w:rPr>
      <w:rFonts w:cs="Arial"/>
      <w:snapToGrid w:val="0"/>
      <w:sz w:val="20"/>
      <w:szCs w:val="20"/>
      <w:lang w:eastAsia="en-US"/>
    </w:rPr>
  </w:style>
  <w:style w:type="paragraph" w:styleId="CommentSubject">
    <w:name w:val="annotation subject"/>
    <w:basedOn w:val="CommentText"/>
    <w:next w:val="CommentText"/>
    <w:link w:val="CommentSubjectChar"/>
    <w:semiHidden/>
    <w:rsid w:val="007D1C0E"/>
    <w:rPr>
      <w:b/>
      <w:bCs/>
    </w:rPr>
  </w:style>
  <w:style w:type="character" w:customStyle="1" w:styleId="CommentSubjectChar">
    <w:name w:val="Comment Subject Char"/>
    <w:basedOn w:val="CommentTextChar"/>
    <w:link w:val="CommentSubject"/>
    <w:semiHidden/>
    <w:rsid w:val="007D1C0E"/>
    <w:rPr>
      <w:rFonts w:cs="Arial"/>
      <w:b/>
      <w:bCs/>
      <w:snapToGrid w:val="0"/>
      <w:sz w:val="20"/>
      <w:szCs w:val="20"/>
      <w:lang w:eastAsia="en-US"/>
    </w:rPr>
  </w:style>
  <w:style w:type="paragraph" w:styleId="E-mailSignature">
    <w:name w:val="E-mail Signature"/>
    <w:basedOn w:val="Normal"/>
    <w:link w:val="E-mailSignatureChar"/>
    <w:semiHidden/>
    <w:locked/>
    <w:rsid w:val="007D1C0E"/>
  </w:style>
  <w:style w:type="character" w:customStyle="1" w:styleId="E-mailSignatureChar">
    <w:name w:val="E-mail Signature Char"/>
    <w:basedOn w:val="DefaultParagraphFont"/>
    <w:link w:val="E-mailSignature"/>
    <w:semiHidden/>
    <w:rsid w:val="007D1C0E"/>
    <w:rPr>
      <w:rFonts w:cs="Arial"/>
      <w:snapToGrid w:val="0"/>
      <w:lang w:eastAsia="en-US"/>
    </w:rPr>
  </w:style>
  <w:style w:type="character" w:styleId="Emphasis">
    <w:name w:val="Emphasis"/>
    <w:uiPriority w:val="20"/>
    <w:qFormat/>
    <w:rsid w:val="00826808"/>
    <w:rPr>
      <w:rFonts w:asciiTheme="majorHAnsi" w:eastAsiaTheme="majorEastAsia" w:hAnsiTheme="majorHAnsi" w:cstheme="majorBidi"/>
      <w:b/>
      <w:bCs/>
      <w:i/>
      <w:iCs/>
      <w:color w:val="464D53" w:themeColor="accent2"/>
      <w:bdr w:val="single" w:sz="18" w:space="0" w:color="D8DBDE" w:themeColor="accent2" w:themeTint="33"/>
      <w:shd w:val="clear" w:color="auto" w:fill="D8DBDE" w:themeFill="accent2" w:themeFillTint="33"/>
    </w:rPr>
  </w:style>
  <w:style w:type="paragraph" w:styleId="EnvelopeAddress">
    <w:name w:val="envelope address"/>
    <w:basedOn w:val="Normal"/>
    <w:semiHidden/>
    <w:unhideWhenUsed/>
    <w:rsid w:val="007D1C0E"/>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semiHidden/>
    <w:rsid w:val="007D1C0E"/>
    <w:rPr>
      <w:rFonts w:asciiTheme="majorHAnsi" w:eastAsiaTheme="majorEastAsia" w:hAnsiTheme="majorHAnsi" w:cstheme="majorBidi"/>
    </w:rPr>
  </w:style>
  <w:style w:type="character" w:styleId="FollowedHyperlink">
    <w:name w:val="FollowedHyperlink"/>
    <w:basedOn w:val="DefaultParagraphFont"/>
    <w:semiHidden/>
    <w:rsid w:val="007D1C0E"/>
    <w:rPr>
      <w:color w:val="2F1603" w:themeColor="followedHyperlink"/>
      <w:u w:val="single"/>
    </w:rPr>
  </w:style>
  <w:style w:type="character" w:styleId="HTMLAcronym">
    <w:name w:val="HTML Acronym"/>
    <w:basedOn w:val="DefaultParagraphFont"/>
    <w:semiHidden/>
    <w:locked/>
    <w:rsid w:val="007D1C0E"/>
  </w:style>
  <w:style w:type="paragraph" w:styleId="HTMLAddress">
    <w:name w:val="HTML Address"/>
    <w:basedOn w:val="Normal"/>
    <w:link w:val="HTMLAddressChar"/>
    <w:semiHidden/>
    <w:locked/>
    <w:rsid w:val="007D1C0E"/>
    <w:rPr>
      <w:i w:val="0"/>
      <w:iCs w:val="0"/>
    </w:rPr>
  </w:style>
  <w:style w:type="character" w:customStyle="1" w:styleId="HTMLAddressChar">
    <w:name w:val="HTML Address Char"/>
    <w:basedOn w:val="DefaultParagraphFont"/>
    <w:link w:val="HTMLAddress"/>
    <w:semiHidden/>
    <w:rsid w:val="007D1C0E"/>
    <w:rPr>
      <w:rFonts w:cs="Arial"/>
      <w:i/>
      <w:iCs/>
      <w:snapToGrid w:val="0"/>
      <w:lang w:eastAsia="en-US"/>
    </w:rPr>
  </w:style>
  <w:style w:type="character" w:styleId="HTMLCite">
    <w:name w:val="HTML Cite"/>
    <w:basedOn w:val="DefaultParagraphFont"/>
    <w:semiHidden/>
    <w:locked/>
    <w:rsid w:val="007D1C0E"/>
    <w:rPr>
      <w:i/>
      <w:iCs/>
    </w:rPr>
  </w:style>
  <w:style w:type="character" w:styleId="HTMLCode">
    <w:name w:val="HTML Code"/>
    <w:basedOn w:val="DefaultParagraphFont"/>
    <w:semiHidden/>
    <w:locked/>
    <w:rsid w:val="007D1C0E"/>
    <w:rPr>
      <w:rFonts w:ascii="Consolas" w:hAnsi="Consolas"/>
      <w:sz w:val="20"/>
      <w:szCs w:val="20"/>
    </w:rPr>
  </w:style>
  <w:style w:type="character" w:styleId="HTMLDefinition">
    <w:name w:val="HTML Definition"/>
    <w:basedOn w:val="DefaultParagraphFont"/>
    <w:semiHidden/>
    <w:locked/>
    <w:rsid w:val="007D1C0E"/>
    <w:rPr>
      <w:i/>
      <w:iCs/>
    </w:rPr>
  </w:style>
  <w:style w:type="character" w:styleId="HTMLKeyboard">
    <w:name w:val="HTML Keyboard"/>
    <w:basedOn w:val="DefaultParagraphFont"/>
    <w:semiHidden/>
    <w:locked/>
    <w:rsid w:val="007D1C0E"/>
    <w:rPr>
      <w:rFonts w:ascii="Consolas" w:hAnsi="Consolas"/>
      <w:sz w:val="20"/>
      <w:szCs w:val="20"/>
    </w:rPr>
  </w:style>
  <w:style w:type="paragraph" w:styleId="HTMLPreformatted">
    <w:name w:val="HTML Preformatted"/>
    <w:basedOn w:val="Normal"/>
    <w:link w:val="HTMLPreformattedChar"/>
    <w:semiHidden/>
    <w:locked/>
    <w:rsid w:val="007D1C0E"/>
    <w:rPr>
      <w:rFonts w:ascii="Consolas" w:hAnsi="Consolas"/>
    </w:rPr>
  </w:style>
  <w:style w:type="character" w:customStyle="1" w:styleId="HTMLPreformattedChar">
    <w:name w:val="HTML Preformatted Char"/>
    <w:basedOn w:val="DefaultParagraphFont"/>
    <w:link w:val="HTMLPreformatted"/>
    <w:semiHidden/>
    <w:rsid w:val="007D1C0E"/>
    <w:rPr>
      <w:rFonts w:ascii="Consolas" w:hAnsi="Consolas" w:cs="Arial"/>
      <w:snapToGrid w:val="0"/>
      <w:sz w:val="20"/>
      <w:szCs w:val="20"/>
      <w:lang w:eastAsia="en-US"/>
    </w:rPr>
  </w:style>
  <w:style w:type="character" w:styleId="HTMLSample">
    <w:name w:val="HTML Sample"/>
    <w:basedOn w:val="DefaultParagraphFont"/>
    <w:semiHidden/>
    <w:locked/>
    <w:rsid w:val="007D1C0E"/>
    <w:rPr>
      <w:rFonts w:ascii="Consolas" w:hAnsi="Consolas"/>
      <w:sz w:val="24"/>
      <w:szCs w:val="24"/>
    </w:rPr>
  </w:style>
  <w:style w:type="character" w:styleId="HTMLTypewriter">
    <w:name w:val="HTML Typewriter"/>
    <w:basedOn w:val="DefaultParagraphFont"/>
    <w:semiHidden/>
    <w:locked/>
    <w:rsid w:val="007D1C0E"/>
    <w:rPr>
      <w:rFonts w:ascii="Consolas" w:hAnsi="Consolas"/>
      <w:sz w:val="20"/>
      <w:szCs w:val="20"/>
    </w:rPr>
  </w:style>
  <w:style w:type="character" w:styleId="HTMLVariable">
    <w:name w:val="HTML Variable"/>
    <w:basedOn w:val="DefaultParagraphFont"/>
    <w:semiHidden/>
    <w:locked/>
    <w:rsid w:val="007D1C0E"/>
    <w:rPr>
      <w:i/>
      <w:iCs/>
    </w:rPr>
  </w:style>
  <w:style w:type="character" w:styleId="Hyperlink">
    <w:name w:val="Hyperlink"/>
    <w:basedOn w:val="DefaultParagraphFont"/>
    <w:semiHidden/>
    <w:rsid w:val="007D1C0E"/>
    <w:rPr>
      <w:color w:val="703306" w:themeColor="hyperlink"/>
      <w:u w:val="single"/>
    </w:rPr>
  </w:style>
  <w:style w:type="paragraph" w:styleId="Index1">
    <w:name w:val="index 1"/>
    <w:basedOn w:val="Normal"/>
    <w:next w:val="Normal"/>
    <w:autoRedefine/>
    <w:semiHidden/>
    <w:rsid w:val="007D1C0E"/>
    <w:pPr>
      <w:ind w:left="210" w:hanging="210"/>
    </w:pPr>
  </w:style>
  <w:style w:type="paragraph" w:styleId="Index2">
    <w:name w:val="index 2"/>
    <w:basedOn w:val="Normal"/>
    <w:next w:val="Normal"/>
    <w:autoRedefine/>
    <w:semiHidden/>
    <w:rsid w:val="007D1C0E"/>
    <w:pPr>
      <w:ind w:left="420" w:hanging="210"/>
    </w:pPr>
  </w:style>
  <w:style w:type="paragraph" w:styleId="Index3">
    <w:name w:val="index 3"/>
    <w:basedOn w:val="Normal"/>
    <w:next w:val="Normal"/>
    <w:autoRedefine/>
    <w:semiHidden/>
    <w:rsid w:val="007D1C0E"/>
    <w:pPr>
      <w:ind w:left="630" w:hanging="210"/>
    </w:pPr>
  </w:style>
  <w:style w:type="paragraph" w:styleId="Index4">
    <w:name w:val="index 4"/>
    <w:basedOn w:val="Normal"/>
    <w:next w:val="Normal"/>
    <w:autoRedefine/>
    <w:semiHidden/>
    <w:rsid w:val="007D1C0E"/>
    <w:pPr>
      <w:ind w:left="840" w:hanging="210"/>
    </w:pPr>
  </w:style>
  <w:style w:type="paragraph" w:styleId="Index5">
    <w:name w:val="index 5"/>
    <w:basedOn w:val="Normal"/>
    <w:next w:val="Normal"/>
    <w:autoRedefine/>
    <w:semiHidden/>
    <w:rsid w:val="007D1C0E"/>
    <w:pPr>
      <w:ind w:left="1050" w:hanging="210"/>
    </w:pPr>
  </w:style>
  <w:style w:type="paragraph" w:styleId="Index6">
    <w:name w:val="index 6"/>
    <w:basedOn w:val="Normal"/>
    <w:next w:val="Normal"/>
    <w:autoRedefine/>
    <w:semiHidden/>
    <w:rsid w:val="007D1C0E"/>
    <w:pPr>
      <w:ind w:left="1260" w:hanging="210"/>
    </w:pPr>
  </w:style>
  <w:style w:type="paragraph" w:styleId="Index7">
    <w:name w:val="index 7"/>
    <w:basedOn w:val="Normal"/>
    <w:next w:val="Normal"/>
    <w:autoRedefine/>
    <w:semiHidden/>
    <w:rsid w:val="007D1C0E"/>
    <w:pPr>
      <w:ind w:left="1470" w:hanging="210"/>
    </w:pPr>
  </w:style>
  <w:style w:type="paragraph" w:styleId="Index8">
    <w:name w:val="index 8"/>
    <w:basedOn w:val="Normal"/>
    <w:next w:val="Normal"/>
    <w:autoRedefine/>
    <w:semiHidden/>
    <w:rsid w:val="007D1C0E"/>
    <w:pPr>
      <w:ind w:left="1680" w:hanging="210"/>
    </w:pPr>
  </w:style>
  <w:style w:type="paragraph" w:styleId="Index9">
    <w:name w:val="index 9"/>
    <w:basedOn w:val="Normal"/>
    <w:next w:val="Normal"/>
    <w:autoRedefine/>
    <w:semiHidden/>
    <w:rsid w:val="007D1C0E"/>
    <w:pPr>
      <w:ind w:left="1890" w:hanging="210"/>
    </w:pPr>
  </w:style>
  <w:style w:type="paragraph" w:styleId="IndexHeading">
    <w:name w:val="index heading"/>
    <w:basedOn w:val="Normal"/>
    <w:next w:val="Index1"/>
    <w:semiHidden/>
    <w:rsid w:val="007D1C0E"/>
    <w:rPr>
      <w:rFonts w:asciiTheme="majorHAnsi" w:eastAsiaTheme="majorEastAsia" w:hAnsiTheme="majorHAnsi" w:cstheme="majorBidi"/>
      <w:b/>
      <w:bCs/>
    </w:rPr>
  </w:style>
  <w:style w:type="character" w:styleId="IntenseEmphasis">
    <w:name w:val="Intense Emphasis"/>
    <w:uiPriority w:val="21"/>
    <w:qFormat/>
    <w:rsid w:val="00826808"/>
    <w:rPr>
      <w:rFonts w:asciiTheme="majorHAnsi" w:eastAsiaTheme="majorEastAsia" w:hAnsiTheme="majorHAnsi" w:cstheme="majorBidi"/>
      <w:b/>
      <w:bCs/>
      <w:i/>
      <w:iCs/>
      <w:dstrike w:val="0"/>
      <w:color w:val="FFFFFF" w:themeColor="background1"/>
      <w:bdr w:val="single" w:sz="18" w:space="0" w:color="464D53" w:themeColor="accent2"/>
      <w:shd w:val="clear" w:color="auto" w:fill="464D53" w:themeFill="accent2"/>
      <w:vertAlign w:val="baseline"/>
    </w:rPr>
  </w:style>
  <w:style w:type="paragraph" w:styleId="IntenseQuote">
    <w:name w:val="Intense Quote"/>
    <w:basedOn w:val="Normal"/>
    <w:next w:val="Normal"/>
    <w:link w:val="IntenseQuoteChar"/>
    <w:uiPriority w:val="30"/>
    <w:qFormat/>
    <w:rsid w:val="00826808"/>
    <w:pPr>
      <w:pBdr>
        <w:top w:val="dotted" w:sz="8" w:space="10" w:color="464D53" w:themeColor="accent2"/>
        <w:bottom w:val="dotted" w:sz="8" w:space="10" w:color="464D53" w:themeColor="accent2"/>
      </w:pBdr>
      <w:spacing w:line="300" w:lineRule="auto"/>
      <w:ind w:left="2160" w:right="2160"/>
      <w:jc w:val="center"/>
    </w:pPr>
    <w:rPr>
      <w:rFonts w:asciiTheme="majorHAnsi" w:eastAsiaTheme="majorEastAsia" w:hAnsiTheme="majorHAnsi" w:cstheme="majorBidi"/>
      <w:b/>
      <w:bCs/>
      <w:color w:val="464D53" w:themeColor="accent2"/>
    </w:rPr>
  </w:style>
  <w:style w:type="character" w:customStyle="1" w:styleId="IntenseQuoteChar">
    <w:name w:val="Intense Quote Char"/>
    <w:basedOn w:val="DefaultParagraphFont"/>
    <w:link w:val="IntenseQuote"/>
    <w:uiPriority w:val="30"/>
    <w:rsid w:val="00826808"/>
    <w:rPr>
      <w:rFonts w:asciiTheme="majorHAnsi" w:eastAsiaTheme="majorEastAsia" w:hAnsiTheme="majorHAnsi" w:cstheme="majorBidi"/>
      <w:b/>
      <w:bCs/>
      <w:i/>
      <w:iCs/>
      <w:color w:val="464D53" w:themeColor="accent2"/>
      <w:sz w:val="20"/>
      <w:szCs w:val="20"/>
    </w:rPr>
  </w:style>
  <w:style w:type="character" w:styleId="IntenseReference">
    <w:name w:val="Intense Reference"/>
    <w:uiPriority w:val="32"/>
    <w:qFormat/>
    <w:rsid w:val="00826808"/>
    <w:rPr>
      <w:b/>
      <w:bCs/>
      <w:i/>
      <w:iCs/>
      <w:smallCaps/>
      <w:color w:val="464D53" w:themeColor="accent2"/>
      <w:u w:color="464D53" w:themeColor="accent2"/>
    </w:rPr>
  </w:style>
  <w:style w:type="character" w:styleId="LineNumber">
    <w:name w:val="line number"/>
    <w:basedOn w:val="DefaultParagraphFont"/>
    <w:semiHidden/>
    <w:rsid w:val="007D1C0E"/>
  </w:style>
  <w:style w:type="paragraph" w:styleId="List">
    <w:name w:val="List"/>
    <w:basedOn w:val="Normal"/>
    <w:semiHidden/>
    <w:locked/>
    <w:rsid w:val="007D1C0E"/>
    <w:pPr>
      <w:ind w:left="283" w:hanging="283"/>
      <w:contextualSpacing/>
    </w:pPr>
  </w:style>
  <w:style w:type="paragraph" w:styleId="List2">
    <w:name w:val="List 2"/>
    <w:basedOn w:val="Normal"/>
    <w:semiHidden/>
    <w:locked/>
    <w:rsid w:val="007D1C0E"/>
    <w:pPr>
      <w:ind w:left="566" w:hanging="283"/>
      <w:contextualSpacing/>
    </w:pPr>
  </w:style>
  <w:style w:type="paragraph" w:styleId="List3">
    <w:name w:val="List 3"/>
    <w:basedOn w:val="Normal"/>
    <w:semiHidden/>
    <w:locked/>
    <w:rsid w:val="007D1C0E"/>
    <w:pPr>
      <w:ind w:left="849" w:hanging="283"/>
      <w:contextualSpacing/>
    </w:pPr>
  </w:style>
  <w:style w:type="paragraph" w:styleId="List4">
    <w:name w:val="List 4"/>
    <w:basedOn w:val="Normal"/>
    <w:semiHidden/>
    <w:locked/>
    <w:rsid w:val="007D1C0E"/>
    <w:pPr>
      <w:ind w:left="1132" w:hanging="283"/>
      <w:contextualSpacing/>
    </w:pPr>
  </w:style>
  <w:style w:type="paragraph" w:styleId="List5">
    <w:name w:val="List 5"/>
    <w:basedOn w:val="Normal"/>
    <w:semiHidden/>
    <w:locked/>
    <w:rsid w:val="007D1C0E"/>
    <w:pPr>
      <w:ind w:left="1415" w:hanging="283"/>
      <w:contextualSpacing/>
    </w:pPr>
  </w:style>
  <w:style w:type="paragraph" w:styleId="ListBullet">
    <w:name w:val="List Bullet"/>
    <w:basedOn w:val="Normal"/>
    <w:uiPriority w:val="99"/>
    <w:locked/>
    <w:rsid w:val="007D1C0E"/>
    <w:pPr>
      <w:numPr>
        <w:numId w:val="13"/>
      </w:numPr>
      <w:contextualSpacing/>
    </w:pPr>
  </w:style>
  <w:style w:type="paragraph" w:styleId="ListBullet5">
    <w:name w:val="List Bullet 5"/>
    <w:basedOn w:val="Normal"/>
    <w:semiHidden/>
    <w:locked/>
    <w:rsid w:val="007D1C0E"/>
    <w:pPr>
      <w:numPr>
        <w:numId w:val="14"/>
      </w:numPr>
      <w:contextualSpacing/>
    </w:pPr>
  </w:style>
  <w:style w:type="paragraph" w:styleId="ListContinue">
    <w:name w:val="List Continue"/>
    <w:basedOn w:val="Normal"/>
    <w:semiHidden/>
    <w:locked/>
    <w:rsid w:val="007D1C0E"/>
    <w:pPr>
      <w:spacing w:after="120"/>
      <w:ind w:left="283"/>
      <w:contextualSpacing/>
    </w:pPr>
  </w:style>
  <w:style w:type="paragraph" w:styleId="ListContinue2">
    <w:name w:val="List Continue 2"/>
    <w:basedOn w:val="Normal"/>
    <w:semiHidden/>
    <w:locked/>
    <w:rsid w:val="007D1C0E"/>
    <w:pPr>
      <w:spacing w:after="120"/>
      <w:ind w:left="566"/>
      <w:contextualSpacing/>
    </w:pPr>
  </w:style>
  <w:style w:type="paragraph" w:styleId="ListContinue3">
    <w:name w:val="List Continue 3"/>
    <w:basedOn w:val="Normal"/>
    <w:semiHidden/>
    <w:locked/>
    <w:rsid w:val="007D1C0E"/>
    <w:pPr>
      <w:spacing w:after="120"/>
      <w:ind w:left="849"/>
      <w:contextualSpacing/>
    </w:pPr>
  </w:style>
  <w:style w:type="paragraph" w:styleId="ListContinue4">
    <w:name w:val="List Continue 4"/>
    <w:basedOn w:val="Normal"/>
    <w:semiHidden/>
    <w:locked/>
    <w:rsid w:val="007D1C0E"/>
    <w:pPr>
      <w:spacing w:after="120"/>
      <w:ind w:left="1132"/>
      <w:contextualSpacing/>
    </w:pPr>
  </w:style>
  <w:style w:type="paragraph" w:styleId="ListContinue5">
    <w:name w:val="List Continue 5"/>
    <w:basedOn w:val="Normal"/>
    <w:semiHidden/>
    <w:locked/>
    <w:rsid w:val="007D1C0E"/>
    <w:pPr>
      <w:spacing w:after="120"/>
      <w:ind w:left="1415"/>
      <w:contextualSpacing/>
    </w:pPr>
  </w:style>
  <w:style w:type="paragraph" w:styleId="ListNumber">
    <w:name w:val="List Number"/>
    <w:basedOn w:val="Normal"/>
    <w:semiHidden/>
    <w:locked/>
    <w:rsid w:val="007D1C0E"/>
    <w:pPr>
      <w:numPr>
        <w:numId w:val="15"/>
      </w:numPr>
      <w:contextualSpacing/>
    </w:pPr>
  </w:style>
  <w:style w:type="paragraph" w:styleId="ListNumber2">
    <w:name w:val="List Number 2"/>
    <w:basedOn w:val="Normal"/>
    <w:semiHidden/>
    <w:locked/>
    <w:rsid w:val="007D1C0E"/>
    <w:pPr>
      <w:numPr>
        <w:numId w:val="16"/>
      </w:numPr>
      <w:contextualSpacing/>
    </w:pPr>
  </w:style>
  <w:style w:type="paragraph" w:styleId="ListNumber3">
    <w:name w:val="List Number 3"/>
    <w:basedOn w:val="Normal"/>
    <w:semiHidden/>
    <w:locked/>
    <w:rsid w:val="007D1C0E"/>
    <w:pPr>
      <w:numPr>
        <w:numId w:val="17"/>
      </w:numPr>
      <w:contextualSpacing/>
    </w:pPr>
  </w:style>
  <w:style w:type="paragraph" w:styleId="ListNumber4">
    <w:name w:val="List Number 4"/>
    <w:basedOn w:val="Normal"/>
    <w:semiHidden/>
    <w:locked/>
    <w:rsid w:val="007D1C0E"/>
    <w:pPr>
      <w:numPr>
        <w:numId w:val="18"/>
      </w:numPr>
      <w:contextualSpacing/>
    </w:pPr>
  </w:style>
  <w:style w:type="paragraph" w:styleId="ListNumber5">
    <w:name w:val="List Number 5"/>
    <w:basedOn w:val="Normal"/>
    <w:semiHidden/>
    <w:locked/>
    <w:rsid w:val="007D1C0E"/>
    <w:pPr>
      <w:numPr>
        <w:numId w:val="19"/>
      </w:numPr>
      <w:contextualSpacing/>
    </w:pPr>
  </w:style>
  <w:style w:type="paragraph" w:styleId="ListParagraph">
    <w:name w:val="List Paragraph"/>
    <w:basedOn w:val="Normal"/>
    <w:uiPriority w:val="34"/>
    <w:qFormat/>
    <w:rsid w:val="00826808"/>
    <w:pPr>
      <w:ind w:left="720"/>
      <w:contextualSpacing/>
    </w:pPr>
  </w:style>
  <w:style w:type="paragraph" w:styleId="MessageHeader">
    <w:name w:val="Message Header"/>
    <w:basedOn w:val="Normal"/>
    <w:link w:val="MessageHeaderChar"/>
    <w:semiHidden/>
    <w:rsid w:val="007D1C0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7D1C0E"/>
    <w:rPr>
      <w:rFonts w:asciiTheme="majorHAnsi" w:eastAsiaTheme="majorEastAsia" w:hAnsiTheme="majorHAnsi" w:cstheme="majorBidi"/>
      <w:snapToGrid w:val="0"/>
      <w:sz w:val="24"/>
      <w:szCs w:val="24"/>
      <w:shd w:val="pct20" w:color="auto" w:fill="auto"/>
      <w:lang w:eastAsia="en-US"/>
    </w:rPr>
  </w:style>
  <w:style w:type="paragraph" w:styleId="NoSpacing">
    <w:name w:val="No Spacing"/>
    <w:basedOn w:val="Normal"/>
    <w:link w:val="NoSpacingChar"/>
    <w:uiPriority w:val="1"/>
    <w:qFormat/>
    <w:rsid w:val="00826808"/>
    <w:pPr>
      <w:spacing w:after="0" w:line="240" w:lineRule="auto"/>
    </w:pPr>
  </w:style>
  <w:style w:type="paragraph" w:styleId="NormalWeb">
    <w:name w:val="Normal (Web)"/>
    <w:basedOn w:val="Normal"/>
    <w:semiHidden/>
    <w:rsid w:val="007D1C0E"/>
    <w:rPr>
      <w:rFonts w:ascii="Times New Roman" w:hAnsi="Times New Roman"/>
      <w:sz w:val="24"/>
    </w:rPr>
  </w:style>
  <w:style w:type="paragraph" w:styleId="NormalIndent">
    <w:name w:val="Normal Indent"/>
    <w:basedOn w:val="Normal"/>
    <w:semiHidden/>
    <w:rsid w:val="007D1C0E"/>
    <w:pPr>
      <w:ind w:left="720"/>
    </w:pPr>
  </w:style>
  <w:style w:type="paragraph" w:styleId="NoteHeading">
    <w:name w:val="Note Heading"/>
    <w:basedOn w:val="Normal"/>
    <w:next w:val="Normal"/>
    <w:link w:val="NoteHeadingChar"/>
    <w:semiHidden/>
    <w:unhideWhenUsed/>
    <w:rsid w:val="007D1C0E"/>
  </w:style>
  <w:style w:type="character" w:customStyle="1" w:styleId="NoteHeadingChar">
    <w:name w:val="Note Heading Char"/>
    <w:basedOn w:val="DefaultParagraphFont"/>
    <w:link w:val="NoteHeading"/>
    <w:semiHidden/>
    <w:rsid w:val="007D1C0E"/>
    <w:rPr>
      <w:rFonts w:cs="Arial"/>
      <w:snapToGrid w:val="0"/>
      <w:lang w:eastAsia="en-US"/>
    </w:rPr>
  </w:style>
  <w:style w:type="character" w:styleId="PlaceholderText">
    <w:name w:val="Placeholder Text"/>
    <w:basedOn w:val="DefaultParagraphFont"/>
    <w:uiPriority w:val="99"/>
    <w:semiHidden/>
    <w:rsid w:val="007D1C0E"/>
    <w:rPr>
      <w:color w:val="808080"/>
    </w:rPr>
  </w:style>
  <w:style w:type="paragraph" w:styleId="PlainText">
    <w:name w:val="Plain Text"/>
    <w:basedOn w:val="Normal"/>
    <w:link w:val="PlainTextChar"/>
    <w:semiHidden/>
    <w:rsid w:val="007D1C0E"/>
    <w:rPr>
      <w:rFonts w:ascii="Consolas" w:hAnsi="Consolas"/>
    </w:rPr>
  </w:style>
  <w:style w:type="character" w:customStyle="1" w:styleId="PlainTextChar">
    <w:name w:val="Plain Text Char"/>
    <w:basedOn w:val="DefaultParagraphFont"/>
    <w:link w:val="PlainText"/>
    <w:semiHidden/>
    <w:rsid w:val="007D1C0E"/>
    <w:rPr>
      <w:rFonts w:ascii="Consolas" w:hAnsi="Consolas" w:cs="Arial"/>
      <w:snapToGrid w:val="0"/>
      <w:lang w:eastAsia="en-US"/>
    </w:rPr>
  </w:style>
  <w:style w:type="paragraph" w:styleId="Quote">
    <w:name w:val="Quote"/>
    <w:basedOn w:val="Normal"/>
    <w:next w:val="Normal"/>
    <w:link w:val="QuoteChar"/>
    <w:uiPriority w:val="29"/>
    <w:qFormat/>
    <w:rsid w:val="00826808"/>
    <w:rPr>
      <w:i w:val="0"/>
      <w:iCs w:val="0"/>
      <w:color w:val="34393E" w:themeColor="accent2" w:themeShade="BF"/>
    </w:rPr>
  </w:style>
  <w:style w:type="character" w:customStyle="1" w:styleId="QuoteChar">
    <w:name w:val="Quote Char"/>
    <w:basedOn w:val="DefaultParagraphFont"/>
    <w:link w:val="Quote"/>
    <w:uiPriority w:val="29"/>
    <w:rsid w:val="00826808"/>
    <w:rPr>
      <w:color w:val="34393E" w:themeColor="accent2" w:themeShade="BF"/>
      <w:sz w:val="20"/>
      <w:szCs w:val="20"/>
    </w:rPr>
  </w:style>
  <w:style w:type="paragraph" w:styleId="Salutation">
    <w:name w:val="Salutation"/>
    <w:basedOn w:val="Normal"/>
    <w:next w:val="Normal"/>
    <w:link w:val="SalutationChar"/>
    <w:semiHidden/>
    <w:unhideWhenUsed/>
    <w:rsid w:val="007D1C0E"/>
  </w:style>
  <w:style w:type="character" w:customStyle="1" w:styleId="SalutationChar">
    <w:name w:val="Salutation Char"/>
    <w:basedOn w:val="DefaultParagraphFont"/>
    <w:link w:val="Salutation"/>
    <w:semiHidden/>
    <w:rsid w:val="007D1C0E"/>
    <w:rPr>
      <w:rFonts w:cs="Arial"/>
      <w:snapToGrid w:val="0"/>
      <w:lang w:eastAsia="en-US"/>
    </w:rPr>
  </w:style>
  <w:style w:type="paragraph" w:styleId="Signature">
    <w:name w:val="Signature"/>
    <w:basedOn w:val="Normal"/>
    <w:link w:val="SignatureChar"/>
    <w:semiHidden/>
    <w:rsid w:val="007D1C0E"/>
    <w:pPr>
      <w:ind w:left="4252"/>
    </w:pPr>
  </w:style>
  <w:style w:type="character" w:customStyle="1" w:styleId="SignatureChar">
    <w:name w:val="Signature Char"/>
    <w:basedOn w:val="DefaultParagraphFont"/>
    <w:link w:val="Signature"/>
    <w:semiHidden/>
    <w:rsid w:val="007D1C0E"/>
    <w:rPr>
      <w:rFonts w:cs="Arial"/>
      <w:snapToGrid w:val="0"/>
      <w:lang w:eastAsia="en-US"/>
    </w:rPr>
  </w:style>
  <w:style w:type="character" w:styleId="Strong">
    <w:name w:val="Strong"/>
    <w:uiPriority w:val="22"/>
    <w:qFormat/>
    <w:rsid w:val="00826808"/>
    <w:rPr>
      <w:b/>
      <w:bCs/>
      <w:spacing w:val="0"/>
    </w:rPr>
  </w:style>
  <w:style w:type="paragraph" w:styleId="Subtitle">
    <w:name w:val="Subtitle"/>
    <w:basedOn w:val="Normal"/>
    <w:next w:val="Normal"/>
    <w:link w:val="SubtitleChar"/>
    <w:uiPriority w:val="11"/>
    <w:qFormat/>
    <w:rsid w:val="00826808"/>
    <w:pPr>
      <w:pBdr>
        <w:bottom w:val="dotted" w:sz="8" w:space="10" w:color="464D53" w:themeColor="accent2"/>
      </w:pBdr>
      <w:spacing w:before="200" w:after="900" w:line="240" w:lineRule="auto"/>
      <w:jc w:val="center"/>
    </w:pPr>
    <w:rPr>
      <w:rFonts w:asciiTheme="majorHAnsi" w:eastAsiaTheme="majorEastAsia" w:hAnsiTheme="majorHAnsi" w:cstheme="majorBidi"/>
      <w:color w:val="222629" w:themeColor="accent2" w:themeShade="7F"/>
      <w:sz w:val="24"/>
      <w:szCs w:val="24"/>
    </w:rPr>
  </w:style>
  <w:style w:type="character" w:customStyle="1" w:styleId="SubtitleChar">
    <w:name w:val="Subtitle Char"/>
    <w:basedOn w:val="DefaultParagraphFont"/>
    <w:link w:val="Subtitle"/>
    <w:uiPriority w:val="11"/>
    <w:rsid w:val="00826808"/>
    <w:rPr>
      <w:rFonts w:asciiTheme="majorHAnsi" w:eastAsiaTheme="majorEastAsia" w:hAnsiTheme="majorHAnsi" w:cstheme="majorBidi"/>
      <w:i/>
      <w:iCs/>
      <w:color w:val="222629" w:themeColor="accent2" w:themeShade="7F"/>
      <w:sz w:val="24"/>
      <w:szCs w:val="24"/>
    </w:rPr>
  </w:style>
  <w:style w:type="character" w:styleId="SubtleEmphasis">
    <w:name w:val="Subtle Emphasis"/>
    <w:uiPriority w:val="19"/>
    <w:qFormat/>
    <w:locked/>
    <w:rsid w:val="00826808"/>
    <w:rPr>
      <w:rFonts w:asciiTheme="majorHAnsi" w:eastAsiaTheme="majorEastAsia" w:hAnsiTheme="majorHAnsi" w:cstheme="majorBidi"/>
      <w:i/>
      <w:iCs/>
      <w:color w:val="464D53" w:themeColor="accent2"/>
    </w:rPr>
  </w:style>
  <w:style w:type="character" w:styleId="SubtleReference">
    <w:name w:val="Subtle Reference"/>
    <w:uiPriority w:val="31"/>
    <w:qFormat/>
    <w:locked/>
    <w:rsid w:val="00826808"/>
    <w:rPr>
      <w:i/>
      <w:iCs/>
      <w:smallCaps/>
      <w:color w:val="464D53" w:themeColor="accent2"/>
      <w:u w:color="464D53" w:themeColor="accent2"/>
    </w:rPr>
  </w:style>
  <w:style w:type="paragraph" w:styleId="TableofAuthorities">
    <w:name w:val="table of authorities"/>
    <w:basedOn w:val="Normal"/>
    <w:next w:val="Normal"/>
    <w:semiHidden/>
    <w:unhideWhenUsed/>
    <w:rsid w:val="007D1C0E"/>
    <w:pPr>
      <w:ind w:left="210" w:hanging="210"/>
    </w:pPr>
  </w:style>
  <w:style w:type="paragraph" w:styleId="TableofFigures">
    <w:name w:val="table of figures"/>
    <w:basedOn w:val="Normal"/>
    <w:next w:val="Normal"/>
    <w:semiHidden/>
    <w:unhideWhenUsed/>
    <w:rsid w:val="007D1C0E"/>
  </w:style>
  <w:style w:type="paragraph" w:styleId="TOAHeading">
    <w:name w:val="toa heading"/>
    <w:basedOn w:val="Normal"/>
    <w:next w:val="Normal"/>
    <w:semiHidden/>
    <w:unhideWhenUsed/>
    <w:rsid w:val="007D1C0E"/>
    <w:pPr>
      <w:spacing w:before="120"/>
    </w:pPr>
    <w:rPr>
      <w:rFonts w:asciiTheme="majorHAnsi" w:eastAsiaTheme="majorEastAsia" w:hAnsiTheme="majorHAnsi" w:cstheme="majorBidi"/>
      <w:b/>
      <w:bCs/>
      <w:sz w:val="24"/>
    </w:rPr>
  </w:style>
  <w:style w:type="paragraph" w:styleId="TOCHeading">
    <w:name w:val="TOC Heading"/>
    <w:basedOn w:val="Heading1"/>
    <w:next w:val="Normal"/>
    <w:uiPriority w:val="39"/>
    <w:semiHidden/>
    <w:unhideWhenUsed/>
    <w:qFormat/>
    <w:rsid w:val="00826808"/>
    <w:pPr>
      <w:outlineLvl w:val="9"/>
    </w:pPr>
    <w:rPr>
      <w:lang w:bidi="en-US"/>
    </w:rPr>
  </w:style>
  <w:style w:type="paragraph" w:customStyle="1" w:styleId="CoverPanelFrame">
    <w:name w:val="Cover Panel Frame"/>
    <w:basedOn w:val="Coverpulloutframe"/>
    <w:rsid w:val="00635F94"/>
    <w:pPr>
      <w:framePr w:w="7881" w:wrap="notBeside" w:vAnchor="margin" w:hAnchor="margin" w:x="-226" w:y="1"/>
    </w:pPr>
  </w:style>
  <w:style w:type="paragraph" w:customStyle="1" w:styleId="CoverGrowFooter">
    <w:name w:val="Cover Grow Footer"/>
    <w:rsid w:val="00441DEB"/>
    <w:pPr>
      <w:framePr w:w="3209" w:wrap="around" w:vAnchor="page" w:hAnchor="page" w:x="7820" w:y="15072"/>
      <w:shd w:val="clear" w:color="auto" w:fill="FFFFFF" w:themeFill="background1"/>
    </w:pPr>
    <w:rPr>
      <w:rFonts w:asciiTheme="majorHAnsi" w:hAnsiTheme="majorHAnsi" w:cs="Arial"/>
      <w:b/>
      <w:i/>
      <w:noProof/>
      <w:color w:val="464D53" w:themeColor="text2"/>
      <w:sz w:val="32"/>
      <w:szCs w:val="32"/>
    </w:rPr>
  </w:style>
  <w:style w:type="paragraph" w:customStyle="1" w:styleId="LogoActivated">
    <w:name w:val="Logo Activated"/>
    <w:basedOn w:val="CoverGrowFooter"/>
    <w:rsid w:val="00555705"/>
    <w:pPr>
      <w:framePr w:w="3119" w:h="1412" w:hRule="exact" w:wrap="around" w:x="1543" w:y="14437"/>
      <w:tabs>
        <w:tab w:val="center" w:pos="2551"/>
        <w:tab w:val="right" w:pos="7682"/>
      </w:tabs>
      <w:kinsoku w:val="0"/>
      <w:overflowPunct w:val="0"/>
      <w:autoSpaceDE w:val="0"/>
      <w:autoSpaceDN w:val="0"/>
      <w:adjustRightInd w:val="0"/>
      <w:snapToGrid w:val="0"/>
      <w:spacing w:line="0" w:lineRule="atLeast"/>
    </w:pPr>
    <w:rPr>
      <w:b w:val="0"/>
      <w:i w:val="0"/>
      <w:color w:val="auto"/>
      <w:sz w:val="18"/>
    </w:rPr>
  </w:style>
  <w:style w:type="character" w:customStyle="1" w:styleId="FooterGrow">
    <w:name w:val="Footer Grow"/>
    <w:basedOn w:val="DefaultParagraphFont"/>
    <w:uiPriority w:val="1"/>
    <w:rsid w:val="003D06E6"/>
    <w:rPr>
      <w:rFonts w:asciiTheme="majorHAnsi" w:hAnsiTheme="majorHAnsi"/>
      <w:b/>
      <w:i/>
    </w:rPr>
  </w:style>
  <w:style w:type="paragraph" w:customStyle="1" w:styleId="FirstPagePanelFrame">
    <w:name w:val="First Page Panel Frame"/>
    <w:basedOn w:val="CoverPanelFrame"/>
    <w:rsid w:val="00A84ADF"/>
    <w:pPr>
      <w:framePr w:w="7824" w:wrap="notBeside" w:x="-112" w:y="-169"/>
      <w:spacing w:after="0"/>
    </w:pPr>
  </w:style>
  <w:style w:type="paragraph" w:customStyle="1" w:styleId="GrowURL">
    <w:name w:val="Grow URL"/>
    <w:basedOn w:val="Normal"/>
    <w:rsid w:val="001179B7"/>
    <w:pPr>
      <w:framePr w:wrap="around" w:vAnchor="page" w:hAnchor="page" w:x="3315" w:y="681"/>
    </w:pPr>
    <w:rPr>
      <w:rFonts w:asciiTheme="majorHAnsi" w:hAnsiTheme="majorHAnsi"/>
      <w:color w:val="464D53" w:themeColor="text2"/>
    </w:rPr>
  </w:style>
  <w:style w:type="paragraph" w:customStyle="1" w:styleId="Coverpulloutframe">
    <w:name w:val="Cover pull out frame"/>
    <w:basedOn w:val="KeySentenceInside"/>
    <w:rsid w:val="008E3858"/>
    <w:pPr>
      <w:framePr w:w="2295" w:wrap="notBeside" w:vAnchor="page" w:hAnchor="page" w:x="795" w:y="7610"/>
      <w:pBdr>
        <w:top w:val="dotted" w:sz="8" w:space="1" w:color="464D53" w:themeColor="text2"/>
        <w:left w:val="dotted" w:sz="8" w:space="4" w:color="464D53" w:themeColor="text2"/>
      </w:pBdr>
      <w:ind w:left="0"/>
    </w:pPr>
    <w:rPr>
      <w:color w:val="auto"/>
      <w:sz w:val="8"/>
      <w:lang w:val="en-GB"/>
    </w:rPr>
  </w:style>
  <w:style w:type="paragraph" w:customStyle="1" w:styleId="CoverOutcomeHeadline">
    <w:name w:val="Cover Outcome Headline"/>
    <w:basedOn w:val="PwCNormal"/>
    <w:rsid w:val="00441DEB"/>
    <w:pPr>
      <w:spacing w:before="1080"/>
      <w:ind w:right="1814"/>
    </w:pPr>
    <w:rPr>
      <w:rFonts w:asciiTheme="majorHAnsi" w:hAnsiTheme="majorHAnsi"/>
      <w:b/>
      <w:i w:val="0"/>
      <w:color w:val="FFFFFF" w:themeColor="background1"/>
      <w:sz w:val="66"/>
      <w:szCs w:val="88"/>
      <w:lang w:val="en-GB"/>
    </w:rPr>
  </w:style>
  <w:style w:type="paragraph" w:customStyle="1" w:styleId="CoverOutcomeSubtitle">
    <w:name w:val="Cover Outcome Subtitle"/>
    <w:basedOn w:val="CoverOutcomeHeadline"/>
    <w:rsid w:val="00441DEB"/>
    <w:pPr>
      <w:spacing w:before="0"/>
    </w:pPr>
    <w:rPr>
      <w:b w:val="0"/>
      <w:i/>
    </w:rPr>
  </w:style>
  <w:style w:type="paragraph" w:customStyle="1" w:styleId="LogoFixed">
    <w:name w:val="Logo Fixed"/>
    <w:basedOn w:val="LogoActivated"/>
    <w:rsid w:val="00555705"/>
    <w:pPr>
      <w:framePr w:h="2733" w:hRule="exact" w:wrap="around" w:x="1549" w:y="13257"/>
    </w:pPr>
  </w:style>
  <w:style w:type="paragraph" w:customStyle="1" w:styleId="CVPhotofirst">
    <w:name w:val="CV Photo first"/>
    <w:basedOn w:val="CVPhoto"/>
    <w:rsid w:val="00771DE2"/>
    <w:pPr>
      <w:pageBreakBefore w:val="0"/>
    </w:pPr>
  </w:style>
  <w:style w:type="paragraph" w:customStyle="1" w:styleId="Default">
    <w:name w:val="Default"/>
    <w:rsid w:val="00D70E01"/>
    <w:pPr>
      <w:autoSpaceDE w:val="0"/>
      <w:autoSpaceDN w:val="0"/>
      <w:adjustRightInd w:val="0"/>
    </w:pPr>
    <w:rPr>
      <w:rFonts w:ascii="Times New Roman" w:eastAsiaTheme="minorHAnsi" w:hAnsi="Times New Roman"/>
      <w:color w:val="000000"/>
      <w:sz w:val="24"/>
      <w:szCs w:val="24"/>
      <w:lang w:eastAsia="en-US"/>
    </w:rPr>
  </w:style>
  <w:style w:type="paragraph" w:customStyle="1" w:styleId="dividerline">
    <w:name w:val="divider line"/>
    <w:basedOn w:val="Footer"/>
    <w:qFormat/>
    <w:rsid w:val="00F4397A"/>
    <w:pPr>
      <w:pBdr>
        <w:top w:val="dotted" w:sz="4" w:space="1" w:color="F37B20" w:themeColor="accent5"/>
      </w:pBdr>
      <w:tabs>
        <w:tab w:val="clear" w:pos="2551"/>
        <w:tab w:val="clear" w:pos="7682"/>
        <w:tab w:val="center" w:pos="5103"/>
        <w:tab w:val="right" w:pos="12616"/>
      </w:tabs>
    </w:pPr>
    <w:rPr>
      <w:sz w:val="6"/>
    </w:rPr>
  </w:style>
  <w:style w:type="paragraph" w:customStyle="1" w:styleId="StyleTableTextSmall10pt">
    <w:name w:val="Style Table Text Small + 10 pt"/>
    <w:basedOn w:val="TableTextSmall"/>
    <w:rsid w:val="00F27373"/>
  </w:style>
  <w:style w:type="paragraph" w:customStyle="1" w:styleId="Sideheading1">
    <w:name w:val="Side heading 1"/>
    <w:basedOn w:val="TableTextSmall"/>
    <w:rsid w:val="001366F7"/>
    <w:pPr>
      <w:pBdr>
        <w:top w:val="dotted" w:sz="4" w:space="1" w:color="F37B20" w:themeColor="accent5"/>
        <w:left w:val="dotted" w:sz="4" w:space="4" w:color="F37B20" w:themeColor="accent5"/>
      </w:pBdr>
      <w:ind w:left="113"/>
    </w:pPr>
    <w:rPr>
      <w:rFonts w:asciiTheme="majorHAnsi" w:hAnsiTheme="majorHAnsi"/>
      <w:b/>
      <w:i w:val="0"/>
      <w:color w:val="F37B20" w:themeColor="accent5"/>
      <w:sz w:val="18"/>
    </w:rPr>
  </w:style>
  <w:style w:type="paragraph" w:customStyle="1" w:styleId="tablespacer">
    <w:name w:val="table spacer"/>
    <w:basedOn w:val="TableTextSmall"/>
    <w:rsid w:val="00ED5A75"/>
    <w:pPr>
      <w:spacing w:before="0" w:after="0"/>
    </w:pPr>
    <w:rPr>
      <w:sz w:val="8"/>
    </w:rPr>
  </w:style>
  <w:style w:type="paragraph" w:customStyle="1" w:styleId="PwCURL">
    <w:name w:val="PwC URL"/>
    <w:basedOn w:val="GrowURL"/>
    <w:rsid w:val="00A73F47"/>
    <w:pPr>
      <w:framePr w:wrap="around" w:x="681"/>
    </w:pPr>
    <w:rPr>
      <w:sz w:val="40"/>
    </w:rPr>
  </w:style>
  <w:style w:type="character" w:customStyle="1" w:styleId="DisclaimerChar">
    <w:name w:val="Disclaimer Char"/>
    <w:basedOn w:val="DefaultParagraphFont"/>
    <w:link w:val="Disclaimer"/>
    <w:rsid w:val="004F02C3"/>
    <w:rPr>
      <w:rFonts w:eastAsia="MS Mincho"/>
      <w:sz w:val="12"/>
      <w:szCs w:val="24"/>
      <w:lang w:val="en-US" w:eastAsia="ja-JP"/>
    </w:rPr>
  </w:style>
  <w:style w:type="character" w:customStyle="1" w:styleId="PwCAddressChar">
    <w:name w:val="PwC Address Char"/>
    <w:basedOn w:val="DefaultParagraphFont"/>
    <w:link w:val="PwCAddress"/>
    <w:rsid w:val="004F02C3"/>
    <w:rPr>
      <w:rFonts w:asciiTheme="minorHAnsi" w:eastAsiaTheme="minorHAnsi" w:hAnsiTheme="minorHAnsi" w:cstheme="minorBidi"/>
      <w:i/>
      <w:noProof/>
      <w:sz w:val="18"/>
      <w:szCs w:val="22"/>
      <w:lang w:val="en-GB" w:eastAsia="en-GB"/>
    </w:rPr>
  </w:style>
  <w:style w:type="paragraph" w:customStyle="1" w:styleId="PwCAddress">
    <w:name w:val="PwC Address"/>
    <w:basedOn w:val="Normal"/>
    <w:link w:val="PwCAddressChar"/>
    <w:rsid w:val="004F02C3"/>
    <w:pPr>
      <w:spacing w:line="200" w:lineRule="atLeast"/>
    </w:pPr>
    <w:rPr>
      <w:rFonts w:eastAsiaTheme="minorHAnsi"/>
      <w:i w:val="0"/>
      <w:noProof/>
      <w:sz w:val="18"/>
      <w:szCs w:val="22"/>
      <w:lang w:val="en-GB" w:eastAsia="en-GB"/>
    </w:rPr>
  </w:style>
  <w:style w:type="paragraph" w:customStyle="1" w:styleId="Quotation">
    <w:name w:val="Quotation"/>
    <w:basedOn w:val="PwCNormal"/>
    <w:rsid w:val="007806D9"/>
    <w:pPr>
      <w:spacing w:after="60"/>
      <w:ind w:left="567" w:right="284"/>
    </w:pPr>
    <w:rPr>
      <w:i w:val="0"/>
      <w:color w:val="4A5158" w:themeColor="accent1"/>
    </w:rPr>
  </w:style>
  <w:style w:type="table" w:customStyle="1" w:styleId="NEWtable1">
    <w:name w:val="NEW table 1"/>
    <w:basedOn w:val="TableNormal"/>
    <w:uiPriority w:val="99"/>
    <w:qFormat/>
    <w:rsid w:val="00A44F1B"/>
    <w:rPr>
      <w:color w:val="000000" w:themeColor="text1"/>
      <w:sz w:val="20"/>
    </w:rPr>
    <w:tblPr>
      <w:tblInd w:w="0" w:type="dxa"/>
      <w:tblBorders>
        <w:top w:val="single" w:sz="4" w:space="0" w:color="464D53" w:themeColor="text2"/>
        <w:left w:val="single" w:sz="4" w:space="0" w:color="464D53" w:themeColor="text2"/>
        <w:bottom w:val="single" w:sz="4" w:space="0" w:color="464D53" w:themeColor="text2"/>
        <w:right w:val="single" w:sz="4" w:space="0" w:color="464D53" w:themeColor="text2"/>
      </w:tblBorders>
      <w:tblCellMar>
        <w:top w:w="0" w:type="dxa"/>
        <w:left w:w="108" w:type="dxa"/>
        <w:bottom w:w="0" w:type="dxa"/>
        <w:right w:w="108" w:type="dxa"/>
      </w:tblCellMar>
    </w:tblPr>
  </w:style>
  <w:style w:type="table" w:customStyle="1" w:styleId="Newtable2">
    <w:name w:val="New table 2"/>
    <w:basedOn w:val="TableNormal"/>
    <w:uiPriority w:val="99"/>
    <w:qFormat/>
    <w:rsid w:val="00801B33"/>
    <w:tblPr>
      <w:tblInd w:w="0" w:type="dxa"/>
      <w:tblCellMar>
        <w:top w:w="0" w:type="dxa"/>
        <w:left w:w="108" w:type="dxa"/>
        <w:bottom w:w="0" w:type="dxa"/>
        <w:right w:w="108" w:type="dxa"/>
      </w:tblCellMar>
    </w:tblPr>
  </w:style>
  <w:style w:type="paragraph" w:customStyle="1" w:styleId="Document1">
    <w:name w:val="Document 1"/>
    <w:rsid w:val="00925055"/>
    <w:pPr>
      <w:keepNext/>
      <w:keepLines/>
      <w:tabs>
        <w:tab w:val="left" w:pos="-720"/>
      </w:tabs>
      <w:suppressAutoHyphens/>
      <w:overflowPunct w:val="0"/>
      <w:autoSpaceDE w:val="0"/>
      <w:autoSpaceDN w:val="0"/>
      <w:adjustRightInd w:val="0"/>
      <w:textAlignment w:val="baseline"/>
    </w:pPr>
    <w:rPr>
      <w:szCs w:val="20"/>
      <w:lang w:val="en-US" w:eastAsia="en-US"/>
    </w:rPr>
  </w:style>
  <w:style w:type="paragraph" w:customStyle="1" w:styleId="TableTextNormalCENTREWHITE14pt">
    <w:name w:val="Table Text Normal CENTRE WHITE 14pt"/>
    <w:basedOn w:val="TableTextNormal"/>
    <w:rsid w:val="00951406"/>
    <w:pPr>
      <w:jc w:val="center"/>
    </w:pPr>
    <w:rPr>
      <w:color w:val="FFFFFF" w:themeColor="background1"/>
      <w:sz w:val="28"/>
    </w:rPr>
  </w:style>
  <w:style w:type="paragraph" w:customStyle="1" w:styleId="TableTextNormalCENTRE">
    <w:name w:val="Table Text Normal CENTRE"/>
    <w:basedOn w:val="TableTextNormal"/>
    <w:qFormat/>
    <w:rsid w:val="00A4629C"/>
    <w:pPr>
      <w:jc w:val="center"/>
    </w:pPr>
    <w:rPr>
      <w:szCs w:val="21"/>
    </w:rPr>
  </w:style>
  <w:style w:type="paragraph" w:customStyle="1" w:styleId="KeySentenceheading8pt">
    <w:name w:val="Key Sentence heading 8pt"/>
    <w:basedOn w:val="KeySentenceheading"/>
    <w:qFormat/>
    <w:rsid w:val="003761F8"/>
    <w:rPr>
      <w:sz w:val="16"/>
    </w:rPr>
  </w:style>
  <w:style w:type="character" w:customStyle="1" w:styleId="Heading1Char">
    <w:name w:val="Heading 1 Char"/>
    <w:aliases w:val="Chapter Heading (Long) Char"/>
    <w:basedOn w:val="DefaultParagraphFont"/>
    <w:link w:val="Heading1"/>
    <w:uiPriority w:val="9"/>
    <w:rsid w:val="00826808"/>
    <w:rPr>
      <w:rFonts w:asciiTheme="majorHAnsi" w:eastAsiaTheme="majorEastAsia" w:hAnsiTheme="majorHAnsi" w:cstheme="majorBidi"/>
      <w:b/>
      <w:bCs/>
      <w:i/>
      <w:iCs/>
      <w:color w:val="222629" w:themeColor="accent2" w:themeShade="7F"/>
      <w:shd w:val="clear" w:color="auto" w:fill="D8DBDE" w:themeFill="accent2" w:themeFillTint="33"/>
    </w:rPr>
  </w:style>
  <w:style w:type="character" w:customStyle="1" w:styleId="Heading2Char">
    <w:name w:val="Heading 2 Char"/>
    <w:aliases w:val="Chapter Heading (Short) Char"/>
    <w:basedOn w:val="DefaultParagraphFont"/>
    <w:link w:val="Heading2"/>
    <w:uiPriority w:val="9"/>
    <w:rsid w:val="00826808"/>
    <w:rPr>
      <w:rFonts w:asciiTheme="majorHAnsi" w:eastAsiaTheme="majorEastAsia" w:hAnsiTheme="majorHAnsi" w:cstheme="majorBidi"/>
      <w:b/>
      <w:bCs/>
      <w:i/>
      <w:iCs/>
      <w:color w:val="34393E" w:themeColor="accent2" w:themeShade="BF"/>
    </w:rPr>
  </w:style>
  <w:style w:type="character" w:customStyle="1" w:styleId="Heading3Char">
    <w:name w:val="Heading 3 Char"/>
    <w:aliases w:val="Appendix Heading (Long) Char"/>
    <w:basedOn w:val="DefaultParagraphFont"/>
    <w:link w:val="Heading3"/>
    <w:uiPriority w:val="9"/>
    <w:rsid w:val="00826808"/>
    <w:rPr>
      <w:rFonts w:asciiTheme="majorHAnsi" w:eastAsiaTheme="majorEastAsia" w:hAnsiTheme="majorHAnsi" w:cstheme="majorBidi"/>
      <w:b/>
      <w:bCs/>
      <w:i/>
      <w:iCs/>
      <w:color w:val="34393E" w:themeColor="accent2" w:themeShade="BF"/>
    </w:rPr>
  </w:style>
  <w:style w:type="character" w:customStyle="1" w:styleId="Heading4Char">
    <w:name w:val="Heading 4 Char"/>
    <w:aliases w:val="Appendix Heading (Short) Char"/>
    <w:basedOn w:val="DefaultParagraphFont"/>
    <w:link w:val="Heading4"/>
    <w:uiPriority w:val="9"/>
    <w:rsid w:val="00826808"/>
    <w:rPr>
      <w:rFonts w:asciiTheme="majorHAnsi" w:eastAsiaTheme="majorEastAsia" w:hAnsiTheme="majorHAnsi" w:cstheme="majorBidi"/>
      <w:b/>
      <w:bCs/>
      <w:i/>
      <w:iCs/>
      <w:color w:val="34393E" w:themeColor="accent2" w:themeShade="BF"/>
    </w:rPr>
  </w:style>
  <w:style w:type="character" w:customStyle="1" w:styleId="Heading5Char">
    <w:name w:val="Heading 5 Char"/>
    <w:basedOn w:val="DefaultParagraphFont"/>
    <w:link w:val="Heading5"/>
    <w:uiPriority w:val="9"/>
    <w:rsid w:val="00826808"/>
    <w:rPr>
      <w:rFonts w:asciiTheme="majorHAnsi" w:eastAsiaTheme="majorEastAsia" w:hAnsiTheme="majorHAnsi" w:cstheme="majorBidi"/>
      <w:b/>
      <w:bCs/>
      <w:i/>
      <w:iCs/>
      <w:color w:val="34393E" w:themeColor="accent2" w:themeShade="BF"/>
    </w:rPr>
  </w:style>
  <w:style w:type="character" w:customStyle="1" w:styleId="Heading6Char">
    <w:name w:val="Heading 6 Char"/>
    <w:basedOn w:val="DefaultParagraphFont"/>
    <w:link w:val="Heading6"/>
    <w:uiPriority w:val="9"/>
    <w:rsid w:val="00826808"/>
    <w:rPr>
      <w:rFonts w:asciiTheme="majorHAnsi" w:eastAsiaTheme="majorEastAsia" w:hAnsiTheme="majorHAnsi" w:cstheme="majorBidi"/>
      <w:i/>
      <w:iCs/>
      <w:color w:val="34393E" w:themeColor="accent2" w:themeShade="BF"/>
    </w:rPr>
  </w:style>
  <w:style w:type="character" w:customStyle="1" w:styleId="Heading7Char">
    <w:name w:val="Heading 7 Char"/>
    <w:basedOn w:val="DefaultParagraphFont"/>
    <w:link w:val="Heading7"/>
    <w:uiPriority w:val="9"/>
    <w:rsid w:val="00826808"/>
    <w:rPr>
      <w:rFonts w:asciiTheme="majorHAnsi" w:eastAsiaTheme="majorEastAsia" w:hAnsiTheme="majorHAnsi" w:cstheme="majorBidi"/>
      <w:i/>
      <w:iCs/>
      <w:color w:val="34393E" w:themeColor="accent2" w:themeShade="BF"/>
    </w:rPr>
  </w:style>
  <w:style w:type="character" w:customStyle="1" w:styleId="Heading8Char">
    <w:name w:val="Heading 8 Char"/>
    <w:basedOn w:val="DefaultParagraphFont"/>
    <w:link w:val="Heading8"/>
    <w:uiPriority w:val="9"/>
    <w:rsid w:val="00826808"/>
    <w:rPr>
      <w:rFonts w:asciiTheme="majorHAnsi" w:eastAsiaTheme="majorEastAsia" w:hAnsiTheme="majorHAnsi" w:cstheme="majorBidi"/>
      <w:i/>
      <w:iCs/>
      <w:color w:val="464D53" w:themeColor="accent2"/>
    </w:rPr>
  </w:style>
  <w:style w:type="character" w:customStyle="1" w:styleId="Heading9Char">
    <w:name w:val="Heading 9 Char"/>
    <w:basedOn w:val="DefaultParagraphFont"/>
    <w:link w:val="Heading9"/>
    <w:uiPriority w:val="9"/>
    <w:rsid w:val="00826808"/>
    <w:rPr>
      <w:rFonts w:asciiTheme="majorHAnsi" w:eastAsiaTheme="majorEastAsia" w:hAnsiTheme="majorHAnsi" w:cstheme="majorBidi"/>
      <w:i/>
      <w:iCs/>
      <w:color w:val="464D53" w:themeColor="accent2"/>
      <w:sz w:val="20"/>
      <w:szCs w:val="20"/>
    </w:rPr>
  </w:style>
  <w:style w:type="character" w:customStyle="1" w:styleId="TitleChar">
    <w:name w:val="Title Char"/>
    <w:basedOn w:val="DefaultParagraphFont"/>
    <w:link w:val="Title"/>
    <w:uiPriority w:val="10"/>
    <w:rsid w:val="00826808"/>
    <w:rPr>
      <w:rFonts w:asciiTheme="majorHAnsi" w:eastAsiaTheme="majorEastAsia" w:hAnsiTheme="majorHAnsi" w:cstheme="majorBidi"/>
      <w:i/>
      <w:iCs/>
      <w:color w:val="FFFFFF" w:themeColor="background1"/>
      <w:spacing w:val="10"/>
      <w:sz w:val="48"/>
      <w:szCs w:val="48"/>
      <w:shd w:val="clear" w:color="auto" w:fill="464D53" w:themeFill="accent2"/>
    </w:rPr>
  </w:style>
  <w:style w:type="character" w:customStyle="1" w:styleId="NoSpacingChar">
    <w:name w:val="No Spacing Char"/>
    <w:basedOn w:val="DefaultParagraphFont"/>
    <w:link w:val="NoSpacing"/>
    <w:uiPriority w:val="1"/>
    <w:rsid w:val="00826808"/>
    <w:rPr>
      <w:i/>
      <w:iCs/>
      <w:sz w:val="20"/>
      <w:szCs w:val="20"/>
    </w:rPr>
  </w:style>
  <w:style w:type="paragraph" w:customStyle="1" w:styleId="DanielsandCoNormal">
    <w:name w:val="Daniels and Co Normal"/>
    <w:basedOn w:val="LogoFixed"/>
    <w:link w:val="DanielsandCoNormalChar"/>
    <w:qFormat/>
    <w:rsid w:val="0081213E"/>
    <w:pPr>
      <w:framePr w:wrap="around"/>
    </w:pPr>
  </w:style>
  <w:style w:type="character" w:customStyle="1" w:styleId="DanielsandCoNormalChar">
    <w:name w:val="Daniels and Co Normal Char"/>
    <w:basedOn w:val="PwCNormalChar"/>
    <w:link w:val="DanielsandCoNormal"/>
    <w:rsid w:val="00826808"/>
    <w:rPr>
      <w:rFonts w:asciiTheme="majorHAnsi" w:eastAsia="MS Mincho" w:hAnsiTheme="majorHAnsi" w:cs="Arial"/>
      <w:noProof/>
      <w:sz w:val="18"/>
      <w:szCs w:val="32"/>
      <w:shd w:val="clear" w:color="auto" w:fill="FFFFFF" w:themeFill="background1"/>
      <w:lang w:val="en-US" w:eastAsia="ja-JP"/>
    </w:rPr>
  </w:style>
</w:styles>
</file>

<file path=word/webSettings.xml><?xml version="1.0" encoding="utf-8"?>
<w:webSettings xmlns:r="http://schemas.openxmlformats.org/officeDocument/2006/relationships" xmlns:w="http://schemas.openxmlformats.org/wordprocessingml/2006/main">
  <w:divs>
    <w:div w:id="87616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PwCWL_Report.dotm" TargetMode="External"/></Relationships>
</file>

<file path=word/theme/theme1.xml><?xml version="1.0" encoding="utf-8"?>
<a:theme xmlns:a="http://schemas.openxmlformats.org/drawingml/2006/main" name="PwC">
  <a:themeElements>
    <a:clrScheme name="Daniels and Co">
      <a:dk1>
        <a:sysClr val="windowText" lastClr="000000"/>
      </a:dk1>
      <a:lt1>
        <a:sysClr val="window" lastClr="FFFFFF"/>
      </a:lt1>
      <a:dk2>
        <a:srgbClr val="464D53"/>
      </a:dk2>
      <a:lt2>
        <a:srgbClr val="4C4C72"/>
      </a:lt2>
      <a:accent1>
        <a:srgbClr val="4A5158"/>
      </a:accent1>
      <a:accent2>
        <a:srgbClr val="464D53"/>
      </a:accent2>
      <a:accent3>
        <a:srgbClr val="0066B2"/>
      </a:accent3>
      <a:accent4>
        <a:srgbClr val="5392D7"/>
      </a:accent4>
      <a:accent5>
        <a:srgbClr val="F37B20"/>
      </a:accent5>
      <a:accent6>
        <a:srgbClr val="AB4E09"/>
      </a:accent6>
      <a:hlink>
        <a:srgbClr val="703306"/>
      </a:hlink>
      <a:folHlink>
        <a:srgbClr val="2F1603"/>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a:lnSpc>
            <a:spcPts val="2400"/>
          </a:lnSpc>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17435-5EA3-4826-A3AE-CFD0F721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PwCWL_Report</Template>
  <TotalTime>3</TotalTime>
  <Pages>15</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PwC Report</vt:lpstr>
    </vt:vector>
  </TitlesOfParts>
  <Company>PricewaterhouseCoopers</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PwC Report</dc:title>
  <dc:creator>Andrea Roberts/Williams Lea</dc:creator>
  <cp:lastModifiedBy>Jason</cp:lastModifiedBy>
  <cp:revision>3</cp:revision>
  <cp:lastPrinted>2010-11-19T06:24:00Z</cp:lastPrinted>
  <dcterms:created xsi:type="dcterms:W3CDTF">2014-01-01T17:32:00Z</dcterms:created>
  <dcterms:modified xsi:type="dcterms:W3CDTF">2014-01-01T17:34:00Z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ace included">
    <vt:bool>false</vt:bool>
  </property>
  <property fmtid="{D5CDD505-2E9C-101B-9397-08002B2CF9AE}" pid="3" name="ToC levels">
    <vt:i4>3</vt:i4>
  </property>
  <property fmtid="{D5CDD505-2E9C-101B-9397-08002B2CF9AE}" pid="4" name="Document format">
    <vt:lpwstr>SHORT</vt:lpwstr>
  </property>
  <property fmtid="{D5CDD505-2E9C-101B-9397-08002B2CF9AE}" pid="5" name="Chapter number">
    <vt:i4>1</vt:i4>
  </property>
  <property fmtid="{D5CDD505-2E9C-101B-9397-08002B2CF9AE}" pid="6" name="Appendix format">
    <vt:lpwstr>SHORT</vt:lpwstr>
  </property>
  <property fmtid="{D5CDD505-2E9C-101B-9397-08002B2CF9AE}" pid="7" name="Appendix number">
    <vt:i4>1</vt:i4>
  </property>
  <property fmtid="{D5CDD505-2E9C-101B-9397-08002B2CF9AE}" pid="8" name="Letterhead included">
    <vt:bool>false</vt:bool>
  </property>
  <property fmtid="{D5CDD505-2E9C-101B-9397-08002B2CF9AE}" pid="9" name="Color">
    <vt:lpwstr>sOcean</vt:lpwstr>
  </property>
  <property fmtid="{D5CDD505-2E9C-101B-9397-08002B2CF9AE}" pid="10" name="Numbering Style">
    <vt:bool>true</vt:bool>
  </property>
  <property fmtid="{D5CDD505-2E9C-101B-9397-08002B2CF9AE}" pid="11" name="TOC Color">
    <vt:bool>true</vt:bool>
  </property>
  <property fmtid="{D5CDD505-2E9C-101B-9397-08002B2CF9AE}" pid="12" name="Point Size">
    <vt:lpwstr>10.5</vt:lpwstr>
  </property>
  <property fmtid="{D5CDD505-2E9C-101B-9397-08002B2CF9AE}" pid="13" name="Font">
    <vt:lpwstr>Arial</vt:lpwstr>
  </property>
  <property fmtid="{D5CDD505-2E9C-101B-9397-08002B2CF9AE}" pid="14" name="Portrait Document">
    <vt:bool>true</vt:bool>
  </property>
  <property fmtid="{D5CDD505-2E9C-101B-9397-08002B2CF9AE}" pid="15" name="Key Sentences">
    <vt:bool>true</vt:bool>
  </property>
  <property fmtid="{D5CDD505-2E9C-101B-9397-08002B2CF9AE}" pid="16" name="KeySentenceFormat">
    <vt:lpwstr>NR</vt:lpwstr>
  </property>
  <property fmtid="{D5CDD505-2E9C-101B-9397-08002B2CF9AE}" pid="17" name="New Report">
    <vt:bool>true</vt:bool>
  </property>
  <property fmtid="{D5CDD505-2E9C-101B-9397-08002B2CF9AE}" pid="18" name="Mirror Margins">
    <vt:bool>false</vt:bool>
  </property>
  <property fmtid="{D5CDD505-2E9C-101B-9397-08002B2CF9AE}" pid="19" name="Number of Columns">
    <vt:i4>1</vt:i4>
  </property>
  <property fmtid="{D5CDD505-2E9C-101B-9397-08002B2CF9AE}" pid="20" name="Descriptor1">
    <vt:lpwstr>""</vt:lpwstr>
  </property>
  <property fmtid="{D5CDD505-2E9C-101B-9397-08002B2CF9AE}" pid="21" name="Descriptor2">
    <vt:lpwstr>""</vt:lpwstr>
  </property>
  <property fmtid="{D5CDD505-2E9C-101B-9397-08002B2CF9AE}" pid="22" name="Double">
    <vt:bool>true</vt:bool>
  </property>
  <property fmtid="{D5CDD505-2E9C-101B-9397-08002B2CF9AE}" pid="23" name="Version">
    <vt:lpwstr>28May2010</vt:lpwstr>
  </property>
  <property fmtid="{D5CDD505-2E9C-101B-9397-08002B2CF9AE}" pid="24" name="AP report or proposal">
    <vt:bool>true</vt:bool>
  </property>
  <property fmtid="{D5CDD505-2E9C-101B-9397-08002B2CF9AE}" pid="25" name="VersionNo">
    <vt:lpwstr>6.7</vt:lpwstr>
  </property>
  <property fmtid="{D5CDD505-2E9C-101B-9397-08002B2CF9AE}" pid="26" name="TopBinding">
    <vt:bool>false</vt:bool>
  </property>
  <property fmtid="{D5CDD505-2E9C-101B-9397-08002B2CF9AE}" pid="27" name="TableProperties">
    <vt:lpwstr>B1|R0.2|R0.4|R1|R1|</vt:lpwstr>
  </property>
  <property fmtid="{D5CDD505-2E9C-101B-9397-08002B2CF9AE}" pid="28" name="NotPrinted">
    <vt:bool>false</vt:bool>
  </property>
  <property fmtid="{D5CDD505-2E9C-101B-9397-08002B2CF9AE}" pid="29" name="Grid">
    <vt:bool>false</vt:bool>
  </property>
</Properties>
</file>